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1CEF6" w14:textId="77777777" w:rsidR="00F9660B" w:rsidRPr="005A1648" w:rsidRDefault="005A1648" w:rsidP="005A1648">
      <w:pPr>
        <w:autoSpaceDE w:val="0"/>
        <w:ind w:left="0"/>
        <w:rPr>
          <w:rFonts w:ascii="Arial" w:eastAsia="Times New Roman" w:hAnsi="Arial" w:cs="Arial"/>
          <w:bCs/>
          <w:iCs/>
          <w:sz w:val="22"/>
          <w:szCs w:val="22"/>
        </w:rPr>
      </w:pPr>
      <w:bookmarkStart w:id="0" w:name="_GoBack"/>
      <w:bookmarkEnd w:id="0"/>
      <w:r w:rsidRPr="005A1648">
        <w:rPr>
          <w:noProof/>
          <w:sz w:val="22"/>
          <w:szCs w:val="22"/>
          <w:lang w:eastAsia="it-IT" w:bidi="ar-SA"/>
        </w:rPr>
        <w:drawing>
          <wp:inline distT="0" distB="0" distL="0" distR="0" wp14:anchorId="2D773FFE" wp14:editId="52DEAEB1">
            <wp:extent cx="5867400" cy="695325"/>
            <wp:effectExtent l="19050" t="0" r="0" b="0"/>
            <wp:docPr id="1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5D5B3C" w14:textId="77777777" w:rsidR="00F9660B" w:rsidRPr="008C0373" w:rsidRDefault="00F9660B" w:rsidP="008C0373">
      <w:pPr>
        <w:autoSpaceDE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</w:p>
    <w:p w14:paraId="6981B22F" w14:textId="77777777" w:rsidR="00856055" w:rsidRDefault="00856055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2F9DA76B" w14:textId="77777777" w:rsidR="005A1648" w:rsidRDefault="00F9660B" w:rsidP="005A1648">
      <w:pPr>
        <w:widowControl/>
        <w:suppressAutoHyphens w:val="0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251D72">
        <w:rPr>
          <w:rFonts w:ascii="Arial" w:hAnsi="Arial" w:cs="Arial"/>
          <w:b/>
          <w:smallCaps/>
          <w:sz w:val="20"/>
          <w:szCs w:val="20"/>
        </w:rPr>
        <w:t>ALLEGATO 3</w:t>
      </w:r>
      <w:r w:rsidRPr="005A1648">
        <w:rPr>
          <w:rFonts w:ascii="Arial" w:hAnsi="Arial" w:cs="Arial"/>
          <w:b/>
          <w:smallCaps/>
          <w:sz w:val="20"/>
          <w:szCs w:val="20"/>
          <w:u w:val="single"/>
        </w:rPr>
        <w:t xml:space="preserve"> </w:t>
      </w:r>
      <w:r w:rsidR="005A1648" w:rsidRPr="005A1648">
        <w:rPr>
          <w:rFonts w:ascii="Arial" w:hAnsi="Arial" w:cs="Arial"/>
          <w:b/>
          <w:bCs/>
          <w:sz w:val="20"/>
          <w:szCs w:val="20"/>
        </w:rPr>
        <w:t>al D.D.G.  n. _______ del __________</w:t>
      </w:r>
    </w:p>
    <w:p w14:paraId="4E2C6E64" w14:textId="77777777" w:rsidR="005A1648" w:rsidRDefault="005A1648" w:rsidP="005A1648">
      <w:pPr>
        <w:widowControl/>
        <w:suppressAutoHyphens w:val="0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993C6DA" w14:textId="77777777" w:rsidR="00F9660B" w:rsidRPr="005A1648" w:rsidRDefault="005A1648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smallCaps/>
          <w:kern w:val="0"/>
          <w:sz w:val="20"/>
          <w:szCs w:val="20"/>
          <w:lang w:eastAsia="en-US" w:bidi="ar-SA"/>
        </w:rPr>
      </w:pPr>
      <w:r w:rsidRPr="005A1648">
        <w:rPr>
          <w:rFonts w:ascii="Arial" w:hAnsi="Arial" w:cs="Arial"/>
          <w:b/>
          <w:bCs/>
          <w:sz w:val="20"/>
          <w:szCs w:val="20"/>
        </w:rPr>
        <w:t xml:space="preserve"> </w:t>
      </w:r>
      <w:r w:rsidR="00F9660B" w:rsidRPr="005A1648">
        <w:rPr>
          <w:rFonts w:ascii="Arial" w:hAnsi="Arial" w:cs="Arial"/>
          <w:b/>
          <w:smallCaps/>
          <w:sz w:val="20"/>
          <w:szCs w:val="20"/>
        </w:rPr>
        <w:t>INFORMATIVA PRIVACY PER IL TRATTAMENTO DEI DATI PERSONALI DEL BENEFICIARIO DEL CONTRATTO NELL’AMBITO DELL’AVVISO</w:t>
      </w:r>
      <w:r w:rsidR="00BE0649" w:rsidRPr="005A1648">
        <w:rPr>
          <w:rFonts w:ascii="Arial" w:hAnsi="Arial" w:cs="Arial"/>
          <w:b/>
          <w:smallCaps/>
          <w:sz w:val="20"/>
          <w:szCs w:val="20"/>
        </w:rPr>
        <w:t xml:space="preserve">N. </w:t>
      </w:r>
      <w:r w:rsidR="00BB6AD3" w:rsidRPr="005A1648">
        <w:rPr>
          <w:rFonts w:ascii="Arial" w:hAnsi="Arial" w:cs="Arial"/>
          <w:b/>
          <w:smallCaps/>
          <w:sz w:val="20"/>
          <w:szCs w:val="20"/>
        </w:rPr>
        <w:t>9/2023</w:t>
      </w:r>
      <w:r w:rsidR="00BC6977" w:rsidRPr="005A1648">
        <w:rPr>
          <w:rFonts w:ascii="Arial" w:hAnsi="Arial" w:cs="Arial"/>
          <w:b/>
          <w:smallCaps/>
          <w:sz w:val="20"/>
          <w:szCs w:val="20"/>
        </w:rPr>
        <w:t>: “</w:t>
      </w:r>
      <w:r w:rsidR="00F9660B" w:rsidRPr="005A1648">
        <w:rPr>
          <w:rFonts w:ascii="Arial" w:hAnsi="Arial" w:cs="Arial"/>
          <w:b/>
          <w:smallCaps/>
          <w:sz w:val="20"/>
          <w:szCs w:val="20"/>
        </w:rPr>
        <w:t xml:space="preserve">PER IL FINANZIAMENTO </w:t>
      </w:r>
      <w:proofErr w:type="spellStart"/>
      <w:r w:rsidR="00F9660B" w:rsidRPr="005A1648">
        <w:rPr>
          <w:rFonts w:ascii="Arial" w:hAnsi="Arial" w:cs="Arial"/>
          <w:b/>
          <w:smallCaps/>
          <w:sz w:val="20"/>
          <w:szCs w:val="20"/>
        </w:rPr>
        <w:t>DI</w:t>
      </w:r>
      <w:r w:rsidR="00F9660B" w:rsidRPr="005A1648">
        <w:rPr>
          <w:rFonts w:ascii="Arial" w:eastAsia="Calibri" w:hAnsi="Arial" w:cs="Arial"/>
          <w:b/>
          <w:bCs/>
          <w:smallCaps/>
          <w:kern w:val="0"/>
          <w:sz w:val="20"/>
          <w:szCs w:val="20"/>
          <w:lang w:eastAsia="en-US" w:bidi="ar-SA"/>
        </w:rPr>
        <w:t>contratti</w:t>
      </w:r>
      <w:proofErr w:type="spellEnd"/>
      <w:r w:rsidR="00F9660B" w:rsidRPr="005A1648">
        <w:rPr>
          <w:rFonts w:ascii="Arial" w:eastAsia="Calibri" w:hAnsi="Arial" w:cs="Arial"/>
          <w:b/>
          <w:bCs/>
          <w:smallCaps/>
          <w:kern w:val="0"/>
          <w:sz w:val="20"/>
          <w:szCs w:val="20"/>
          <w:lang w:eastAsia="en-US" w:bidi="ar-SA"/>
        </w:rPr>
        <w:t xml:space="preserve"> di formazione specialistica nell’area medico-</w:t>
      </w:r>
      <w:r w:rsidR="00BB6AD3" w:rsidRPr="005A1648">
        <w:rPr>
          <w:rFonts w:ascii="Arial" w:eastAsia="Calibri" w:hAnsi="Arial" w:cs="Arial"/>
          <w:b/>
          <w:bCs/>
          <w:smallCaps/>
          <w:kern w:val="0"/>
          <w:sz w:val="20"/>
          <w:szCs w:val="20"/>
          <w:lang w:eastAsia="en-US" w:bidi="ar-SA"/>
        </w:rPr>
        <w:t xml:space="preserve">sanitaria in Sicilia - </w:t>
      </w:r>
      <w:proofErr w:type="spellStart"/>
      <w:r w:rsidR="00BB6AD3" w:rsidRPr="005A1648">
        <w:rPr>
          <w:rFonts w:ascii="Arial" w:eastAsia="Calibri" w:hAnsi="Arial" w:cs="Arial"/>
          <w:b/>
          <w:bCs/>
          <w:smallCaps/>
          <w:kern w:val="0"/>
          <w:sz w:val="20"/>
          <w:szCs w:val="20"/>
          <w:lang w:eastAsia="en-US" w:bidi="ar-SA"/>
        </w:rPr>
        <w:t>a.a</w:t>
      </w:r>
      <w:proofErr w:type="spellEnd"/>
      <w:r w:rsidR="00BB6AD3" w:rsidRPr="005A1648">
        <w:rPr>
          <w:rFonts w:ascii="Arial" w:eastAsia="Calibri" w:hAnsi="Arial" w:cs="Arial"/>
          <w:b/>
          <w:bCs/>
          <w:smallCaps/>
          <w:kern w:val="0"/>
          <w:sz w:val="20"/>
          <w:szCs w:val="20"/>
          <w:lang w:eastAsia="en-US" w:bidi="ar-SA"/>
        </w:rPr>
        <w:t>. 2022/23</w:t>
      </w:r>
      <w:r w:rsidR="00BC6977" w:rsidRPr="005A1648">
        <w:rPr>
          <w:rFonts w:ascii="Arial" w:eastAsia="Calibri" w:hAnsi="Arial" w:cs="Arial"/>
          <w:b/>
          <w:bCs/>
          <w:smallCaps/>
          <w:kern w:val="0"/>
          <w:sz w:val="20"/>
          <w:szCs w:val="20"/>
          <w:lang w:eastAsia="en-US" w:bidi="ar-SA"/>
        </w:rPr>
        <w:t>”</w:t>
      </w:r>
      <w:r w:rsidR="00F9660B" w:rsidRPr="005A1648">
        <w:rPr>
          <w:rFonts w:ascii="Arial" w:eastAsia="Calibri" w:hAnsi="Arial" w:cs="Arial"/>
          <w:b/>
          <w:bCs/>
          <w:smallCaps/>
          <w:kern w:val="0"/>
          <w:sz w:val="20"/>
          <w:szCs w:val="20"/>
          <w:lang w:eastAsia="en-US" w:bidi="ar-SA"/>
        </w:rPr>
        <w:t xml:space="preserve">. </w:t>
      </w:r>
    </w:p>
    <w:p w14:paraId="55404879" w14:textId="77777777" w:rsidR="00F9660B" w:rsidRPr="005A1648" w:rsidRDefault="00F9660B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smallCaps/>
          <w:kern w:val="0"/>
          <w:sz w:val="20"/>
          <w:szCs w:val="20"/>
          <w:lang w:eastAsia="en-US" w:bidi="ar-SA"/>
        </w:rPr>
      </w:pPr>
      <w:r w:rsidRPr="005A1648">
        <w:rPr>
          <w:rFonts w:ascii="Arial" w:hAnsi="Arial" w:cs="Arial"/>
          <w:b/>
          <w:smallCaps/>
          <w:sz w:val="20"/>
          <w:szCs w:val="20"/>
        </w:rPr>
        <w:t>PR FSE+ Sicilia 2021/2027</w:t>
      </w:r>
      <w:r w:rsidR="00BC6977" w:rsidRPr="005A1648">
        <w:rPr>
          <w:rFonts w:ascii="Arial" w:hAnsi="Arial" w:cs="Arial"/>
          <w:b/>
          <w:smallCaps/>
          <w:sz w:val="20"/>
          <w:szCs w:val="20"/>
        </w:rPr>
        <w:t>.</w:t>
      </w:r>
    </w:p>
    <w:p w14:paraId="1E293B67" w14:textId="77777777" w:rsidR="00F9660B" w:rsidRPr="00F9660B" w:rsidRDefault="00F9660B" w:rsidP="00F9660B">
      <w:pPr>
        <w:ind w:left="0"/>
        <w:rPr>
          <w:rFonts w:ascii="Arial" w:hAnsi="Arial" w:cs="Arial"/>
          <w:b/>
          <w:smallCaps/>
          <w:sz w:val="20"/>
          <w:szCs w:val="20"/>
        </w:rPr>
      </w:pPr>
    </w:p>
    <w:p w14:paraId="2ED8920C" w14:textId="77777777" w:rsidR="00856055" w:rsidRDefault="00856055" w:rsidP="00F9660B">
      <w:pPr>
        <w:ind w:left="0"/>
        <w:rPr>
          <w:rFonts w:ascii="Arial" w:eastAsia="Calibri" w:hAnsi="Arial" w:cs="Arial"/>
          <w:b/>
          <w:bCs/>
          <w:smallCaps/>
          <w:kern w:val="0"/>
          <w:sz w:val="22"/>
          <w:szCs w:val="22"/>
          <w:lang w:eastAsia="en-US" w:bidi="ar-SA"/>
        </w:rPr>
      </w:pPr>
    </w:p>
    <w:p w14:paraId="45678F9B" w14:textId="77777777" w:rsidR="00F9660B" w:rsidRPr="00F9660B" w:rsidRDefault="00207E38" w:rsidP="00F9660B">
      <w:pPr>
        <w:ind w:left="0"/>
        <w:rPr>
          <w:rFonts w:ascii="Arial" w:hAnsi="Arial" w:cs="Arial"/>
          <w:b/>
          <w:smallCaps/>
          <w:sz w:val="22"/>
          <w:szCs w:val="22"/>
        </w:rPr>
      </w:pPr>
      <w:r w:rsidRPr="00856055">
        <w:rPr>
          <w:rFonts w:ascii="Arial" w:eastAsia="Calibri" w:hAnsi="Arial" w:cs="Arial"/>
          <w:b/>
          <w:bCs/>
          <w:smallCaps/>
          <w:kern w:val="0"/>
          <w:sz w:val="22"/>
          <w:szCs w:val="22"/>
          <w:lang w:eastAsia="en-US" w:bidi="ar-SA"/>
        </w:rPr>
        <w:t xml:space="preserve">Oggetto: </w:t>
      </w:r>
      <w:r w:rsidR="00F9660B" w:rsidRPr="00856055">
        <w:rPr>
          <w:rFonts w:ascii="Arial" w:hAnsi="Arial" w:cs="Arial"/>
          <w:b/>
          <w:smallCaps/>
          <w:sz w:val="22"/>
          <w:szCs w:val="22"/>
        </w:rPr>
        <w:t>Informativa ai sensi</w:t>
      </w:r>
      <w:r w:rsidR="00F9660B" w:rsidRPr="00F9660B">
        <w:rPr>
          <w:rFonts w:ascii="Arial" w:hAnsi="Arial" w:cs="Arial"/>
          <w:b/>
          <w:smallCaps/>
          <w:sz w:val="22"/>
          <w:szCs w:val="22"/>
        </w:rPr>
        <w:t xml:space="preserve"> dell’art. 13 del </w:t>
      </w:r>
      <w:proofErr w:type="spellStart"/>
      <w:r w:rsidR="00F9660B" w:rsidRPr="00F9660B">
        <w:rPr>
          <w:rFonts w:ascii="Arial" w:hAnsi="Arial" w:cs="Arial"/>
          <w:b/>
          <w:smallCaps/>
          <w:sz w:val="22"/>
          <w:szCs w:val="22"/>
        </w:rPr>
        <w:t>D.Lgs.</w:t>
      </w:r>
      <w:proofErr w:type="spellEnd"/>
      <w:r w:rsidR="00F9660B" w:rsidRPr="00F9660B">
        <w:rPr>
          <w:rFonts w:ascii="Arial" w:hAnsi="Arial" w:cs="Arial"/>
          <w:b/>
          <w:smallCaps/>
          <w:sz w:val="22"/>
          <w:szCs w:val="22"/>
        </w:rPr>
        <w:t xml:space="preserve"> n. 196/2003 e dell’articolo 13 del Regolamento (UE) n. 2016/679</w:t>
      </w:r>
    </w:p>
    <w:p w14:paraId="30FCFE75" w14:textId="77777777" w:rsidR="00F9660B" w:rsidRDefault="00F9660B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14:paraId="74BA9D7A" w14:textId="77777777"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 w:right="-14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Ai sensi dell’art. 13 del D. Lgs. 196/2003 (di seguito “Codice Privacy”) e dell’art. 13 de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l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Regolamento UE n. 2016/679 (di seguito “GDPR 2016/679”), recante disposizioni a tutela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dellepersone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e di altri soggetti rispetto al trattamento dei dati personali, desideriamo informarLa che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idati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personali da Lei forniti formeranno oggetto di trattamento nel rispetto della normativa sopra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richiamata e degli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obblighi di riservatezza cui è tenuto il Dipartimento dell’Istruzione, dell’Università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e del Diritto allo Studio della Regione Siciliana.</w:t>
      </w:r>
    </w:p>
    <w:p w14:paraId="36383C65" w14:textId="77777777" w:rsidR="009762C2" w:rsidRDefault="009762C2" w:rsidP="009762C2">
      <w:pPr>
        <w:widowControl/>
        <w:suppressAutoHyphens w:val="0"/>
        <w:autoSpaceDE w:val="0"/>
        <w:autoSpaceDN w:val="0"/>
        <w:adjustRightInd w:val="0"/>
        <w:ind w:left="0" w:right="-14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14:paraId="2671B7E6" w14:textId="77777777" w:rsidR="00207E38" w:rsidRDefault="00207E38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Titolare del trattamento</w:t>
      </w:r>
    </w:p>
    <w:p w14:paraId="73A8B7C9" w14:textId="77777777"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Il Titolare del tr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attamento è la Regione Sicilia -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Assessorato dell’Istruzione e della Formazione</w:t>
      </w:r>
    </w:p>
    <w:p w14:paraId="2A9F93EE" w14:textId="77777777"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Professionale - Dipartimento dell’Istruzione, dell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’Università e del Diritto allo S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tudio, nella persona</w:t>
      </w:r>
    </w:p>
    <w:p w14:paraId="46FAD951" w14:textId="77777777"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dell’Assessore dell’Istruzione e della Formazione Professionale pro-tempore domiciliato in Palermo</w:t>
      </w:r>
      <w:r w:rsidR="00BE0649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,</w:t>
      </w:r>
    </w:p>
    <w:p w14:paraId="206FD9AF" w14:textId="77777777" w:rsidR="00207E38" w:rsidRDefault="00207E38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Viale Regione Siciliana n. 33.</w:t>
      </w:r>
    </w:p>
    <w:p w14:paraId="7DFEDF91" w14:textId="77777777" w:rsidR="009762C2" w:rsidRDefault="009762C2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14:paraId="35D3CB71" w14:textId="77777777" w:rsidR="00207E38" w:rsidRDefault="00207E38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Responsabile del trattamento</w:t>
      </w:r>
    </w:p>
    <w:p w14:paraId="19307B01" w14:textId="77777777" w:rsidR="009762C2" w:rsidRPr="009762C2" w:rsidRDefault="009762C2" w:rsidP="009762C2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Responsabili</w:t>
      </w:r>
      <w:r w:rsidRPr="00363758">
        <w:rPr>
          <w:rFonts w:ascii="Arial" w:hAnsi="Arial" w:cs="Arial"/>
          <w:sz w:val="22"/>
          <w:szCs w:val="22"/>
        </w:rPr>
        <w:t xml:space="preserve"> del trattamento </w:t>
      </w:r>
      <w:r>
        <w:rPr>
          <w:rFonts w:ascii="Arial" w:hAnsi="Arial" w:cs="Arial"/>
          <w:sz w:val="22"/>
          <w:szCs w:val="22"/>
        </w:rPr>
        <w:t>sono</w:t>
      </w:r>
      <w:r w:rsidR="00BE064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per conto della Regione </w:t>
      </w:r>
      <w:r w:rsidRPr="00363758">
        <w:rPr>
          <w:rFonts w:ascii="Arial" w:hAnsi="Arial" w:cs="Arial"/>
          <w:sz w:val="22"/>
          <w:szCs w:val="22"/>
        </w:rPr>
        <w:t xml:space="preserve">il </w:t>
      </w:r>
      <w:r>
        <w:rPr>
          <w:rFonts w:ascii="Arial" w:hAnsi="Arial" w:cs="Arial"/>
          <w:sz w:val="22"/>
          <w:szCs w:val="22"/>
        </w:rPr>
        <w:t xml:space="preserve">Dirigente Generale del </w:t>
      </w:r>
      <w:proofErr w:type="spellStart"/>
      <w:r>
        <w:rPr>
          <w:rFonts w:ascii="Arial" w:hAnsi="Arial" w:cs="Arial"/>
          <w:sz w:val="22"/>
          <w:szCs w:val="22"/>
        </w:rPr>
        <w:t>Dipartimentodell’</w:t>
      </w:r>
      <w:r w:rsidRPr="00363758">
        <w:rPr>
          <w:rFonts w:ascii="Arial" w:hAnsi="Arial" w:cs="Arial"/>
          <w:sz w:val="22"/>
          <w:szCs w:val="22"/>
        </w:rPr>
        <w:t>Istruzione</w:t>
      </w:r>
      <w:proofErr w:type="spellEnd"/>
      <w:r>
        <w:rPr>
          <w:rFonts w:ascii="Arial" w:hAnsi="Arial" w:cs="Arial"/>
          <w:sz w:val="22"/>
          <w:szCs w:val="22"/>
        </w:rPr>
        <w:t xml:space="preserve">, dell’Università e del Diritto allo </w:t>
      </w:r>
      <w:proofErr w:type="spellStart"/>
      <w:r>
        <w:rPr>
          <w:rFonts w:ascii="Arial" w:hAnsi="Arial" w:cs="Arial"/>
          <w:sz w:val="22"/>
          <w:szCs w:val="22"/>
        </w:rPr>
        <w:t>Studiopro</w:t>
      </w:r>
      <w:proofErr w:type="spellEnd"/>
      <w:r>
        <w:rPr>
          <w:rFonts w:ascii="Arial" w:hAnsi="Arial" w:cs="Arial"/>
          <w:sz w:val="22"/>
          <w:szCs w:val="22"/>
        </w:rPr>
        <w:t>-tempore e per conto dell’Università il ____________________ (indicare).</w:t>
      </w:r>
    </w:p>
    <w:p w14:paraId="73EB9DBE" w14:textId="77777777" w:rsidR="009762C2" w:rsidRDefault="009762C2" w:rsidP="009762C2">
      <w:pPr>
        <w:rPr>
          <w:rFonts w:ascii="Arial" w:hAnsi="Arial" w:cs="Arial"/>
          <w:b/>
          <w:sz w:val="22"/>
          <w:szCs w:val="22"/>
        </w:rPr>
      </w:pPr>
    </w:p>
    <w:p w14:paraId="310F6DB2" w14:textId="77777777" w:rsidR="009762C2" w:rsidRPr="00363758" w:rsidRDefault="009762C2" w:rsidP="009762C2">
      <w:pPr>
        <w:ind w:left="0"/>
        <w:rPr>
          <w:rFonts w:ascii="Arial" w:hAnsi="Arial" w:cs="Arial"/>
          <w:b/>
          <w:sz w:val="22"/>
          <w:szCs w:val="22"/>
        </w:rPr>
      </w:pPr>
      <w:r w:rsidRPr="00363758">
        <w:rPr>
          <w:rFonts w:ascii="Arial" w:hAnsi="Arial" w:cs="Arial"/>
          <w:b/>
          <w:sz w:val="22"/>
          <w:szCs w:val="22"/>
        </w:rPr>
        <w:t>Responsabile della protezione dei dati (DPO)</w:t>
      </w:r>
    </w:p>
    <w:p w14:paraId="37F02041" w14:textId="77777777" w:rsidR="009762C2" w:rsidRDefault="009762C2" w:rsidP="009762C2">
      <w:pPr>
        <w:ind w:left="0"/>
        <w:rPr>
          <w:rFonts w:ascii="Arial" w:hAnsi="Arial" w:cs="Arial"/>
          <w:sz w:val="22"/>
          <w:szCs w:val="22"/>
        </w:rPr>
      </w:pPr>
      <w:r w:rsidRPr="00D9750A">
        <w:rPr>
          <w:rFonts w:ascii="Arial" w:hAnsi="Arial" w:cs="Arial"/>
          <w:sz w:val="22"/>
          <w:szCs w:val="22"/>
        </w:rPr>
        <w:t xml:space="preserve">Il responsabile della protezione dei dati (DPO), della Regione Siciliana ha recapito mail </w:t>
      </w:r>
      <w:hyperlink r:id="rId8" w:history="1">
        <w:r w:rsidRPr="00117E8F">
          <w:rPr>
            <w:rFonts w:ascii="Arial" w:hAnsi="Arial" w:cs="Arial"/>
            <w:color w:val="0000FF"/>
            <w:sz w:val="22"/>
            <w:szCs w:val="22"/>
            <w:u w:val="single"/>
            <w:lang w:eastAsia="ar-SA"/>
          </w:rPr>
          <w:t>dpo@regione.sicilia.it</w:t>
        </w:r>
      </w:hyperlink>
      <w:r w:rsidRPr="00D9750A">
        <w:rPr>
          <w:rFonts w:ascii="Arial" w:hAnsi="Arial" w:cs="Arial"/>
          <w:sz w:val="22"/>
          <w:szCs w:val="22"/>
        </w:rPr>
        <w:t>e pec</w:t>
      </w:r>
      <w:hyperlink r:id="rId9" w:history="1">
        <w:r w:rsidRPr="00117E8F">
          <w:rPr>
            <w:rFonts w:ascii="Arial" w:hAnsi="Arial" w:cs="Arial"/>
            <w:color w:val="0000FF"/>
            <w:sz w:val="22"/>
            <w:szCs w:val="22"/>
            <w:u w:val="single"/>
            <w:lang w:eastAsia="ar-SA"/>
          </w:rPr>
          <w:t>dpo@certmail.regione.sicilia.it</w:t>
        </w:r>
      </w:hyperlink>
    </w:p>
    <w:p w14:paraId="1212283F" w14:textId="77777777" w:rsidR="009762C2" w:rsidRDefault="009762C2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14:paraId="5D9EA910" w14:textId="77777777" w:rsidR="00207E38" w:rsidRPr="009762C2" w:rsidRDefault="00207E38" w:rsidP="009762C2">
      <w:pPr>
        <w:widowControl/>
        <w:suppressAutoHyphens w:val="0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</w:pPr>
      <w:r w:rsidRPr="009762C2"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  <w:t>Finalità del trattamento</w:t>
      </w:r>
    </w:p>
    <w:p w14:paraId="2AC8C326" w14:textId="77777777" w:rsidR="009762C2" w:rsidRPr="00F03521" w:rsidRDefault="00207E38" w:rsidP="009762C2">
      <w:pPr>
        <w:widowControl/>
        <w:suppressAutoHyphens w:val="0"/>
        <w:autoSpaceDE w:val="0"/>
        <w:autoSpaceDN w:val="0"/>
        <w:adjustRightInd w:val="0"/>
        <w:ind w:left="0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9762C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I dati personali da Lei forniti sono raccolti e trattati per le sole finalità di espletamento </w:t>
      </w:r>
      <w:proofErr w:type="spellStart"/>
      <w:r w:rsidRPr="009762C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dellapresente</w:t>
      </w:r>
      <w:proofErr w:type="spellEnd"/>
      <w:r w:rsidRPr="009762C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procedura e di tutti gli adempimenti necessari per l’attuazione </w:t>
      </w:r>
      <w:proofErr w:type="gramStart"/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dell’ “</w:t>
      </w:r>
      <w:proofErr w:type="gramEnd"/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Avviso</w:t>
      </w:r>
      <w:r w:rsidR="00BB6AD3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n. 9/2023</w:t>
      </w:r>
      <w:r w:rsidR="009762C2"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:</w:t>
      </w:r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per </w:t>
      </w:r>
      <w:proofErr w:type="spellStart"/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ilfinanziamento</w:t>
      </w:r>
      <w:proofErr w:type="spellEnd"/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di contratti di formazione specialistica nell’area medico-sanitaria in Sicilia </w:t>
      </w:r>
      <w:r w:rsidR="009762C2" w:rsidRPr="00F03521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-</w:t>
      </w:r>
      <w:proofErr w:type="spellStart"/>
      <w:r w:rsidR="00BB6AD3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a.a</w:t>
      </w:r>
      <w:proofErr w:type="spellEnd"/>
      <w:r w:rsidR="00BB6AD3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. 2022/23</w:t>
      </w:r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”</w:t>
      </w:r>
      <w:r w:rsidR="00BC6977"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- </w:t>
      </w:r>
      <w:r w:rsidR="009762C2" w:rsidRPr="00F03521">
        <w:rPr>
          <w:rFonts w:ascii="Arial" w:hAnsi="Arial" w:cs="Arial"/>
          <w:smallCaps/>
          <w:sz w:val="22"/>
          <w:szCs w:val="22"/>
        </w:rPr>
        <w:t>PR FSE+ Sicilia 2021/2027.</w:t>
      </w:r>
    </w:p>
    <w:p w14:paraId="72F357B4" w14:textId="77777777" w:rsidR="009762C2" w:rsidRDefault="009762C2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14:paraId="7C78787E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Il trattamento è necessario per l’esecuzione dei propri compiti di interesse pubblico comunque</w:t>
      </w:r>
    </w:p>
    <w:p w14:paraId="34B36D64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connesso all’esercizio dell’attività amministrativa.</w:t>
      </w:r>
    </w:p>
    <w:p w14:paraId="6278534B" w14:textId="77777777" w:rsidR="009762C2" w:rsidRDefault="009762C2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14:paraId="3D204667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L’eventuale rifiuto di fornire i dati personali da parte dell’interessato comporta l’impossibilità dello</w:t>
      </w:r>
    </w:p>
    <w:p w14:paraId="1A39B550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stesso di accedere al finanziamento.</w:t>
      </w:r>
    </w:p>
    <w:p w14:paraId="32ED7403" w14:textId="77777777" w:rsidR="00856055" w:rsidRDefault="0085605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14:paraId="5A886889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Modalità di trattamento e conservazione</w:t>
      </w:r>
    </w:p>
    <w:p w14:paraId="3E1F3A9E" w14:textId="77777777"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Il trattamento sarà svolto in forma automatizzata e/o manuale, nel rispetto di quanto previsto</w:t>
      </w:r>
    </w:p>
    <w:p w14:paraId="4F1899FC" w14:textId="77777777"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dall’art. 32 del GDPR 2016/679 e dall’Allegato B del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D.Lgs.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196/2003 (artt. 33-36 del Codice) in</w:t>
      </w:r>
    </w:p>
    <w:p w14:paraId="7DD84989" w14:textId="77777777"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materia di misure di sicurezza, ad opera di soggetti appositamente incaricati e in ottemperanza a</w:t>
      </w:r>
    </w:p>
    <w:p w14:paraId="6D8A09AC" w14:textId="77777777"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quanto previsto dagli art. 29 GDPR 2016/ 679.</w:t>
      </w:r>
    </w:p>
    <w:p w14:paraId="63A203E4" w14:textId="77777777"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lastRenderedPageBreak/>
        <w:t>Le segnaliamo che, nel rispetto dei principi di liceità, limitazione delle finalità e minimizzazione dei</w:t>
      </w:r>
    </w:p>
    <w:p w14:paraId="597C3E22" w14:textId="77777777"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dati, ai sensi dell’art. 5 GDPR 2016/679, previo il Suo consenso libero ed esplicito espresso in</w:t>
      </w:r>
    </w:p>
    <w:p w14:paraId="0E68854E" w14:textId="77777777"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calce alla presente informativa, i Suoi dati personali saranno conservati per il periodo di tempo</w:t>
      </w:r>
    </w:p>
    <w:p w14:paraId="5ACECAD7" w14:textId="77777777"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necessario per il conseguimento delle finalità per le quali sono raccolti e trattati.</w:t>
      </w:r>
    </w:p>
    <w:p w14:paraId="4A487B36" w14:textId="77777777"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TimesNewRomanPSMT" w:eastAsia="Calibri" w:hAnsi="TimesNewRomanPSMT" w:cs="TimesNewRomanPSMT"/>
          <w:kern w:val="0"/>
          <w:sz w:val="18"/>
          <w:szCs w:val="18"/>
          <w:lang w:eastAsia="en-US" w:bidi="ar-SA"/>
        </w:rPr>
      </w:pPr>
    </w:p>
    <w:p w14:paraId="59ABB00A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Ambito di comunicazione e diffusione</w:t>
      </w:r>
    </w:p>
    <w:p w14:paraId="2A8D5F47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Informiamo inoltre che i dati raccolti non saranno mai diffusi e non saranno oggetto di</w:t>
      </w:r>
    </w:p>
    <w:p w14:paraId="0C8CF300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comunicazione senza Suo esplicito consenso, salvo le comunicazioni necessarie che possono</w:t>
      </w:r>
    </w:p>
    <w:p w14:paraId="1652F010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comportare il trasferimento di dati ad enti pubblici, a consulenti o ad altri soggetti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perl’adempimento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degli obblighi di legge.</w:t>
      </w:r>
    </w:p>
    <w:p w14:paraId="06D05DF9" w14:textId="77777777"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14:paraId="02B1C9DD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Trasferimento dei dati personali</w:t>
      </w:r>
    </w:p>
    <w:p w14:paraId="7999E3CC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 suoi dati non saranno trasferiti né in Stati membri dell’Unione Europea né in Paesi terzi non</w:t>
      </w:r>
    </w:p>
    <w:p w14:paraId="1FC4F203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appartenenti all’Unione Europea.</w:t>
      </w:r>
    </w:p>
    <w:p w14:paraId="61853308" w14:textId="77777777"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14:paraId="4E03A0DB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Categorie particolari di dati personali</w:t>
      </w:r>
    </w:p>
    <w:p w14:paraId="7C3EE16C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Ai sensi degli articoli 26 e 27 del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D.Lgs.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196/2003 e degli articoli 9 e 10 del Regolamento UE n.</w:t>
      </w:r>
    </w:p>
    <w:p w14:paraId="135AF3B5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2016/679, Lei potrebbe conferire, alla Regione dati qualificabili come “categorie particolari di dati</w:t>
      </w:r>
    </w:p>
    <w:p w14:paraId="234429D1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personali” e cioè quei dati che rivelano “l'origine razziale o etnica, le opinioni politiche, le</w:t>
      </w:r>
    </w:p>
    <w:p w14:paraId="09050036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convinzioni religiose o filosofiche, o l'appartenenza sindacale, nonché dati genetici, dati biometrici</w:t>
      </w:r>
    </w:p>
    <w:p w14:paraId="1FE5BD75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intesi a identificare in modo univoco una persona fisica, dati relativi alla salute o alla vita sessuale</w:t>
      </w:r>
    </w:p>
    <w:p w14:paraId="4BA200ED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 all’orientamento sessuale della persona”. Tali categorie di dati potranno essere trattate dal</w:t>
      </w:r>
    </w:p>
    <w:p w14:paraId="210A729E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Dipartimento solo previo Suo libero ed esplicito consenso, manifestato in forma scritta in calce alla</w:t>
      </w:r>
    </w:p>
    <w:p w14:paraId="28DBEE2B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presente informativa.</w:t>
      </w:r>
    </w:p>
    <w:p w14:paraId="184CA823" w14:textId="77777777"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14:paraId="4FDB0940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Esistenza di un processo decisionale automatizzato, compresa la profilazione</w:t>
      </w:r>
    </w:p>
    <w:p w14:paraId="20FEC17B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La Regione </w:t>
      </w:r>
      <w:r w:rsidR="00965EC0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e l’Università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non adotta</w:t>
      </w:r>
      <w:r w:rsidR="00965EC0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no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alcun processo decisionale automatizzato, compresa la profilazione, di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cuiall’articolo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22, paragrafi 1 e 4, del Regolamento UE n. 679/2016.</w:t>
      </w:r>
    </w:p>
    <w:p w14:paraId="68514E5E" w14:textId="77777777"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14:paraId="12385F51" w14:textId="77777777" w:rsidR="00BB6AD3" w:rsidRDefault="00BB6AD3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14:paraId="17AD60DF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Diritti dell’interessato</w:t>
      </w:r>
    </w:p>
    <w:p w14:paraId="716A188F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In ogni momento, Lei potrà esercitare, ai sensi dell’art. 7 del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D.Lgs.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196/2003 e degli articoli dal 15al 22 del Regolamento UE n. 2016/679, il diritto di:</w:t>
      </w:r>
    </w:p>
    <w:p w14:paraId="0E3D2614" w14:textId="77777777"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a)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chiedere la conferma dell’esistenza o meno di propri dati personali;</w:t>
      </w:r>
    </w:p>
    <w:p w14:paraId="5AEA981E" w14:textId="77777777"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proofErr w:type="gramStart"/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b)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</w:t>
      </w:r>
      <w:proofErr w:type="gramEnd"/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le indicazioni circa le finalità del trattamento, le categorie dei dati personali, i</w:t>
      </w:r>
    </w:p>
    <w:p w14:paraId="74DAA258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destinatari o le categorie di destinatari a cui i dati personali sono stati o saranno comunicati</w:t>
      </w:r>
    </w:p>
    <w:p w14:paraId="0292F5F2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e, quando possibile, il periodo di conservazione;</w:t>
      </w:r>
    </w:p>
    <w:p w14:paraId="5AF1EEA6" w14:textId="77777777"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c)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la rettifica e la cancellazione dei dati;</w:t>
      </w:r>
    </w:p>
    <w:p w14:paraId="0E5D36D1" w14:textId="77777777"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d)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la limitazione del trattamento;</w:t>
      </w:r>
    </w:p>
    <w:p w14:paraId="290CB89C" w14:textId="77777777"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proofErr w:type="gramStart"/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e)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</w:t>
      </w:r>
      <w:proofErr w:type="gramEnd"/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la portabilità dei dati, ossia riceverli da un titolare del trattamento, in un formato</w:t>
      </w:r>
    </w:p>
    <w:p w14:paraId="6812F37D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strutturato, di uso comune e leggibile da dispositivo automatico, e trasmetterli ad un altro</w:t>
      </w:r>
    </w:p>
    <w:p w14:paraId="3A13F2CE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titolare del trattamento senza impedimenti;</w:t>
      </w:r>
    </w:p>
    <w:p w14:paraId="2A568DFF" w14:textId="77777777"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f)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opporsi al trattamento in qualsiasi momento ed anche nel caso di trattamento per finalità di</w:t>
      </w:r>
    </w:p>
    <w:p w14:paraId="55923C36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marketing diretto;</w:t>
      </w:r>
    </w:p>
    <w:p w14:paraId="661CD5E1" w14:textId="77777777"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g)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opporsi ad un processo decisionale automatizzato relativo alle persone fisiche, compresa la</w:t>
      </w:r>
    </w:p>
    <w:p w14:paraId="7B461903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profilazione;</w:t>
      </w:r>
    </w:p>
    <w:p w14:paraId="4B3A8718" w14:textId="77777777"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h)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chiedere al titolare del trattamento l’accesso ai dati personali e la rettifica o la cancellazione</w:t>
      </w:r>
    </w:p>
    <w:p w14:paraId="1F5D7910" w14:textId="77777777" w:rsidR="00965EC0" w:rsidRPr="00BB6AD3" w:rsidRDefault="00207E38" w:rsidP="00BB6AD3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degli stessi o la limitazione del trattamento che lo riguardano o di opporsi al </w:t>
      </w:r>
      <w:proofErr w:type="spellStart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lorotrattamento</w:t>
      </w:r>
      <w:proofErr w:type="spellEnd"/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, oltre al diritto alla portabilità dei dati;</w:t>
      </w:r>
    </w:p>
    <w:p w14:paraId="5FFA3061" w14:textId="77777777" w:rsidR="00207E38" w:rsidRDefault="002806E5" w:rsidP="00A77A16">
      <w:pPr>
        <w:widowControl/>
        <w:tabs>
          <w:tab w:val="left" w:pos="9639"/>
          <w:tab w:val="left" w:pos="9781"/>
        </w:tabs>
        <w:suppressAutoHyphens w:val="0"/>
        <w:autoSpaceDE w:val="0"/>
        <w:autoSpaceDN w:val="0"/>
        <w:adjustRightInd w:val="0"/>
        <w:ind w:left="0" w:right="283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i)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revocare il consenso in qualsiasi momento senza pregiudicare la liceità del trattamento</w:t>
      </w:r>
    </w:p>
    <w:p w14:paraId="1C1EE3B7" w14:textId="77777777" w:rsidR="00207E38" w:rsidRDefault="00207E38" w:rsidP="00A77A16">
      <w:pPr>
        <w:widowControl/>
        <w:tabs>
          <w:tab w:val="left" w:pos="9639"/>
          <w:tab w:val="left" w:pos="9781"/>
        </w:tabs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basata sul consenso prestato prima della revoca;</w:t>
      </w:r>
    </w:p>
    <w:p w14:paraId="68129B3A" w14:textId="77777777"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j)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proporre reclamo a un’autorità di controllo.</w:t>
      </w:r>
    </w:p>
    <w:p w14:paraId="2CD9DF4E" w14:textId="77777777"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14:paraId="3D588801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Può esercitare i Suoi diritti con richiesta scritta inviata al Referente del Trattamento pro-tempore,</w:t>
      </w:r>
    </w:p>
    <w:p w14:paraId="086671F2" w14:textId="77777777"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all'indirizzo postale della sede legale o all’indirizzo mail:</w:t>
      </w:r>
    </w:p>
    <w:p w14:paraId="5D2E13C0" w14:textId="77777777" w:rsidR="00207E38" w:rsidRDefault="0005664A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u w:val="single"/>
          <w:lang w:eastAsia="en-US" w:bidi="ar-SA"/>
        </w:rPr>
      </w:pPr>
      <w:hyperlink r:id="rId10" w:history="1">
        <w:r w:rsidR="002806E5" w:rsidRPr="007A7584">
          <w:rPr>
            <w:rStyle w:val="Collegamentoipertestuale"/>
            <w:rFonts w:ascii="ArialMT" w:eastAsia="Calibri" w:hAnsi="ArialMT" w:cs="ArialMT"/>
            <w:kern w:val="0"/>
            <w:sz w:val="22"/>
            <w:szCs w:val="22"/>
            <w:lang w:eastAsia="en-US" w:bidi="ar-SA"/>
          </w:rPr>
          <w:t>dipartimento.istruzione@certmail.regione.sicilia.it</w:t>
        </w:r>
      </w:hyperlink>
    </w:p>
    <w:p w14:paraId="4BB8877D" w14:textId="77777777" w:rsidR="002806E5" w:rsidRPr="002806E5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u w:val="single"/>
          <w:lang w:eastAsia="en-US" w:bidi="ar-SA"/>
        </w:rPr>
      </w:pPr>
    </w:p>
    <w:p w14:paraId="01329EFB" w14:textId="77777777" w:rsidR="005E71C8" w:rsidRDefault="005E71C8" w:rsidP="002806E5">
      <w:pPr>
        <w:ind w:right="283"/>
      </w:pPr>
    </w:p>
    <w:p w14:paraId="0E09AB20" w14:textId="77777777"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Io sottoscritto/a dichiaro di aver ricevuto l’informativa che precede.</w:t>
      </w:r>
    </w:p>
    <w:p w14:paraId="23F696FC" w14:textId="77777777" w:rsidR="00965EC0" w:rsidRPr="00C924A9" w:rsidRDefault="00965EC0" w:rsidP="002806E5">
      <w:pPr>
        <w:ind w:left="0"/>
        <w:rPr>
          <w:rFonts w:ascii="Arial" w:hAnsi="Arial" w:cs="Arial"/>
          <w:sz w:val="22"/>
          <w:szCs w:val="22"/>
        </w:rPr>
      </w:pPr>
    </w:p>
    <w:p w14:paraId="460B14E8" w14:textId="77777777"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Io sottoscritto/a alla luce dell’informativa ricevuta</w:t>
      </w:r>
    </w:p>
    <w:p w14:paraId="322DD1D3" w14:textId="77777777"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</w:p>
    <w:p w14:paraId="22D75D07" w14:textId="77777777"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Cambria Math" w:hAnsi="Cambria Math" w:cs="Cambria Math"/>
          <w:sz w:val="22"/>
          <w:szCs w:val="22"/>
        </w:rPr>
        <w:t>□</w:t>
      </w:r>
      <w:r w:rsidRPr="00C924A9">
        <w:rPr>
          <w:rFonts w:ascii="Arial" w:hAnsi="Arial" w:cs="Arial"/>
          <w:b/>
          <w:sz w:val="22"/>
          <w:szCs w:val="22"/>
        </w:rPr>
        <w:t>esprimo il consenso</w:t>
      </w:r>
      <w:r>
        <w:rPr>
          <w:rFonts w:ascii="Cambria Math" w:hAnsi="Cambria Math" w:cs="Cambria Math"/>
          <w:sz w:val="22"/>
          <w:szCs w:val="22"/>
        </w:rPr>
        <w:t xml:space="preserve">□ </w:t>
      </w:r>
      <w:r w:rsidRPr="00C924A9">
        <w:rPr>
          <w:rFonts w:ascii="Arial" w:hAnsi="Arial" w:cs="Arial"/>
          <w:b/>
          <w:sz w:val="22"/>
          <w:szCs w:val="22"/>
        </w:rPr>
        <w:t>NON esprimo il consenso</w:t>
      </w:r>
      <w:r w:rsidRPr="00C924A9">
        <w:rPr>
          <w:rFonts w:ascii="Arial" w:hAnsi="Arial" w:cs="Arial"/>
          <w:sz w:val="22"/>
          <w:szCs w:val="22"/>
        </w:rPr>
        <w:t xml:space="preserve"> al trattamento dei miei dati personali inclusi quelli considerati come categorie particolari di dati.</w:t>
      </w:r>
    </w:p>
    <w:p w14:paraId="3B18930F" w14:textId="77777777" w:rsidR="002806E5" w:rsidRPr="00C924A9" w:rsidRDefault="002806E5" w:rsidP="002806E5">
      <w:pPr>
        <w:ind w:left="0"/>
        <w:rPr>
          <w:rFonts w:ascii="Arial" w:hAnsi="Arial" w:cs="Arial"/>
          <w:sz w:val="22"/>
          <w:szCs w:val="22"/>
        </w:rPr>
      </w:pPr>
    </w:p>
    <w:p w14:paraId="38CE8529" w14:textId="77777777"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Cambria Math" w:hAnsi="Cambria Math" w:cs="Cambria Math"/>
          <w:sz w:val="22"/>
          <w:szCs w:val="22"/>
        </w:rPr>
        <w:t xml:space="preserve">□ </w:t>
      </w:r>
      <w:r w:rsidRPr="00C924A9">
        <w:rPr>
          <w:rFonts w:ascii="Arial" w:hAnsi="Arial" w:cs="Arial"/>
          <w:b/>
          <w:sz w:val="22"/>
          <w:szCs w:val="22"/>
        </w:rPr>
        <w:t xml:space="preserve">esprimo il </w:t>
      </w:r>
      <w:proofErr w:type="spellStart"/>
      <w:r w:rsidRPr="00C924A9">
        <w:rPr>
          <w:rFonts w:ascii="Arial" w:hAnsi="Arial" w:cs="Arial"/>
          <w:b/>
          <w:sz w:val="22"/>
          <w:szCs w:val="22"/>
        </w:rPr>
        <w:t>consenso</w:t>
      </w:r>
      <w:r>
        <w:rPr>
          <w:rFonts w:ascii="Cambria Math" w:hAnsi="Cambria Math" w:cs="Cambria Math"/>
          <w:sz w:val="22"/>
          <w:szCs w:val="22"/>
        </w:rPr>
        <w:t>□</w:t>
      </w:r>
      <w:r w:rsidRPr="00C924A9">
        <w:rPr>
          <w:rFonts w:ascii="Arial" w:hAnsi="Arial" w:cs="Arial"/>
          <w:b/>
          <w:sz w:val="22"/>
          <w:szCs w:val="22"/>
        </w:rPr>
        <w:t>NON</w:t>
      </w:r>
      <w:proofErr w:type="spellEnd"/>
      <w:r w:rsidRPr="00C924A9">
        <w:rPr>
          <w:rFonts w:ascii="Arial" w:hAnsi="Arial" w:cs="Arial"/>
          <w:b/>
          <w:sz w:val="22"/>
          <w:szCs w:val="22"/>
        </w:rPr>
        <w:t xml:space="preserve"> esprimo il consenso</w:t>
      </w:r>
      <w:r w:rsidRPr="00C924A9">
        <w:rPr>
          <w:rFonts w:ascii="Arial" w:hAnsi="Arial" w:cs="Arial"/>
          <w:sz w:val="22"/>
          <w:szCs w:val="22"/>
        </w:rPr>
        <w:t xml:space="preserve"> alla comunicazione dei miei dati personali </w:t>
      </w:r>
      <w:r>
        <w:rPr>
          <w:rFonts w:ascii="Arial" w:hAnsi="Arial" w:cs="Arial"/>
          <w:sz w:val="22"/>
          <w:szCs w:val="22"/>
        </w:rPr>
        <w:t>a</w:t>
      </w:r>
      <w:r w:rsidRPr="00C924A9">
        <w:rPr>
          <w:rFonts w:ascii="Arial" w:hAnsi="Arial" w:cs="Arial"/>
          <w:sz w:val="22"/>
          <w:szCs w:val="22"/>
        </w:rPr>
        <w:t>d enti pubblici e società di natura privata per le finalità indicate nell’informativa.</w:t>
      </w:r>
    </w:p>
    <w:p w14:paraId="65D74026" w14:textId="77777777" w:rsidR="002806E5" w:rsidRPr="00C924A9" w:rsidRDefault="002806E5" w:rsidP="002806E5">
      <w:pPr>
        <w:ind w:left="0"/>
        <w:rPr>
          <w:rFonts w:ascii="Arial" w:hAnsi="Arial" w:cs="Arial"/>
          <w:sz w:val="22"/>
          <w:szCs w:val="22"/>
        </w:rPr>
      </w:pPr>
    </w:p>
    <w:p w14:paraId="0DC4CBDF" w14:textId="77777777" w:rsidR="002806E5" w:rsidRPr="00C13250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Cambria Math" w:hAnsi="Cambria Math" w:cs="Cambria Math"/>
          <w:sz w:val="22"/>
          <w:szCs w:val="22"/>
        </w:rPr>
        <w:t xml:space="preserve">□ </w:t>
      </w:r>
      <w:r w:rsidRPr="00C924A9">
        <w:rPr>
          <w:rFonts w:ascii="Arial" w:hAnsi="Arial" w:cs="Arial"/>
          <w:b/>
          <w:sz w:val="22"/>
          <w:szCs w:val="22"/>
        </w:rPr>
        <w:t xml:space="preserve">esprimo il </w:t>
      </w:r>
      <w:proofErr w:type="spellStart"/>
      <w:r w:rsidRPr="00C924A9">
        <w:rPr>
          <w:rFonts w:ascii="Arial" w:hAnsi="Arial" w:cs="Arial"/>
          <w:b/>
          <w:sz w:val="22"/>
          <w:szCs w:val="22"/>
        </w:rPr>
        <w:t>consenso</w:t>
      </w:r>
      <w:r>
        <w:rPr>
          <w:rFonts w:ascii="Cambria Math" w:hAnsi="Cambria Math" w:cs="Cambria Math"/>
          <w:sz w:val="22"/>
          <w:szCs w:val="22"/>
        </w:rPr>
        <w:t>□</w:t>
      </w:r>
      <w:r w:rsidRPr="00C924A9">
        <w:rPr>
          <w:rFonts w:ascii="Arial" w:hAnsi="Arial" w:cs="Arial"/>
          <w:b/>
          <w:sz w:val="22"/>
          <w:szCs w:val="22"/>
        </w:rPr>
        <w:t>NON</w:t>
      </w:r>
      <w:proofErr w:type="spellEnd"/>
      <w:r w:rsidRPr="00C924A9">
        <w:rPr>
          <w:rFonts w:ascii="Arial" w:hAnsi="Arial" w:cs="Arial"/>
          <w:b/>
          <w:sz w:val="22"/>
          <w:szCs w:val="22"/>
        </w:rPr>
        <w:t xml:space="preserve"> esprimo il consenso</w:t>
      </w:r>
      <w:r w:rsidRPr="00C924A9">
        <w:rPr>
          <w:rFonts w:ascii="Arial" w:hAnsi="Arial" w:cs="Arial"/>
          <w:sz w:val="22"/>
          <w:szCs w:val="22"/>
        </w:rPr>
        <w:t xml:space="preserve"> al trattamento delle categorie particolari dei miei dati personali così come indicati nell’informativa che precede.</w:t>
      </w:r>
    </w:p>
    <w:p w14:paraId="51CDEA39" w14:textId="77777777"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14:paraId="639F8018" w14:textId="77777777"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14:paraId="79020E6E" w14:textId="77777777"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14:paraId="5EF07983" w14:textId="77777777"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14:paraId="4A7271A1" w14:textId="77777777" w:rsidR="002806E5" w:rsidRPr="00C13250" w:rsidRDefault="002806E5" w:rsidP="002806E5">
      <w:pPr>
        <w:ind w:left="0"/>
        <w:rPr>
          <w:rFonts w:ascii="Arial" w:hAnsi="Arial" w:cs="Arial"/>
          <w:sz w:val="22"/>
          <w:szCs w:val="22"/>
        </w:rPr>
      </w:pPr>
      <w:r w:rsidRPr="00C13250">
        <w:rPr>
          <w:rFonts w:ascii="Arial" w:hAnsi="Arial" w:cs="Arial"/>
          <w:bCs/>
          <w:sz w:val="22"/>
          <w:szCs w:val="22"/>
        </w:rPr>
        <w:t>Luogo e data</w:t>
      </w:r>
      <w:r>
        <w:rPr>
          <w:rFonts w:ascii="Arial" w:hAnsi="Arial" w:cs="Arial"/>
          <w:bCs/>
          <w:sz w:val="22"/>
          <w:szCs w:val="22"/>
        </w:rPr>
        <w:t xml:space="preserve"> __________________</w:t>
      </w:r>
    </w:p>
    <w:p w14:paraId="237DFB91" w14:textId="77777777" w:rsidR="002806E5" w:rsidRDefault="002806E5" w:rsidP="002806E5">
      <w:pPr>
        <w:ind w:left="4956" w:firstLine="708"/>
        <w:jc w:val="center"/>
        <w:rPr>
          <w:rFonts w:ascii="Arial" w:hAnsi="Arial" w:cs="Arial"/>
          <w:bCs/>
          <w:sz w:val="22"/>
          <w:szCs w:val="22"/>
        </w:rPr>
      </w:pPr>
      <w:r w:rsidRPr="00F203FB">
        <w:rPr>
          <w:rFonts w:ascii="Arial" w:hAnsi="Arial" w:cs="Arial"/>
          <w:bCs/>
          <w:sz w:val="22"/>
          <w:szCs w:val="22"/>
        </w:rPr>
        <w:t xml:space="preserve"> Firma </w:t>
      </w:r>
    </w:p>
    <w:p w14:paraId="3328A77E" w14:textId="77777777" w:rsidR="002806E5" w:rsidRPr="00F203FB" w:rsidRDefault="002806E5" w:rsidP="002806E5">
      <w:pPr>
        <w:ind w:left="4956" w:firstLine="708"/>
        <w:jc w:val="center"/>
        <w:rPr>
          <w:rFonts w:ascii="Arial" w:hAnsi="Arial" w:cs="Arial"/>
          <w:bCs/>
          <w:sz w:val="22"/>
          <w:szCs w:val="22"/>
        </w:rPr>
      </w:pPr>
    </w:p>
    <w:p w14:paraId="39AE60FE" w14:textId="77777777" w:rsidR="002806E5" w:rsidRDefault="002806E5" w:rsidP="002806E5">
      <w:pPr>
        <w:jc w:val="right"/>
        <w:rPr>
          <w:rFonts w:ascii="Arial" w:hAnsi="Arial" w:cs="Arial"/>
          <w:sz w:val="22"/>
          <w:szCs w:val="22"/>
        </w:rPr>
      </w:pPr>
    </w:p>
    <w:p w14:paraId="71CBD067" w14:textId="77777777" w:rsidR="002806E5" w:rsidRDefault="002806E5" w:rsidP="002806E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</w:t>
      </w:r>
    </w:p>
    <w:p w14:paraId="33070158" w14:textId="77777777" w:rsidR="002806E5" w:rsidRDefault="002806E5" w:rsidP="002806E5">
      <w:pPr>
        <w:jc w:val="right"/>
        <w:rPr>
          <w:rFonts w:ascii="Arial" w:hAnsi="Arial" w:cs="Arial"/>
          <w:sz w:val="22"/>
          <w:szCs w:val="22"/>
        </w:rPr>
      </w:pPr>
    </w:p>
    <w:p w14:paraId="2ECB659C" w14:textId="77777777" w:rsidR="002806E5" w:rsidRDefault="002806E5" w:rsidP="002806E5">
      <w:pPr>
        <w:rPr>
          <w:rFonts w:ascii="Arial" w:hAnsi="Arial" w:cs="Arial"/>
          <w:b/>
          <w:sz w:val="22"/>
          <w:szCs w:val="22"/>
        </w:rPr>
      </w:pPr>
    </w:p>
    <w:p w14:paraId="4C05E6F1" w14:textId="77777777" w:rsidR="002806E5" w:rsidRDefault="002806E5" w:rsidP="002806E5">
      <w:pPr>
        <w:rPr>
          <w:rFonts w:ascii="Arial" w:hAnsi="Arial" w:cs="Arial"/>
          <w:bCs/>
          <w:sz w:val="20"/>
          <w:szCs w:val="20"/>
        </w:rPr>
      </w:pPr>
    </w:p>
    <w:p w14:paraId="19797A27" w14:textId="77777777" w:rsidR="002806E5" w:rsidRDefault="002806E5" w:rsidP="002806E5">
      <w:pPr>
        <w:ind w:right="283"/>
      </w:pPr>
    </w:p>
    <w:p w14:paraId="644FF266" w14:textId="77777777" w:rsidR="002806E5" w:rsidRP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  <w:r w:rsidRPr="002806E5">
        <w:rPr>
          <w:rFonts w:ascii="Arial" w:hAnsi="Arial" w:cs="Arial"/>
          <w:bCs/>
          <w:sz w:val="22"/>
          <w:szCs w:val="22"/>
        </w:rPr>
        <w:t xml:space="preserve">Si allega documento di riconoscimento in corso di validità. </w:t>
      </w:r>
    </w:p>
    <w:p w14:paraId="6A1310CA" w14:textId="77777777" w:rsidR="002806E5" w:rsidRPr="002806E5" w:rsidRDefault="002806E5" w:rsidP="002806E5">
      <w:pPr>
        <w:rPr>
          <w:rFonts w:ascii="Arial" w:hAnsi="Arial" w:cs="Arial"/>
          <w:b/>
          <w:sz w:val="22"/>
          <w:szCs w:val="22"/>
        </w:rPr>
      </w:pPr>
    </w:p>
    <w:p w14:paraId="7877F823" w14:textId="77777777" w:rsidR="002806E5" w:rsidRPr="002806E5" w:rsidRDefault="002806E5" w:rsidP="002806E5">
      <w:pPr>
        <w:ind w:left="0" w:right="283"/>
        <w:rPr>
          <w:sz w:val="22"/>
          <w:szCs w:val="22"/>
        </w:rPr>
      </w:pPr>
    </w:p>
    <w:sectPr w:rsidR="002806E5" w:rsidRPr="002806E5" w:rsidSect="009762C2">
      <w:footerReference w:type="default" r:id="rId11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908D7" w14:textId="77777777" w:rsidR="00A545D3" w:rsidRDefault="00A545D3" w:rsidP="008648C1">
      <w:r>
        <w:separator/>
      </w:r>
    </w:p>
  </w:endnote>
  <w:endnote w:type="continuationSeparator" w:id="0">
    <w:p w14:paraId="1026B502" w14:textId="77777777" w:rsidR="00A545D3" w:rsidRDefault="00A545D3" w:rsidP="00864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swiss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849308"/>
      <w:docPartObj>
        <w:docPartGallery w:val="Page Numbers (Bottom of Page)"/>
        <w:docPartUnique/>
      </w:docPartObj>
    </w:sdtPr>
    <w:sdtEndPr/>
    <w:sdtContent>
      <w:p w14:paraId="2B1A6AD2" w14:textId="77777777" w:rsidR="008648C1" w:rsidRDefault="007467C4">
        <w:pPr>
          <w:pStyle w:val="Pidipagina"/>
          <w:jc w:val="center"/>
        </w:pPr>
        <w:r>
          <w:fldChar w:fldCharType="begin"/>
        </w:r>
        <w:r w:rsidR="008648C1">
          <w:instrText>PAGE   \* MERGEFORMAT</w:instrText>
        </w:r>
        <w:r>
          <w:fldChar w:fldCharType="separate"/>
        </w:r>
        <w:r w:rsidR="008C0373">
          <w:rPr>
            <w:noProof/>
          </w:rPr>
          <w:t>3</w:t>
        </w:r>
        <w:r>
          <w:fldChar w:fldCharType="end"/>
        </w:r>
      </w:p>
    </w:sdtContent>
  </w:sdt>
  <w:p w14:paraId="2F80CA3D" w14:textId="77777777" w:rsidR="008648C1" w:rsidRDefault="008648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097B7" w14:textId="77777777" w:rsidR="00A545D3" w:rsidRDefault="00A545D3" w:rsidP="008648C1">
      <w:r>
        <w:separator/>
      </w:r>
    </w:p>
  </w:footnote>
  <w:footnote w:type="continuationSeparator" w:id="0">
    <w:p w14:paraId="34A5B2D8" w14:textId="77777777" w:rsidR="00A545D3" w:rsidRDefault="00A545D3" w:rsidP="00864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60B"/>
    <w:rsid w:val="000007C0"/>
    <w:rsid w:val="00000906"/>
    <w:rsid w:val="00000DEC"/>
    <w:rsid w:val="00001015"/>
    <w:rsid w:val="00001415"/>
    <w:rsid w:val="000016ED"/>
    <w:rsid w:val="0000199B"/>
    <w:rsid w:val="00001E8E"/>
    <w:rsid w:val="00002142"/>
    <w:rsid w:val="00002201"/>
    <w:rsid w:val="000026CA"/>
    <w:rsid w:val="000027B2"/>
    <w:rsid w:val="000028FA"/>
    <w:rsid w:val="00002A60"/>
    <w:rsid w:val="0000303C"/>
    <w:rsid w:val="00003B59"/>
    <w:rsid w:val="00003DD3"/>
    <w:rsid w:val="00004151"/>
    <w:rsid w:val="00004306"/>
    <w:rsid w:val="000046FD"/>
    <w:rsid w:val="00004738"/>
    <w:rsid w:val="00004E43"/>
    <w:rsid w:val="00004EA5"/>
    <w:rsid w:val="0000514D"/>
    <w:rsid w:val="00005678"/>
    <w:rsid w:val="00005B02"/>
    <w:rsid w:val="00005BE2"/>
    <w:rsid w:val="00005C42"/>
    <w:rsid w:val="00005CF9"/>
    <w:rsid w:val="00005D08"/>
    <w:rsid w:val="00006A00"/>
    <w:rsid w:val="00006D58"/>
    <w:rsid w:val="00006E77"/>
    <w:rsid w:val="00007436"/>
    <w:rsid w:val="000076AA"/>
    <w:rsid w:val="00007943"/>
    <w:rsid w:val="000079AC"/>
    <w:rsid w:val="00007B71"/>
    <w:rsid w:val="00010020"/>
    <w:rsid w:val="000101E7"/>
    <w:rsid w:val="000103D7"/>
    <w:rsid w:val="00010436"/>
    <w:rsid w:val="00010F32"/>
    <w:rsid w:val="0001180D"/>
    <w:rsid w:val="00011B9A"/>
    <w:rsid w:val="00011D8F"/>
    <w:rsid w:val="00011FEB"/>
    <w:rsid w:val="000120B9"/>
    <w:rsid w:val="0001221F"/>
    <w:rsid w:val="00012368"/>
    <w:rsid w:val="000125F4"/>
    <w:rsid w:val="0001281A"/>
    <w:rsid w:val="0001293D"/>
    <w:rsid w:val="00012C4B"/>
    <w:rsid w:val="00012EC3"/>
    <w:rsid w:val="000136FC"/>
    <w:rsid w:val="00013701"/>
    <w:rsid w:val="0001390E"/>
    <w:rsid w:val="00013955"/>
    <w:rsid w:val="00013DE9"/>
    <w:rsid w:val="00014501"/>
    <w:rsid w:val="0001466D"/>
    <w:rsid w:val="0001568D"/>
    <w:rsid w:val="00015BB2"/>
    <w:rsid w:val="00015BE8"/>
    <w:rsid w:val="00016063"/>
    <w:rsid w:val="00016144"/>
    <w:rsid w:val="00016451"/>
    <w:rsid w:val="00016874"/>
    <w:rsid w:val="000169EA"/>
    <w:rsid w:val="00016ACB"/>
    <w:rsid w:val="0001747F"/>
    <w:rsid w:val="00017520"/>
    <w:rsid w:val="000175C4"/>
    <w:rsid w:val="0001765B"/>
    <w:rsid w:val="000176D4"/>
    <w:rsid w:val="00017AC0"/>
    <w:rsid w:val="00017E56"/>
    <w:rsid w:val="000203EE"/>
    <w:rsid w:val="00020570"/>
    <w:rsid w:val="00020A87"/>
    <w:rsid w:val="00021084"/>
    <w:rsid w:val="00021391"/>
    <w:rsid w:val="000213A6"/>
    <w:rsid w:val="00021513"/>
    <w:rsid w:val="00021605"/>
    <w:rsid w:val="000218BC"/>
    <w:rsid w:val="00022B52"/>
    <w:rsid w:val="00022E0A"/>
    <w:rsid w:val="00022FED"/>
    <w:rsid w:val="000231A9"/>
    <w:rsid w:val="000232BA"/>
    <w:rsid w:val="0002330C"/>
    <w:rsid w:val="00023465"/>
    <w:rsid w:val="00023B0E"/>
    <w:rsid w:val="00024252"/>
    <w:rsid w:val="00024554"/>
    <w:rsid w:val="00024581"/>
    <w:rsid w:val="00024A04"/>
    <w:rsid w:val="00024B25"/>
    <w:rsid w:val="00024CDC"/>
    <w:rsid w:val="00024D22"/>
    <w:rsid w:val="00024F32"/>
    <w:rsid w:val="00025866"/>
    <w:rsid w:val="00025BD2"/>
    <w:rsid w:val="000264DC"/>
    <w:rsid w:val="00026942"/>
    <w:rsid w:val="00027027"/>
    <w:rsid w:val="000271B6"/>
    <w:rsid w:val="00027230"/>
    <w:rsid w:val="00027308"/>
    <w:rsid w:val="00027394"/>
    <w:rsid w:val="00027799"/>
    <w:rsid w:val="00027DF0"/>
    <w:rsid w:val="00030307"/>
    <w:rsid w:val="0003052E"/>
    <w:rsid w:val="00030D34"/>
    <w:rsid w:val="00030E1E"/>
    <w:rsid w:val="0003122A"/>
    <w:rsid w:val="0003190E"/>
    <w:rsid w:val="00031AA6"/>
    <w:rsid w:val="00031C6D"/>
    <w:rsid w:val="00031FB4"/>
    <w:rsid w:val="000320EA"/>
    <w:rsid w:val="0003225A"/>
    <w:rsid w:val="00032420"/>
    <w:rsid w:val="000324D8"/>
    <w:rsid w:val="00032A39"/>
    <w:rsid w:val="00033650"/>
    <w:rsid w:val="00033BE5"/>
    <w:rsid w:val="00033C0C"/>
    <w:rsid w:val="00033F8A"/>
    <w:rsid w:val="0003408B"/>
    <w:rsid w:val="000341AA"/>
    <w:rsid w:val="0003474D"/>
    <w:rsid w:val="00034888"/>
    <w:rsid w:val="00034930"/>
    <w:rsid w:val="00034EFA"/>
    <w:rsid w:val="00035085"/>
    <w:rsid w:val="00035259"/>
    <w:rsid w:val="00036138"/>
    <w:rsid w:val="000363F3"/>
    <w:rsid w:val="000364C7"/>
    <w:rsid w:val="0003652F"/>
    <w:rsid w:val="00036AE3"/>
    <w:rsid w:val="00036D31"/>
    <w:rsid w:val="000372C2"/>
    <w:rsid w:val="000373C1"/>
    <w:rsid w:val="00037C15"/>
    <w:rsid w:val="00040610"/>
    <w:rsid w:val="00040880"/>
    <w:rsid w:val="00040A4C"/>
    <w:rsid w:val="00040BE7"/>
    <w:rsid w:val="00040FF7"/>
    <w:rsid w:val="000411B3"/>
    <w:rsid w:val="000418AA"/>
    <w:rsid w:val="000418C1"/>
    <w:rsid w:val="00041E26"/>
    <w:rsid w:val="00041F7B"/>
    <w:rsid w:val="0004214B"/>
    <w:rsid w:val="000421E6"/>
    <w:rsid w:val="0004291D"/>
    <w:rsid w:val="0004299B"/>
    <w:rsid w:val="00042CDF"/>
    <w:rsid w:val="00042D1F"/>
    <w:rsid w:val="00043007"/>
    <w:rsid w:val="000434E3"/>
    <w:rsid w:val="00043563"/>
    <w:rsid w:val="00043572"/>
    <w:rsid w:val="00043907"/>
    <w:rsid w:val="00043C84"/>
    <w:rsid w:val="00043CC5"/>
    <w:rsid w:val="00043D39"/>
    <w:rsid w:val="00044331"/>
    <w:rsid w:val="0004469A"/>
    <w:rsid w:val="000446CD"/>
    <w:rsid w:val="000447BF"/>
    <w:rsid w:val="00044888"/>
    <w:rsid w:val="00045179"/>
    <w:rsid w:val="00045982"/>
    <w:rsid w:val="00045A53"/>
    <w:rsid w:val="0004607D"/>
    <w:rsid w:val="000460BC"/>
    <w:rsid w:val="00046209"/>
    <w:rsid w:val="00046303"/>
    <w:rsid w:val="00046809"/>
    <w:rsid w:val="000469EF"/>
    <w:rsid w:val="00046AB9"/>
    <w:rsid w:val="00046C1A"/>
    <w:rsid w:val="00046C55"/>
    <w:rsid w:val="00046C75"/>
    <w:rsid w:val="00046FBA"/>
    <w:rsid w:val="00047144"/>
    <w:rsid w:val="0004751C"/>
    <w:rsid w:val="00047665"/>
    <w:rsid w:val="00047C24"/>
    <w:rsid w:val="00047CEB"/>
    <w:rsid w:val="00047F0F"/>
    <w:rsid w:val="00047F2F"/>
    <w:rsid w:val="00047F34"/>
    <w:rsid w:val="000502DD"/>
    <w:rsid w:val="000503D6"/>
    <w:rsid w:val="00050515"/>
    <w:rsid w:val="00050692"/>
    <w:rsid w:val="00050F85"/>
    <w:rsid w:val="0005104F"/>
    <w:rsid w:val="00051092"/>
    <w:rsid w:val="0005128B"/>
    <w:rsid w:val="0005156F"/>
    <w:rsid w:val="0005193E"/>
    <w:rsid w:val="00051CEB"/>
    <w:rsid w:val="00051FA2"/>
    <w:rsid w:val="00052000"/>
    <w:rsid w:val="000521AC"/>
    <w:rsid w:val="000526CE"/>
    <w:rsid w:val="0005282D"/>
    <w:rsid w:val="0005293C"/>
    <w:rsid w:val="00052D1A"/>
    <w:rsid w:val="0005329C"/>
    <w:rsid w:val="00053510"/>
    <w:rsid w:val="00053829"/>
    <w:rsid w:val="00053A48"/>
    <w:rsid w:val="000549E9"/>
    <w:rsid w:val="00054A2C"/>
    <w:rsid w:val="00055267"/>
    <w:rsid w:val="00055476"/>
    <w:rsid w:val="000554A3"/>
    <w:rsid w:val="000555DA"/>
    <w:rsid w:val="000558FD"/>
    <w:rsid w:val="00055ADD"/>
    <w:rsid w:val="00055E51"/>
    <w:rsid w:val="00056663"/>
    <w:rsid w:val="000566BF"/>
    <w:rsid w:val="000568DA"/>
    <w:rsid w:val="00056BFE"/>
    <w:rsid w:val="0005704F"/>
    <w:rsid w:val="00057F79"/>
    <w:rsid w:val="00060304"/>
    <w:rsid w:val="00060421"/>
    <w:rsid w:val="00060E1E"/>
    <w:rsid w:val="000618CF"/>
    <w:rsid w:val="000619B7"/>
    <w:rsid w:val="00061A3F"/>
    <w:rsid w:val="00061B9A"/>
    <w:rsid w:val="00061C05"/>
    <w:rsid w:val="0006288B"/>
    <w:rsid w:val="00062A9A"/>
    <w:rsid w:val="0006308F"/>
    <w:rsid w:val="000631B7"/>
    <w:rsid w:val="000633FF"/>
    <w:rsid w:val="00063806"/>
    <w:rsid w:val="000639F8"/>
    <w:rsid w:val="00063ECA"/>
    <w:rsid w:val="0006436F"/>
    <w:rsid w:val="00064621"/>
    <w:rsid w:val="00064A88"/>
    <w:rsid w:val="00064CF5"/>
    <w:rsid w:val="00064DBC"/>
    <w:rsid w:val="00064E11"/>
    <w:rsid w:val="00064F44"/>
    <w:rsid w:val="00065246"/>
    <w:rsid w:val="00065755"/>
    <w:rsid w:val="0006582C"/>
    <w:rsid w:val="000658AA"/>
    <w:rsid w:val="000659F6"/>
    <w:rsid w:val="00065B22"/>
    <w:rsid w:val="000665A9"/>
    <w:rsid w:val="0006662E"/>
    <w:rsid w:val="00066686"/>
    <w:rsid w:val="00066748"/>
    <w:rsid w:val="00066ACB"/>
    <w:rsid w:val="00066BE2"/>
    <w:rsid w:val="00066EFE"/>
    <w:rsid w:val="0006734F"/>
    <w:rsid w:val="000674ED"/>
    <w:rsid w:val="000676E4"/>
    <w:rsid w:val="0006777A"/>
    <w:rsid w:val="00067B77"/>
    <w:rsid w:val="00067C88"/>
    <w:rsid w:val="00070187"/>
    <w:rsid w:val="000701C3"/>
    <w:rsid w:val="000701D1"/>
    <w:rsid w:val="000703BE"/>
    <w:rsid w:val="00070C92"/>
    <w:rsid w:val="00070FAC"/>
    <w:rsid w:val="0007133A"/>
    <w:rsid w:val="00071383"/>
    <w:rsid w:val="000714FE"/>
    <w:rsid w:val="00071A48"/>
    <w:rsid w:val="00071ED2"/>
    <w:rsid w:val="00071F00"/>
    <w:rsid w:val="00072139"/>
    <w:rsid w:val="00072161"/>
    <w:rsid w:val="000721C8"/>
    <w:rsid w:val="000722E8"/>
    <w:rsid w:val="000723D3"/>
    <w:rsid w:val="00072660"/>
    <w:rsid w:val="00072B23"/>
    <w:rsid w:val="00072B5B"/>
    <w:rsid w:val="0007311E"/>
    <w:rsid w:val="00073132"/>
    <w:rsid w:val="000731FB"/>
    <w:rsid w:val="00073B33"/>
    <w:rsid w:val="00073D7E"/>
    <w:rsid w:val="00074532"/>
    <w:rsid w:val="000747B7"/>
    <w:rsid w:val="00074987"/>
    <w:rsid w:val="00074DA7"/>
    <w:rsid w:val="0007514F"/>
    <w:rsid w:val="00075289"/>
    <w:rsid w:val="00075623"/>
    <w:rsid w:val="00075799"/>
    <w:rsid w:val="00075988"/>
    <w:rsid w:val="00076B8E"/>
    <w:rsid w:val="00076C0F"/>
    <w:rsid w:val="000771DC"/>
    <w:rsid w:val="00077437"/>
    <w:rsid w:val="0007789D"/>
    <w:rsid w:val="00077E0D"/>
    <w:rsid w:val="00077E73"/>
    <w:rsid w:val="000803A8"/>
    <w:rsid w:val="00080A65"/>
    <w:rsid w:val="00080B8C"/>
    <w:rsid w:val="000811D1"/>
    <w:rsid w:val="000812A4"/>
    <w:rsid w:val="000815A7"/>
    <w:rsid w:val="000816CB"/>
    <w:rsid w:val="000818D4"/>
    <w:rsid w:val="00081CF5"/>
    <w:rsid w:val="00082130"/>
    <w:rsid w:val="000822C7"/>
    <w:rsid w:val="00082300"/>
    <w:rsid w:val="00082783"/>
    <w:rsid w:val="00082A2B"/>
    <w:rsid w:val="00082BDD"/>
    <w:rsid w:val="00082F83"/>
    <w:rsid w:val="0008373E"/>
    <w:rsid w:val="00083A62"/>
    <w:rsid w:val="00083D54"/>
    <w:rsid w:val="000840DA"/>
    <w:rsid w:val="00084277"/>
    <w:rsid w:val="00084345"/>
    <w:rsid w:val="00084654"/>
    <w:rsid w:val="00084B32"/>
    <w:rsid w:val="00085473"/>
    <w:rsid w:val="00085578"/>
    <w:rsid w:val="00085659"/>
    <w:rsid w:val="00085906"/>
    <w:rsid w:val="00085C83"/>
    <w:rsid w:val="0008668F"/>
    <w:rsid w:val="00086810"/>
    <w:rsid w:val="000868DC"/>
    <w:rsid w:val="0008717D"/>
    <w:rsid w:val="00087193"/>
    <w:rsid w:val="0008747C"/>
    <w:rsid w:val="00087DF1"/>
    <w:rsid w:val="00090094"/>
    <w:rsid w:val="00090195"/>
    <w:rsid w:val="00090258"/>
    <w:rsid w:val="000902AE"/>
    <w:rsid w:val="000902F2"/>
    <w:rsid w:val="00090670"/>
    <w:rsid w:val="000906C1"/>
    <w:rsid w:val="00090BC7"/>
    <w:rsid w:val="00090FED"/>
    <w:rsid w:val="000914F9"/>
    <w:rsid w:val="00091650"/>
    <w:rsid w:val="00091729"/>
    <w:rsid w:val="00091D8C"/>
    <w:rsid w:val="00091E2F"/>
    <w:rsid w:val="00092368"/>
    <w:rsid w:val="000924D2"/>
    <w:rsid w:val="00092D25"/>
    <w:rsid w:val="00093357"/>
    <w:rsid w:val="0009344E"/>
    <w:rsid w:val="00093495"/>
    <w:rsid w:val="0009378E"/>
    <w:rsid w:val="0009412F"/>
    <w:rsid w:val="000941CB"/>
    <w:rsid w:val="0009427A"/>
    <w:rsid w:val="0009481E"/>
    <w:rsid w:val="00094933"/>
    <w:rsid w:val="00094ABD"/>
    <w:rsid w:val="00094C83"/>
    <w:rsid w:val="00094EB4"/>
    <w:rsid w:val="000952B3"/>
    <w:rsid w:val="000953C1"/>
    <w:rsid w:val="0009599A"/>
    <w:rsid w:val="00095D22"/>
    <w:rsid w:val="00095E75"/>
    <w:rsid w:val="00096436"/>
    <w:rsid w:val="000968C5"/>
    <w:rsid w:val="00096D1E"/>
    <w:rsid w:val="00097689"/>
    <w:rsid w:val="00097C68"/>
    <w:rsid w:val="000A016A"/>
    <w:rsid w:val="000A02E3"/>
    <w:rsid w:val="000A0555"/>
    <w:rsid w:val="000A06CA"/>
    <w:rsid w:val="000A0870"/>
    <w:rsid w:val="000A0C38"/>
    <w:rsid w:val="000A0D4C"/>
    <w:rsid w:val="000A0FC6"/>
    <w:rsid w:val="000A103C"/>
    <w:rsid w:val="000A167C"/>
    <w:rsid w:val="000A175A"/>
    <w:rsid w:val="000A199A"/>
    <w:rsid w:val="000A1A22"/>
    <w:rsid w:val="000A1BD5"/>
    <w:rsid w:val="000A23BD"/>
    <w:rsid w:val="000A24F6"/>
    <w:rsid w:val="000A26B3"/>
    <w:rsid w:val="000A26F2"/>
    <w:rsid w:val="000A342E"/>
    <w:rsid w:val="000A356D"/>
    <w:rsid w:val="000A36E9"/>
    <w:rsid w:val="000A3748"/>
    <w:rsid w:val="000A3930"/>
    <w:rsid w:val="000A3B06"/>
    <w:rsid w:val="000A4D7B"/>
    <w:rsid w:val="000A4D7C"/>
    <w:rsid w:val="000A5558"/>
    <w:rsid w:val="000A5842"/>
    <w:rsid w:val="000A5995"/>
    <w:rsid w:val="000A5C54"/>
    <w:rsid w:val="000A5CE4"/>
    <w:rsid w:val="000A6418"/>
    <w:rsid w:val="000A65D7"/>
    <w:rsid w:val="000A69A4"/>
    <w:rsid w:val="000A6C3E"/>
    <w:rsid w:val="000A6FC8"/>
    <w:rsid w:val="000A71DE"/>
    <w:rsid w:val="000A72D0"/>
    <w:rsid w:val="000A74A9"/>
    <w:rsid w:val="000A7988"/>
    <w:rsid w:val="000A7B93"/>
    <w:rsid w:val="000A7C63"/>
    <w:rsid w:val="000A7CA7"/>
    <w:rsid w:val="000A7D07"/>
    <w:rsid w:val="000B02C5"/>
    <w:rsid w:val="000B0587"/>
    <w:rsid w:val="000B071D"/>
    <w:rsid w:val="000B0856"/>
    <w:rsid w:val="000B0DCE"/>
    <w:rsid w:val="000B10C4"/>
    <w:rsid w:val="000B14B9"/>
    <w:rsid w:val="000B1752"/>
    <w:rsid w:val="000B1CDE"/>
    <w:rsid w:val="000B1FAA"/>
    <w:rsid w:val="000B22F5"/>
    <w:rsid w:val="000B3219"/>
    <w:rsid w:val="000B32BD"/>
    <w:rsid w:val="000B3432"/>
    <w:rsid w:val="000B346B"/>
    <w:rsid w:val="000B36FA"/>
    <w:rsid w:val="000B3752"/>
    <w:rsid w:val="000B3760"/>
    <w:rsid w:val="000B3A9E"/>
    <w:rsid w:val="000B3B29"/>
    <w:rsid w:val="000B3BAE"/>
    <w:rsid w:val="000B3E1F"/>
    <w:rsid w:val="000B404C"/>
    <w:rsid w:val="000B4741"/>
    <w:rsid w:val="000B478B"/>
    <w:rsid w:val="000B48AB"/>
    <w:rsid w:val="000B4B4A"/>
    <w:rsid w:val="000B4CE0"/>
    <w:rsid w:val="000B4EA1"/>
    <w:rsid w:val="000B4F99"/>
    <w:rsid w:val="000B5033"/>
    <w:rsid w:val="000B51FC"/>
    <w:rsid w:val="000B528F"/>
    <w:rsid w:val="000B54D7"/>
    <w:rsid w:val="000B563E"/>
    <w:rsid w:val="000B5779"/>
    <w:rsid w:val="000B5882"/>
    <w:rsid w:val="000B5E3F"/>
    <w:rsid w:val="000B6801"/>
    <w:rsid w:val="000B6F12"/>
    <w:rsid w:val="000B70EE"/>
    <w:rsid w:val="000B7362"/>
    <w:rsid w:val="000B772B"/>
    <w:rsid w:val="000B7D31"/>
    <w:rsid w:val="000C02E7"/>
    <w:rsid w:val="000C0BAD"/>
    <w:rsid w:val="000C0C48"/>
    <w:rsid w:val="000C1506"/>
    <w:rsid w:val="000C160F"/>
    <w:rsid w:val="000C16FF"/>
    <w:rsid w:val="000C190F"/>
    <w:rsid w:val="000C1E46"/>
    <w:rsid w:val="000C1E4F"/>
    <w:rsid w:val="000C213D"/>
    <w:rsid w:val="000C225B"/>
    <w:rsid w:val="000C22C2"/>
    <w:rsid w:val="000C26F7"/>
    <w:rsid w:val="000C2CAE"/>
    <w:rsid w:val="000C2D42"/>
    <w:rsid w:val="000C2FA1"/>
    <w:rsid w:val="000C308B"/>
    <w:rsid w:val="000C3170"/>
    <w:rsid w:val="000C35DD"/>
    <w:rsid w:val="000C362F"/>
    <w:rsid w:val="000C3BEB"/>
    <w:rsid w:val="000C4712"/>
    <w:rsid w:val="000C4A71"/>
    <w:rsid w:val="000C4DC7"/>
    <w:rsid w:val="000C4E5E"/>
    <w:rsid w:val="000C5545"/>
    <w:rsid w:val="000C57AE"/>
    <w:rsid w:val="000C6091"/>
    <w:rsid w:val="000C67DC"/>
    <w:rsid w:val="000C6B93"/>
    <w:rsid w:val="000C6D88"/>
    <w:rsid w:val="000C6D8C"/>
    <w:rsid w:val="000C6EED"/>
    <w:rsid w:val="000C7751"/>
    <w:rsid w:val="000C7976"/>
    <w:rsid w:val="000C7E5F"/>
    <w:rsid w:val="000C7FEC"/>
    <w:rsid w:val="000D02CA"/>
    <w:rsid w:val="000D0681"/>
    <w:rsid w:val="000D08EF"/>
    <w:rsid w:val="000D0B65"/>
    <w:rsid w:val="000D0CF4"/>
    <w:rsid w:val="000D1018"/>
    <w:rsid w:val="000D1279"/>
    <w:rsid w:val="000D1442"/>
    <w:rsid w:val="000D14F9"/>
    <w:rsid w:val="000D1D54"/>
    <w:rsid w:val="000D2131"/>
    <w:rsid w:val="000D2448"/>
    <w:rsid w:val="000D2512"/>
    <w:rsid w:val="000D27B1"/>
    <w:rsid w:val="000D2CB3"/>
    <w:rsid w:val="000D30E4"/>
    <w:rsid w:val="000D34F8"/>
    <w:rsid w:val="000D3558"/>
    <w:rsid w:val="000D3BD7"/>
    <w:rsid w:val="000D4AD6"/>
    <w:rsid w:val="000D4BEE"/>
    <w:rsid w:val="000D504D"/>
    <w:rsid w:val="000D508D"/>
    <w:rsid w:val="000D5282"/>
    <w:rsid w:val="000D529F"/>
    <w:rsid w:val="000D52A9"/>
    <w:rsid w:val="000D55DF"/>
    <w:rsid w:val="000D588A"/>
    <w:rsid w:val="000D5A93"/>
    <w:rsid w:val="000D5D86"/>
    <w:rsid w:val="000D5E27"/>
    <w:rsid w:val="000D5EB1"/>
    <w:rsid w:val="000D5F41"/>
    <w:rsid w:val="000D5FAA"/>
    <w:rsid w:val="000D60A0"/>
    <w:rsid w:val="000D62A3"/>
    <w:rsid w:val="000D63FB"/>
    <w:rsid w:val="000D6448"/>
    <w:rsid w:val="000D66E3"/>
    <w:rsid w:val="000D6A1B"/>
    <w:rsid w:val="000D6BF7"/>
    <w:rsid w:val="000D6D7A"/>
    <w:rsid w:val="000D72B7"/>
    <w:rsid w:val="000D7530"/>
    <w:rsid w:val="000D75BA"/>
    <w:rsid w:val="000D75BF"/>
    <w:rsid w:val="000D7824"/>
    <w:rsid w:val="000D7A41"/>
    <w:rsid w:val="000D7D32"/>
    <w:rsid w:val="000E03B1"/>
    <w:rsid w:val="000E0B71"/>
    <w:rsid w:val="000E0F3C"/>
    <w:rsid w:val="000E1270"/>
    <w:rsid w:val="000E12E4"/>
    <w:rsid w:val="000E14BA"/>
    <w:rsid w:val="000E15CB"/>
    <w:rsid w:val="000E1F21"/>
    <w:rsid w:val="000E23B3"/>
    <w:rsid w:val="000E2422"/>
    <w:rsid w:val="000E249C"/>
    <w:rsid w:val="000E257C"/>
    <w:rsid w:val="000E2C01"/>
    <w:rsid w:val="000E2D7A"/>
    <w:rsid w:val="000E2D7F"/>
    <w:rsid w:val="000E2E4C"/>
    <w:rsid w:val="000E2FB4"/>
    <w:rsid w:val="000E37CC"/>
    <w:rsid w:val="000E49CC"/>
    <w:rsid w:val="000E4A26"/>
    <w:rsid w:val="000E4BA8"/>
    <w:rsid w:val="000E4EF8"/>
    <w:rsid w:val="000E4FB1"/>
    <w:rsid w:val="000E5275"/>
    <w:rsid w:val="000E5F1A"/>
    <w:rsid w:val="000E6135"/>
    <w:rsid w:val="000E6538"/>
    <w:rsid w:val="000E6541"/>
    <w:rsid w:val="000E6699"/>
    <w:rsid w:val="000E6C9D"/>
    <w:rsid w:val="000E6F1E"/>
    <w:rsid w:val="000E6FA5"/>
    <w:rsid w:val="000E7423"/>
    <w:rsid w:val="000E7779"/>
    <w:rsid w:val="000E7944"/>
    <w:rsid w:val="000E79AC"/>
    <w:rsid w:val="000E7D71"/>
    <w:rsid w:val="000E7E96"/>
    <w:rsid w:val="000E7ED1"/>
    <w:rsid w:val="000F014D"/>
    <w:rsid w:val="000F0243"/>
    <w:rsid w:val="000F025A"/>
    <w:rsid w:val="000F0281"/>
    <w:rsid w:val="000F0489"/>
    <w:rsid w:val="000F051E"/>
    <w:rsid w:val="000F07E4"/>
    <w:rsid w:val="000F0D1E"/>
    <w:rsid w:val="000F0D85"/>
    <w:rsid w:val="000F13F8"/>
    <w:rsid w:val="000F155D"/>
    <w:rsid w:val="000F16D5"/>
    <w:rsid w:val="000F1A0C"/>
    <w:rsid w:val="000F234D"/>
    <w:rsid w:val="000F234E"/>
    <w:rsid w:val="000F2746"/>
    <w:rsid w:val="000F27B6"/>
    <w:rsid w:val="000F2B3E"/>
    <w:rsid w:val="000F2DDF"/>
    <w:rsid w:val="000F2FB8"/>
    <w:rsid w:val="000F3199"/>
    <w:rsid w:val="000F3712"/>
    <w:rsid w:val="000F4065"/>
    <w:rsid w:val="000F4418"/>
    <w:rsid w:val="000F44AE"/>
    <w:rsid w:val="000F45C0"/>
    <w:rsid w:val="000F4AC3"/>
    <w:rsid w:val="000F4E38"/>
    <w:rsid w:val="000F512F"/>
    <w:rsid w:val="000F5142"/>
    <w:rsid w:val="000F51B0"/>
    <w:rsid w:val="000F5489"/>
    <w:rsid w:val="000F5936"/>
    <w:rsid w:val="000F5C0A"/>
    <w:rsid w:val="000F5C34"/>
    <w:rsid w:val="000F6838"/>
    <w:rsid w:val="000F6A38"/>
    <w:rsid w:val="000F6AE7"/>
    <w:rsid w:val="000F6C5E"/>
    <w:rsid w:val="000F6F8B"/>
    <w:rsid w:val="000F7137"/>
    <w:rsid w:val="000F7ED6"/>
    <w:rsid w:val="000F7FE0"/>
    <w:rsid w:val="0010062F"/>
    <w:rsid w:val="00100695"/>
    <w:rsid w:val="0010093B"/>
    <w:rsid w:val="001009A7"/>
    <w:rsid w:val="00100AAD"/>
    <w:rsid w:val="001011DB"/>
    <w:rsid w:val="001015E7"/>
    <w:rsid w:val="00101D19"/>
    <w:rsid w:val="001020DD"/>
    <w:rsid w:val="0010239C"/>
    <w:rsid w:val="00102B80"/>
    <w:rsid w:val="00102D3A"/>
    <w:rsid w:val="00102F78"/>
    <w:rsid w:val="00103427"/>
    <w:rsid w:val="00103552"/>
    <w:rsid w:val="001035B7"/>
    <w:rsid w:val="00103A69"/>
    <w:rsid w:val="00103BDB"/>
    <w:rsid w:val="00103E2F"/>
    <w:rsid w:val="00104169"/>
    <w:rsid w:val="00105128"/>
    <w:rsid w:val="00105487"/>
    <w:rsid w:val="00105760"/>
    <w:rsid w:val="00105DE9"/>
    <w:rsid w:val="00105EE0"/>
    <w:rsid w:val="00105FCE"/>
    <w:rsid w:val="00106514"/>
    <w:rsid w:val="001065A2"/>
    <w:rsid w:val="00106B65"/>
    <w:rsid w:val="00106CB3"/>
    <w:rsid w:val="00107B50"/>
    <w:rsid w:val="00107F56"/>
    <w:rsid w:val="00110054"/>
    <w:rsid w:val="00110401"/>
    <w:rsid w:val="00110AE4"/>
    <w:rsid w:val="00110B3A"/>
    <w:rsid w:val="00110DAE"/>
    <w:rsid w:val="0011119D"/>
    <w:rsid w:val="00111395"/>
    <w:rsid w:val="001113A6"/>
    <w:rsid w:val="001113C3"/>
    <w:rsid w:val="0011176B"/>
    <w:rsid w:val="0011178F"/>
    <w:rsid w:val="00111869"/>
    <w:rsid w:val="001119BD"/>
    <w:rsid w:val="00111B79"/>
    <w:rsid w:val="001123CB"/>
    <w:rsid w:val="001127C0"/>
    <w:rsid w:val="0011308B"/>
    <w:rsid w:val="00113478"/>
    <w:rsid w:val="00113A76"/>
    <w:rsid w:val="001140D6"/>
    <w:rsid w:val="001147F3"/>
    <w:rsid w:val="00115263"/>
    <w:rsid w:val="00115567"/>
    <w:rsid w:val="00115621"/>
    <w:rsid w:val="001158D5"/>
    <w:rsid w:val="00116035"/>
    <w:rsid w:val="00116249"/>
    <w:rsid w:val="0011644D"/>
    <w:rsid w:val="00116B11"/>
    <w:rsid w:val="0011765B"/>
    <w:rsid w:val="00117E19"/>
    <w:rsid w:val="00117F14"/>
    <w:rsid w:val="001200C7"/>
    <w:rsid w:val="001206B5"/>
    <w:rsid w:val="001209C9"/>
    <w:rsid w:val="001211B8"/>
    <w:rsid w:val="001217C2"/>
    <w:rsid w:val="00121CE2"/>
    <w:rsid w:val="00121D00"/>
    <w:rsid w:val="00121E56"/>
    <w:rsid w:val="00122230"/>
    <w:rsid w:val="0012264D"/>
    <w:rsid w:val="001227DD"/>
    <w:rsid w:val="00122822"/>
    <w:rsid w:val="0012283A"/>
    <w:rsid w:val="001228CB"/>
    <w:rsid w:val="001228ED"/>
    <w:rsid w:val="001229E6"/>
    <w:rsid w:val="00122F7D"/>
    <w:rsid w:val="001232CC"/>
    <w:rsid w:val="001236BE"/>
    <w:rsid w:val="001239C7"/>
    <w:rsid w:val="00124623"/>
    <w:rsid w:val="001251A1"/>
    <w:rsid w:val="00125A34"/>
    <w:rsid w:val="00125D58"/>
    <w:rsid w:val="00125FC4"/>
    <w:rsid w:val="001261F2"/>
    <w:rsid w:val="0012653D"/>
    <w:rsid w:val="0012681F"/>
    <w:rsid w:val="00126B3A"/>
    <w:rsid w:val="00126B8E"/>
    <w:rsid w:val="00126E55"/>
    <w:rsid w:val="0012751D"/>
    <w:rsid w:val="00127AF7"/>
    <w:rsid w:val="001304F3"/>
    <w:rsid w:val="00130ABF"/>
    <w:rsid w:val="00130BE1"/>
    <w:rsid w:val="0013111B"/>
    <w:rsid w:val="001311B1"/>
    <w:rsid w:val="00131309"/>
    <w:rsid w:val="00131586"/>
    <w:rsid w:val="00131BB5"/>
    <w:rsid w:val="00133175"/>
    <w:rsid w:val="001335B0"/>
    <w:rsid w:val="00133730"/>
    <w:rsid w:val="00133848"/>
    <w:rsid w:val="00133BDD"/>
    <w:rsid w:val="00133F00"/>
    <w:rsid w:val="0013467E"/>
    <w:rsid w:val="0013468F"/>
    <w:rsid w:val="001347FC"/>
    <w:rsid w:val="00134811"/>
    <w:rsid w:val="001348B2"/>
    <w:rsid w:val="00134C16"/>
    <w:rsid w:val="00134CE4"/>
    <w:rsid w:val="00134E24"/>
    <w:rsid w:val="00134F19"/>
    <w:rsid w:val="00134F54"/>
    <w:rsid w:val="0013545D"/>
    <w:rsid w:val="00135829"/>
    <w:rsid w:val="00135DE6"/>
    <w:rsid w:val="001360C2"/>
    <w:rsid w:val="001361E4"/>
    <w:rsid w:val="0013656C"/>
    <w:rsid w:val="001365A8"/>
    <w:rsid w:val="00136A89"/>
    <w:rsid w:val="00136B2B"/>
    <w:rsid w:val="00136BAE"/>
    <w:rsid w:val="0013726B"/>
    <w:rsid w:val="001372E5"/>
    <w:rsid w:val="001376B1"/>
    <w:rsid w:val="001376EB"/>
    <w:rsid w:val="00137DCD"/>
    <w:rsid w:val="00137EE5"/>
    <w:rsid w:val="00140560"/>
    <w:rsid w:val="00140860"/>
    <w:rsid w:val="00140AF9"/>
    <w:rsid w:val="00140E08"/>
    <w:rsid w:val="00140F20"/>
    <w:rsid w:val="001412F2"/>
    <w:rsid w:val="00141427"/>
    <w:rsid w:val="001417CB"/>
    <w:rsid w:val="00141A4D"/>
    <w:rsid w:val="00141A92"/>
    <w:rsid w:val="00141DE7"/>
    <w:rsid w:val="00141FCD"/>
    <w:rsid w:val="001423B4"/>
    <w:rsid w:val="00142A9B"/>
    <w:rsid w:val="00142DBC"/>
    <w:rsid w:val="00143BBC"/>
    <w:rsid w:val="0014428C"/>
    <w:rsid w:val="0014487D"/>
    <w:rsid w:val="00144C62"/>
    <w:rsid w:val="00144F31"/>
    <w:rsid w:val="0014511B"/>
    <w:rsid w:val="0014521D"/>
    <w:rsid w:val="0014554A"/>
    <w:rsid w:val="00145CE6"/>
    <w:rsid w:val="00145D13"/>
    <w:rsid w:val="00146032"/>
    <w:rsid w:val="0014605C"/>
    <w:rsid w:val="0014619F"/>
    <w:rsid w:val="00146345"/>
    <w:rsid w:val="001467A7"/>
    <w:rsid w:val="00146A12"/>
    <w:rsid w:val="00146A6E"/>
    <w:rsid w:val="00146A9E"/>
    <w:rsid w:val="00146C7B"/>
    <w:rsid w:val="00146CF4"/>
    <w:rsid w:val="00146F1C"/>
    <w:rsid w:val="0014707F"/>
    <w:rsid w:val="00147083"/>
    <w:rsid w:val="0014715D"/>
    <w:rsid w:val="00147190"/>
    <w:rsid w:val="001471B6"/>
    <w:rsid w:val="00147598"/>
    <w:rsid w:val="001477D7"/>
    <w:rsid w:val="00150041"/>
    <w:rsid w:val="00150101"/>
    <w:rsid w:val="0015060B"/>
    <w:rsid w:val="0015089C"/>
    <w:rsid w:val="00150BE9"/>
    <w:rsid w:val="00150C9D"/>
    <w:rsid w:val="00150ECD"/>
    <w:rsid w:val="00150FD2"/>
    <w:rsid w:val="001516C0"/>
    <w:rsid w:val="00151C7D"/>
    <w:rsid w:val="00151E7D"/>
    <w:rsid w:val="00152099"/>
    <w:rsid w:val="0015215A"/>
    <w:rsid w:val="00152BFC"/>
    <w:rsid w:val="00152C02"/>
    <w:rsid w:val="00152C96"/>
    <w:rsid w:val="00153673"/>
    <w:rsid w:val="00153679"/>
    <w:rsid w:val="00153769"/>
    <w:rsid w:val="001537BD"/>
    <w:rsid w:val="00153E57"/>
    <w:rsid w:val="00154A7C"/>
    <w:rsid w:val="00154A81"/>
    <w:rsid w:val="0015504C"/>
    <w:rsid w:val="0015509C"/>
    <w:rsid w:val="001550D3"/>
    <w:rsid w:val="00155449"/>
    <w:rsid w:val="001554D5"/>
    <w:rsid w:val="001556E9"/>
    <w:rsid w:val="00155795"/>
    <w:rsid w:val="00155D86"/>
    <w:rsid w:val="00155F5F"/>
    <w:rsid w:val="001562F0"/>
    <w:rsid w:val="00156793"/>
    <w:rsid w:val="00156ACA"/>
    <w:rsid w:val="00156AFE"/>
    <w:rsid w:val="00156B31"/>
    <w:rsid w:val="00156DBA"/>
    <w:rsid w:val="00157ACB"/>
    <w:rsid w:val="001601AC"/>
    <w:rsid w:val="001603CB"/>
    <w:rsid w:val="001606FA"/>
    <w:rsid w:val="001607B3"/>
    <w:rsid w:val="00160A40"/>
    <w:rsid w:val="00160B8D"/>
    <w:rsid w:val="001614F0"/>
    <w:rsid w:val="001614FD"/>
    <w:rsid w:val="001619A3"/>
    <w:rsid w:val="00161C3A"/>
    <w:rsid w:val="00161C77"/>
    <w:rsid w:val="00161F65"/>
    <w:rsid w:val="00162037"/>
    <w:rsid w:val="001620BE"/>
    <w:rsid w:val="001622B5"/>
    <w:rsid w:val="00162493"/>
    <w:rsid w:val="00162FD8"/>
    <w:rsid w:val="00163233"/>
    <w:rsid w:val="001633E9"/>
    <w:rsid w:val="00163565"/>
    <w:rsid w:val="001636B1"/>
    <w:rsid w:val="00163C22"/>
    <w:rsid w:val="00163D8D"/>
    <w:rsid w:val="00163DA2"/>
    <w:rsid w:val="001641DF"/>
    <w:rsid w:val="00164456"/>
    <w:rsid w:val="001644C7"/>
    <w:rsid w:val="00164513"/>
    <w:rsid w:val="001648F1"/>
    <w:rsid w:val="00164A68"/>
    <w:rsid w:val="00165383"/>
    <w:rsid w:val="00165512"/>
    <w:rsid w:val="001656E4"/>
    <w:rsid w:val="0016575C"/>
    <w:rsid w:val="00165978"/>
    <w:rsid w:val="00165AC5"/>
    <w:rsid w:val="00165DC5"/>
    <w:rsid w:val="00165ED2"/>
    <w:rsid w:val="00165F0E"/>
    <w:rsid w:val="00166395"/>
    <w:rsid w:val="00166807"/>
    <w:rsid w:val="00166B63"/>
    <w:rsid w:val="00166D65"/>
    <w:rsid w:val="00166DAC"/>
    <w:rsid w:val="00166E8F"/>
    <w:rsid w:val="00167454"/>
    <w:rsid w:val="00167709"/>
    <w:rsid w:val="00167AB4"/>
    <w:rsid w:val="00167C47"/>
    <w:rsid w:val="00170024"/>
    <w:rsid w:val="00170C68"/>
    <w:rsid w:val="00170ED7"/>
    <w:rsid w:val="00170F3A"/>
    <w:rsid w:val="00170FAD"/>
    <w:rsid w:val="00170FB4"/>
    <w:rsid w:val="0017176E"/>
    <w:rsid w:val="00171830"/>
    <w:rsid w:val="0017195A"/>
    <w:rsid w:val="00171A31"/>
    <w:rsid w:val="00171AC1"/>
    <w:rsid w:val="00172211"/>
    <w:rsid w:val="001722F4"/>
    <w:rsid w:val="00172781"/>
    <w:rsid w:val="00172A26"/>
    <w:rsid w:val="00172DA8"/>
    <w:rsid w:val="00172E15"/>
    <w:rsid w:val="0017332C"/>
    <w:rsid w:val="00173A4D"/>
    <w:rsid w:val="00173EA2"/>
    <w:rsid w:val="00174204"/>
    <w:rsid w:val="001747FF"/>
    <w:rsid w:val="00174A80"/>
    <w:rsid w:val="00174BA2"/>
    <w:rsid w:val="00174E19"/>
    <w:rsid w:val="00174EBB"/>
    <w:rsid w:val="00174F0E"/>
    <w:rsid w:val="001750FA"/>
    <w:rsid w:val="001751E4"/>
    <w:rsid w:val="001752C6"/>
    <w:rsid w:val="0017567A"/>
    <w:rsid w:val="0017568B"/>
    <w:rsid w:val="001756BC"/>
    <w:rsid w:val="00175967"/>
    <w:rsid w:val="00175B48"/>
    <w:rsid w:val="00175BB2"/>
    <w:rsid w:val="0017615F"/>
    <w:rsid w:val="001761F0"/>
    <w:rsid w:val="001765D4"/>
    <w:rsid w:val="00176BF5"/>
    <w:rsid w:val="0017712E"/>
    <w:rsid w:val="001775C6"/>
    <w:rsid w:val="00177EF7"/>
    <w:rsid w:val="00180046"/>
    <w:rsid w:val="001800CE"/>
    <w:rsid w:val="00180699"/>
    <w:rsid w:val="001808AD"/>
    <w:rsid w:val="00180B4B"/>
    <w:rsid w:val="00181163"/>
    <w:rsid w:val="001811E7"/>
    <w:rsid w:val="00181355"/>
    <w:rsid w:val="0018143B"/>
    <w:rsid w:val="00181473"/>
    <w:rsid w:val="00181689"/>
    <w:rsid w:val="001817D2"/>
    <w:rsid w:val="0018197E"/>
    <w:rsid w:val="00182825"/>
    <w:rsid w:val="00182971"/>
    <w:rsid w:val="0018299B"/>
    <w:rsid w:val="001830CE"/>
    <w:rsid w:val="001831AA"/>
    <w:rsid w:val="00183293"/>
    <w:rsid w:val="00183AC1"/>
    <w:rsid w:val="00183D86"/>
    <w:rsid w:val="00183FA6"/>
    <w:rsid w:val="0018412C"/>
    <w:rsid w:val="0018414E"/>
    <w:rsid w:val="0018429B"/>
    <w:rsid w:val="00184398"/>
    <w:rsid w:val="00184550"/>
    <w:rsid w:val="001846CE"/>
    <w:rsid w:val="001847B6"/>
    <w:rsid w:val="00184A07"/>
    <w:rsid w:val="00184AFB"/>
    <w:rsid w:val="00184B83"/>
    <w:rsid w:val="00184E6E"/>
    <w:rsid w:val="00185564"/>
    <w:rsid w:val="00185697"/>
    <w:rsid w:val="00186085"/>
    <w:rsid w:val="00186299"/>
    <w:rsid w:val="001864AF"/>
    <w:rsid w:val="00186501"/>
    <w:rsid w:val="001866A4"/>
    <w:rsid w:val="00186AA6"/>
    <w:rsid w:val="0018737B"/>
    <w:rsid w:val="00187569"/>
    <w:rsid w:val="00187CE2"/>
    <w:rsid w:val="0019010B"/>
    <w:rsid w:val="00190402"/>
    <w:rsid w:val="00190654"/>
    <w:rsid w:val="0019089B"/>
    <w:rsid w:val="001908F4"/>
    <w:rsid w:val="00190C4A"/>
    <w:rsid w:val="00190E48"/>
    <w:rsid w:val="00190E8D"/>
    <w:rsid w:val="00190E8F"/>
    <w:rsid w:val="0019121E"/>
    <w:rsid w:val="00191AA2"/>
    <w:rsid w:val="00191B2B"/>
    <w:rsid w:val="00191BAD"/>
    <w:rsid w:val="001922ED"/>
    <w:rsid w:val="00192514"/>
    <w:rsid w:val="0019259A"/>
    <w:rsid w:val="00192814"/>
    <w:rsid w:val="0019288B"/>
    <w:rsid w:val="00192B3C"/>
    <w:rsid w:val="00193146"/>
    <w:rsid w:val="00193855"/>
    <w:rsid w:val="00193AA4"/>
    <w:rsid w:val="00193D67"/>
    <w:rsid w:val="00193FD2"/>
    <w:rsid w:val="0019407C"/>
    <w:rsid w:val="0019482C"/>
    <w:rsid w:val="00194A80"/>
    <w:rsid w:val="00194AAE"/>
    <w:rsid w:val="00194B4A"/>
    <w:rsid w:val="00194E31"/>
    <w:rsid w:val="00195250"/>
    <w:rsid w:val="00195642"/>
    <w:rsid w:val="00195B03"/>
    <w:rsid w:val="00195DB7"/>
    <w:rsid w:val="00195E57"/>
    <w:rsid w:val="00196023"/>
    <w:rsid w:val="001960A1"/>
    <w:rsid w:val="001960FC"/>
    <w:rsid w:val="001961E2"/>
    <w:rsid w:val="001962C9"/>
    <w:rsid w:val="0019698D"/>
    <w:rsid w:val="00196A52"/>
    <w:rsid w:val="00196BEE"/>
    <w:rsid w:val="00196C28"/>
    <w:rsid w:val="0019715F"/>
    <w:rsid w:val="0019729E"/>
    <w:rsid w:val="00197346"/>
    <w:rsid w:val="00197479"/>
    <w:rsid w:val="001976CC"/>
    <w:rsid w:val="001979AE"/>
    <w:rsid w:val="00197C28"/>
    <w:rsid w:val="00197E61"/>
    <w:rsid w:val="001A0363"/>
    <w:rsid w:val="001A09E0"/>
    <w:rsid w:val="001A0CA6"/>
    <w:rsid w:val="001A0EBE"/>
    <w:rsid w:val="001A0EC0"/>
    <w:rsid w:val="001A132C"/>
    <w:rsid w:val="001A14AB"/>
    <w:rsid w:val="001A17A3"/>
    <w:rsid w:val="001A189F"/>
    <w:rsid w:val="001A1A9F"/>
    <w:rsid w:val="001A206F"/>
    <w:rsid w:val="001A22DE"/>
    <w:rsid w:val="001A2371"/>
    <w:rsid w:val="001A25FA"/>
    <w:rsid w:val="001A2910"/>
    <w:rsid w:val="001A2BE1"/>
    <w:rsid w:val="001A2CE8"/>
    <w:rsid w:val="001A301E"/>
    <w:rsid w:val="001A345E"/>
    <w:rsid w:val="001A3D24"/>
    <w:rsid w:val="001A3F44"/>
    <w:rsid w:val="001A4860"/>
    <w:rsid w:val="001A4911"/>
    <w:rsid w:val="001A493D"/>
    <w:rsid w:val="001A51A2"/>
    <w:rsid w:val="001A5839"/>
    <w:rsid w:val="001A58D5"/>
    <w:rsid w:val="001A61F1"/>
    <w:rsid w:val="001A64B0"/>
    <w:rsid w:val="001A67C6"/>
    <w:rsid w:val="001A67FB"/>
    <w:rsid w:val="001A6B3B"/>
    <w:rsid w:val="001A6BA7"/>
    <w:rsid w:val="001A6CEE"/>
    <w:rsid w:val="001A6EE5"/>
    <w:rsid w:val="001A7287"/>
    <w:rsid w:val="001A72BE"/>
    <w:rsid w:val="001A7363"/>
    <w:rsid w:val="001A7372"/>
    <w:rsid w:val="001A74EF"/>
    <w:rsid w:val="001A7C72"/>
    <w:rsid w:val="001B00DF"/>
    <w:rsid w:val="001B0517"/>
    <w:rsid w:val="001B0D25"/>
    <w:rsid w:val="001B1101"/>
    <w:rsid w:val="001B1952"/>
    <w:rsid w:val="001B1A63"/>
    <w:rsid w:val="001B1AEC"/>
    <w:rsid w:val="001B1B63"/>
    <w:rsid w:val="001B1D4D"/>
    <w:rsid w:val="001B1F0D"/>
    <w:rsid w:val="001B24D2"/>
    <w:rsid w:val="001B25C5"/>
    <w:rsid w:val="001B297D"/>
    <w:rsid w:val="001B29C7"/>
    <w:rsid w:val="001B2C31"/>
    <w:rsid w:val="001B2CF7"/>
    <w:rsid w:val="001B3150"/>
    <w:rsid w:val="001B39B9"/>
    <w:rsid w:val="001B437E"/>
    <w:rsid w:val="001B43B1"/>
    <w:rsid w:val="001B472F"/>
    <w:rsid w:val="001B4957"/>
    <w:rsid w:val="001B4D2B"/>
    <w:rsid w:val="001B4F71"/>
    <w:rsid w:val="001B5226"/>
    <w:rsid w:val="001B527C"/>
    <w:rsid w:val="001B52D6"/>
    <w:rsid w:val="001B595C"/>
    <w:rsid w:val="001B6067"/>
    <w:rsid w:val="001B6212"/>
    <w:rsid w:val="001B6607"/>
    <w:rsid w:val="001B6AB3"/>
    <w:rsid w:val="001B6AC7"/>
    <w:rsid w:val="001B75A5"/>
    <w:rsid w:val="001B77F6"/>
    <w:rsid w:val="001B7BD9"/>
    <w:rsid w:val="001B7E19"/>
    <w:rsid w:val="001B7E78"/>
    <w:rsid w:val="001B7F74"/>
    <w:rsid w:val="001B7F9B"/>
    <w:rsid w:val="001C00CE"/>
    <w:rsid w:val="001C097F"/>
    <w:rsid w:val="001C0DBF"/>
    <w:rsid w:val="001C173E"/>
    <w:rsid w:val="001C1743"/>
    <w:rsid w:val="001C1C9E"/>
    <w:rsid w:val="001C1EBA"/>
    <w:rsid w:val="001C1EDA"/>
    <w:rsid w:val="001C201D"/>
    <w:rsid w:val="001C24BA"/>
    <w:rsid w:val="001C2B11"/>
    <w:rsid w:val="001C2D29"/>
    <w:rsid w:val="001C2F08"/>
    <w:rsid w:val="001C3321"/>
    <w:rsid w:val="001C3384"/>
    <w:rsid w:val="001C33D2"/>
    <w:rsid w:val="001C34E7"/>
    <w:rsid w:val="001C3B79"/>
    <w:rsid w:val="001C3F1B"/>
    <w:rsid w:val="001C4615"/>
    <w:rsid w:val="001C4A95"/>
    <w:rsid w:val="001C4CE9"/>
    <w:rsid w:val="001C517F"/>
    <w:rsid w:val="001C5C6A"/>
    <w:rsid w:val="001C63B2"/>
    <w:rsid w:val="001C6479"/>
    <w:rsid w:val="001C6960"/>
    <w:rsid w:val="001C6D73"/>
    <w:rsid w:val="001C74BA"/>
    <w:rsid w:val="001C7654"/>
    <w:rsid w:val="001D018C"/>
    <w:rsid w:val="001D023D"/>
    <w:rsid w:val="001D0399"/>
    <w:rsid w:val="001D040F"/>
    <w:rsid w:val="001D04E6"/>
    <w:rsid w:val="001D0C29"/>
    <w:rsid w:val="001D0CD1"/>
    <w:rsid w:val="001D0E7A"/>
    <w:rsid w:val="001D0F37"/>
    <w:rsid w:val="001D1216"/>
    <w:rsid w:val="001D19C6"/>
    <w:rsid w:val="001D1C2C"/>
    <w:rsid w:val="001D1CC0"/>
    <w:rsid w:val="001D1EB2"/>
    <w:rsid w:val="001D24E9"/>
    <w:rsid w:val="001D282D"/>
    <w:rsid w:val="001D2962"/>
    <w:rsid w:val="001D2C5C"/>
    <w:rsid w:val="001D2E4F"/>
    <w:rsid w:val="001D2F27"/>
    <w:rsid w:val="001D3F54"/>
    <w:rsid w:val="001D4232"/>
    <w:rsid w:val="001D439C"/>
    <w:rsid w:val="001D53AF"/>
    <w:rsid w:val="001D5540"/>
    <w:rsid w:val="001D5681"/>
    <w:rsid w:val="001D5821"/>
    <w:rsid w:val="001D5930"/>
    <w:rsid w:val="001D598B"/>
    <w:rsid w:val="001D5BAC"/>
    <w:rsid w:val="001D5CD2"/>
    <w:rsid w:val="001D5DFF"/>
    <w:rsid w:val="001D60D5"/>
    <w:rsid w:val="001D63F5"/>
    <w:rsid w:val="001D64CD"/>
    <w:rsid w:val="001D65AF"/>
    <w:rsid w:val="001D69F9"/>
    <w:rsid w:val="001D6A81"/>
    <w:rsid w:val="001D6C58"/>
    <w:rsid w:val="001D6CF6"/>
    <w:rsid w:val="001D7061"/>
    <w:rsid w:val="001D7B7C"/>
    <w:rsid w:val="001D7BE6"/>
    <w:rsid w:val="001D7EAF"/>
    <w:rsid w:val="001D7FEC"/>
    <w:rsid w:val="001E00FE"/>
    <w:rsid w:val="001E072C"/>
    <w:rsid w:val="001E11A6"/>
    <w:rsid w:val="001E1223"/>
    <w:rsid w:val="001E125F"/>
    <w:rsid w:val="001E1376"/>
    <w:rsid w:val="001E14BD"/>
    <w:rsid w:val="001E1885"/>
    <w:rsid w:val="001E1DE3"/>
    <w:rsid w:val="001E1E99"/>
    <w:rsid w:val="001E1F5B"/>
    <w:rsid w:val="001E2B7B"/>
    <w:rsid w:val="001E35D8"/>
    <w:rsid w:val="001E3BC3"/>
    <w:rsid w:val="001E3C38"/>
    <w:rsid w:val="001E410B"/>
    <w:rsid w:val="001E45CD"/>
    <w:rsid w:val="001E494C"/>
    <w:rsid w:val="001E503A"/>
    <w:rsid w:val="001E52D1"/>
    <w:rsid w:val="001E5534"/>
    <w:rsid w:val="001E5E70"/>
    <w:rsid w:val="001E5E90"/>
    <w:rsid w:val="001E636E"/>
    <w:rsid w:val="001E6476"/>
    <w:rsid w:val="001E69A3"/>
    <w:rsid w:val="001E73C4"/>
    <w:rsid w:val="001E760A"/>
    <w:rsid w:val="001F0511"/>
    <w:rsid w:val="001F05E7"/>
    <w:rsid w:val="001F0D90"/>
    <w:rsid w:val="001F13CF"/>
    <w:rsid w:val="001F13D3"/>
    <w:rsid w:val="001F14ED"/>
    <w:rsid w:val="001F18ED"/>
    <w:rsid w:val="001F1BF8"/>
    <w:rsid w:val="001F1E6B"/>
    <w:rsid w:val="001F2196"/>
    <w:rsid w:val="001F2AD5"/>
    <w:rsid w:val="001F2BDB"/>
    <w:rsid w:val="001F2C21"/>
    <w:rsid w:val="001F2FDF"/>
    <w:rsid w:val="001F3074"/>
    <w:rsid w:val="001F355E"/>
    <w:rsid w:val="001F37AB"/>
    <w:rsid w:val="001F3853"/>
    <w:rsid w:val="001F3918"/>
    <w:rsid w:val="001F39D9"/>
    <w:rsid w:val="001F3ADB"/>
    <w:rsid w:val="001F3B17"/>
    <w:rsid w:val="001F3B3E"/>
    <w:rsid w:val="001F3C79"/>
    <w:rsid w:val="001F3E78"/>
    <w:rsid w:val="001F3F69"/>
    <w:rsid w:val="001F4E74"/>
    <w:rsid w:val="001F509B"/>
    <w:rsid w:val="001F5771"/>
    <w:rsid w:val="001F59B9"/>
    <w:rsid w:val="001F5BF3"/>
    <w:rsid w:val="001F5E40"/>
    <w:rsid w:val="001F5EB2"/>
    <w:rsid w:val="001F6018"/>
    <w:rsid w:val="001F6148"/>
    <w:rsid w:val="001F6188"/>
    <w:rsid w:val="001F6339"/>
    <w:rsid w:val="001F6859"/>
    <w:rsid w:val="001F6B47"/>
    <w:rsid w:val="001F6DAF"/>
    <w:rsid w:val="001F6FDC"/>
    <w:rsid w:val="001F7CCA"/>
    <w:rsid w:val="001F7F0E"/>
    <w:rsid w:val="0020001C"/>
    <w:rsid w:val="0020007E"/>
    <w:rsid w:val="00200314"/>
    <w:rsid w:val="002007E2"/>
    <w:rsid w:val="00201104"/>
    <w:rsid w:val="002017A2"/>
    <w:rsid w:val="0020194B"/>
    <w:rsid w:val="00201AB8"/>
    <w:rsid w:val="00201C8B"/>
    <w:rsid w:val="00201F3A"/>
    <w:rsid w:val="00201FEB"/>
    <w:rsid w:val="0020217D"/>
    <w:rsid w:val="002024F0"/>
    <w:rsid w:val="0020265C"/>
    <w:rsid w:val="002029E9"/>
    <w:rsid w:val="00202E57"/>
    <w:rsid w:val="00202FE4"/>
    <w:rsid w:val="00203AD6"/>
    <w:rsid w:val="00203F0D"/>
    <w:rsid w:val="00204003"/>
    <w:rsid w:val="0020429D"/>
    <w:rsid w:val="0020430F"/>
    <w:rsid w:val="002045FB"/>
    <w:rsid w:val="002047D4"/>
    <w:rsid w:val="00204A32"/>
    <w:rsid w:val="00204C72"/>
    <w:rsid w:val="00204D61"/>
    <w:rsid w:val="00204F4D"/>
    <w:rsid w:val="0020639F"/>
    <w:rsid w:val="00206584"/>
    <w:rsid w:val="00206625"/>
    <w:rsid w:val="002066E4"/>
    <w:rsid w:val="002067EC"/>
    <w:rsid w:val="0020742F"/>
    <w:rsid w:val="00207459"/>
    <w:rsid w:val="002076D3"/>
    <w:rsid w:val="00207E38"/>
    <w:rsid w:val="00207FAB"/>
    <w:rsid w:val="00210072"/>
    <w:rsid w:val="002100E9"/>
    <w:rsid w:val="0021047C"/>
    <w:rsid w:val="00210871"/>
    <w:rsid w:val="00210B45"/>
    <w:rsid w:val="00210D6F"/>
    <w:rsid w:val="00210F02"/>
    <w:rsid w:val="00211204"/>
    <w:rsid w:val="00211510"/>
    <w:rsid w:val="00211572"/>
    <w:rsid w:val="00211645"/>
    <w:rsid w:val="00211B5D"/>
    <w:rsid w:val="00211C85"/>
    <w:rsid w:val="00211D33"/>
    <w:rsid w:val="00211D90"/>
    <w:rsid w:val="00212126"/>
    <w:rsid w:val="0021228B"/>
    <w:rsid w:val="00212A41"/>
    <w:rsid w:val="00212B37"/>
    <w:rsid w:val="00212B4A"/>
    <w:rsid w:val="00213256"/>
    <w:rsid w:val="002132FB"/>
    <w:rsid w:val="0021359D"/>
    <w:rsid w:val="00213CF4"/>
    <w:rsid w:val="0021452F"/>
    <w:rsid w:val="00214643"/>
    <w:rsid w:val="0021467E"/>
    <w:rsid w:val="00214747"/>
    <w:rsid w:val="00214FBD"/>
    <w:rsid w:val="00215174"/>
    <w:rsid w:val="00215F5C"/>
    <w:rsid w:val="002160BC"/>
    <w:rsid w:val="002162CF"/>
    <w:rsid w:val="00216376"/>
    <w:rsid w:val="0021646D"/>
    <w:rsid w:val="0021657D"/>
    <w:rsid w:val="0021662D"/>
    <w:rsid w:val="002167F9"/>
    <w:rsid w:val="00216E69"/>
    <w:rsid w:val="00217969"/>
    <w:rsid w:val="00217E97"/>
    <w:rsid w:val="00217EB3"/>
    <w:rsid w:val="002209F4"/>
    <w:rsid w:val="00220BEE"/>
    <w:rsid w:val="00220DA6"/>
    <w:rsid w:val="00221099"/>
    <w:rsid w:val="002216B2"/>
    <w:rsid w:val="00222237"/>
    <w:rsid w:val="0022254C"/>
    <w:rsid w:val="002228E7"/>
    <w:rsid w:val="00222A79"/>
    <w:rsid w:val="00222CC2"/>
    <w:rsid w:val="002231AE"/>
    <w:rsid w:val="002232A0"/>
    <w:rsid w:val="00223406"/>
    <w:rsid w:val="00223540"/>
    <w:rsid w:val="002236D5"/>
    <w:rsid w:val="00223C10"/>
    <w:rsid w:val="002240C1"/>
    <w:rsid w:val="0022419F"/>
    <w:rsid w:val="00224971"/>
    <w:rsid w:val="00224AC4"/>
    <w:rsid w:val="00224DBB"/>
    <w:rsid w:val="00225023"/>
    <w:rsid w:val="002251CA"/>
    <w:rsid w:val="00225345"/>
    <w:rsid w:val="00225559"/>
    <w:rsid w:val="00225AA9"/>
    <w:rsid w:val="00225C25"/>
    <w:rsid w:val="002260C1"/>
    <w:rsid w:val="00226482"/>
    <w:rsid w:val="00226722"/>
    <w:rsid w:val="00226779"/>
    <w:rsid w:val="002267D5"/>
    <w:rsid w:val="00226D4C"/>
    <w:rsid w:val="00226F87"/>
    <w:rsid w:val="00227047"/>
    <w:rsid w:val="00227284"/>
    <w:rsid w:val="00227684"/>
    <w:rsid w:val="00227C31"/>
    <w:rsid w:val="00227DED"/>
    <w:rsid w:val="002302E9"/>
    <w:rsid w:val="0023083F"/>
    <w:rsid w:val="00230E93"/>
    <w:rsid w:val="00230FDC"/>
    <w:rsid w:val="0023117B"/>
    <w:rsid w:val="00231193"/>
    <w:rsid w:val="0023133A"/>
    <w:rsid w:val="002314E6"/>
    <w:rsid w:val="002314E9"/>
    <w:rsid w:val="00231754"/>
    <w:rsid w:val="0023178A"/>
    <w:rsid w:val="0023198F"/>
    <w:rsid w:val="00231DDA"/>
    <w:rsid w:val="0023258A"/>
    <w:rsid w:val="00232684"/>
    <w:rsid w:val="002328C9"/>
    <w:rsid w:val="00232D00"/>
    <w:rsid w:val="00232D98"/>
    <w:rsid w:val="00232D9E"/>
    <w:rsid w:val="00233093"/>
    <w:rsid w:val="002333FB"/>
    <w:rsid w:val="00233B52"/>
    <w:rsid w:val="00233C79"/>
    <w:rsid w:val="002340B6"/>
    <w:rsid w:val="0023434F"/>
    <w:rsid w:val="00234524"/>
    <w:rsid w:val="0023469D"/>
    <w:rsid w:val="00234A94"/>
    <w:rsid w:val="00234C39"/>
    <w:rsid w:val="00235057"/>
    <w:rsid w:val="00235152"/>
    <w:rsid w:val="00235540"/>
    <w:rsid w:val="0023557E"/>
    <w:rsid w:val="00235C95"/>
    <w:rsid w:val="00235E3F"/>
    <w:rsid w:val="00235FAB"/>
    <w:rsid w:val="0023613E"/>
    <w:rsid w:val="0023615E"/>
    <w:rsid w:val="00236EBA"/>
    <w:rsid w:val="00237110"/>
    <w:rsid w:val="0023719C"/>
    <w:rsid w:val="002371E6"/>
    <w:rsid w:val="00237495"/>
    <w:rsid w:val="00240083"/>
    <w:rsid w:val="0024088E"/>
    <w:rsid w:val="00240C46"/>
    <w:rsid w:val="002419FF"/>
    <w:rsid w:val="00241A47"/>
    <w:rsid w:val="00241AAD"/>
    <w:rsid w:val="00241C24"/>
    <w:rsid w:val="00241CC3"/>
    <w:rsid w:val="00241D12"/>
    <w:rsid w:val="00242A53"/>
    <w:rsid w:val="00242C3F"/>
    <w:rsid w:val="00242C82"/>
    <w:rsid w:val="00243354"/>
    <w:rsid w:val="00243441"/>
    <w:rsid w:val="002437B6"/>
    <w:rsid w:val="00243B0B"/>
    <w:rsid w:val="00243E68"/>
    <w:rsid w:val="00244029"/>
    <w:rsid w:val="002440C5"/>
    <w:rsid w:val="0024483E"/>
    <w:rsid w:val="00244E91"/>
    <w:rsid w:val="00245B88"/>
    <w:rsid w:val="00245DAC"/>
    <w:rsid w:val="00246081"/>
    <w:rsid w:val="002462DE"/>
    <w:rsid w:val="002465C6"/>
    <w:rsid w:val="002465C7"/>
    <w:rsid w:val="00246A0C"/>
    <w:rsid w:val="00246C87"/>
    <w:rsid w:val="00246E49"/>
    <w:rsid w:val="0024734F"/>
    <w:rsid w:val="00247959"/>
    <w:rsid w:val="00247BE9"/>
    <w:rsid w:val="00247C8E"/>
    <w:rsid w:val="00247D58"/>
    <w:rsid w:val="00247E5F"/>
    <w:rsid w:val="002500BF"/>
    <w:rsid w:val="00250556"/>
    <w:rsid w:val="00250561"/>
    <w:rsid w:val="0025078B"/>
    <w:rsid w:val="00250866"/>
    <w:rsid w:val="00250D1C"/>
    <w:rsid w:val="00251446"/>
    <w:rsid w:val="00251645"/>
    <w:rsid w:val="00251885"/>
    <w:rsid w:val="0025188D"/>
    <w:rsid w:val="00251D72"/>
    <w:rsid w:val="002521DA"/>
    <w:rsid w:val="002521EB"/>
    <w:rsid w:val="002526DA"/>
    <w:rsid w:val="00252B81"/>
    <w:rsid w:val="00252DE0"/>
    <w:rsid w:val="002532CD"/>
    <w:rsid w:val="00253C60"/>
    <w:rsid w:val="00253EE1"/>
    <w:rsid w:val="0025463E"/>
    <w:rsid w:val="00254DF7"/>
    <w:rsid w:val="00254FAC"/>
    <w:rsid w:val="002558EA"/>
    <w:rsid w:val="00255FC8"/>
    <w:rsid w:val="0025611B"/>
    <w:rsid w:val="002563C2"/>
    <w:rsid w:val="00256551"/>
    <w:rsid w:val="00256683"/>
    <w:rsid w:val="00256868"/>
    <w:rsid w:val="002568E5"/>
    <w:rsid w:val="002568F9"/>
    <w:rsid w:val="002569EA"/>
    <w:rsid w:val="00256D44"/>
    <w:rsid w:val="00257575"/>
    <w:rsid w:val="00257584"/>
    <w:rsid w:val="00257957"/>
    <w:rsid w:val="00257B99"/>
    <w:rsid w:val="00257DF4"/>
    <w:rsid w:val="00257FC6"/>
    <w:rsid w:val="002601D7"/>
    <w:rsid w:val="002604CF"/>
    <w:rsid w:val="00260603"/>
    <w:rsid w:val="00260BE0"/>
    <w:rsid w:val="0026118D"/>
    <w:rsid w:val="00261261"/>
    <w:rsid w:val="00261997"/>
    <w:rsid w:val="00262246"/>
    <w:rsid w:val="0026249A"/>
    <w:rsid w:val="002624E6"/>
    <w:rsid w:val="00262E28"/>
    <w:rsid w:val="00262FFC"/>
    <w:rsid w:val="0026312A"/>
    <w:rsid w:val="002632FF"/>
    <w:rsid w:val="0026349C"/>
    <w:rsid w:val="00263783"/>
    <w:rsid w:val="00263C00"/>
    <w:rsid w:val="00263EC1"/>
    <w:rsid w:val="00263FF5"/>
    <w:rsid w:val="002641E9"/>
    <w:rsid w:val="002643C1"/>
    <w:rsid w:val="002643E1"/>
    <w:rsid w:val="002645C0"/>
    <w:rsid w:val="00264BE0"/>
    <w:rsid w:val="00265460"/>
    <w:rsid w:val="00265E09"/>
    <w:rsid w:val="00265F47"/>
    <w:rsid w:val="002665E7"/>
    <w:rsid w:val="002667A4"/>
    <w:rsid w:val="002667B2"/>
    <w:rsid w:val="00266943"/>
    <w:rsid w:val="002669CA"/>
    <w:rsid w:val="00266A19"/>
    <w:rsid w:val="00266A2C"/>
    <w:rsid w:val="00266AF8"/>
    <w:rsid w:val="00266B6D"/>
    <w:rsid w:val="00266E3A"/>
    <w:rsid w:val="00266FF1"/>
    <w:rsid w:val="00267CB7"/>
    <w:rsid w:val="00267E0A"/>
    <w:rsid w:val="0027049B"/>
    <w:rsid w:val="002708C1"/>
    <w:rsid w:val="0027096A"/>
    <w:rsid w:val="00270E67"/>
    <w:rsid w:val="00270F6B"/>
    <w:rsid w:val="00270F8A"/>
    <w:rsid w:val="00271087"/>
    <w:rsid w:val="00271848"/>
    <w:rsid w:val="00271C14"/>
    <w:rsid w:val="00271D18"/>
    <w:rsid w:val="00271FEB"/>
    <w:rsid w:val="002725E8"/>
    <w:rsid w:val="00272728"/>
    <w:rsid w:val="0027288A"/>
    <w:rsid w:val="00272D56"/>
    <w:rsid w:val="002734C1"/>
    <w:rsid w:val="0027354F"/>
    <w:rsid w:val="00273A0C"/>
    <w:rsid w:val="00273FB4"/>
    <w:rsid w:val="00274231"/>
    <w:rsid w:val="00274284"/>
    <w:rsid w:val="0027445D"/>
    <w:rsid w:val="002747A6"/>
    <w:rsid w:val="00274A81"/>
    <w:rsid w:val="00274CE1"/>
    <w:rsid w:val="00275038"/>
    <w:rsid w:val="00275100"/>
    <w:rsid w:val="00275CAA"/>
    <w:rsid w:val="00275FA1"/>
    <w:rsid w:val="00276043"/>
    <w:rsid w:val="002763E1"/>
    <w:rsid w:val="002765A8"/>
    <w:rsid w:val="0027663E"/>
    <w:rsid w:val="002768FD"/>
    <w:rsid w:val="002768FF"/>
    <w:rsid w:val="002769D5"/>
    <w:rsid w:val="00276FF4"/>
    <w:rsid w:val="0027750B"/>
    <w:rsid w:val="00277565"/>
    <w:rsid w:val="002776A5"/>
    <w:rsid w:val="00277818"/>
    <w:rsid w:val="002778DA"/>
    <w:rsid w:val="002779C9"/>
    <w:rsid w:val="00277AC6"/>
    <w:rsid w:val="00277B6A"/>
    <w:rsid w:val="00277FF8"/>
    <w:rsid w:val="00280044"/>
    <w:rsid w:val="002801D2"/>
    <w:rsid w:val="002804F4"/>
    <w:rsid w:val="00280545"/>
    <w:rsid w:val="002806E5"/>
    <w:rsid w:val="00280AE9"/>
    <w:rsid w:val="00280E53"/>
    <w:rsid w:val="00280EE7"/>
    <w:rsid w:val="00280F69"/>
    <w:rsid w:val="00281068"/>
    <w:rsid w:val="00281568"/>
    <w:rsid w:val="002816BB"/>
    <w:rsid w:val="00281BCB"/>
    <w:rsid w:val="00281BD1"/>
    <w:rsid w:val="0028234F"/>
    <w:rsid w:val="00282593"/>
    <w:rsid w:val="002825BB"/>
    <w:rsid w:val="002827C8"/>
    <w:rsid w:val="002828B5"/>
    <w:rsid w:val="0028298C"/>
    <w:rsid w:val="00282A72"/>
    <w:rsid w:val="00282F3B"/>
    <w:rsid w:val="0028304D"/>
    <w:rsid w:val="00283332"/>
    <w:rsid w:val="0028356A"/>
    <w:rsid w:val="002837E1"/>
    <w:rsid w:val="00283D5C"/>
    <w:rsid w:val="00283DD8"/>
    <w:rsid w:val="00284123"/>
    <w:rsid w:val="002845A8"/>
    <w:rsid w:val="002845C1"/>
    <w:rsid w:val="0028463D"/>
    <w:rsid w:val="00284B1E"/>
    <w:rsid w:val="00284B63"/>
    <w:rsid w:val="00285064"/>
    <w:rsid w:val="00285443"/>
    <w:rsid w:val="00285B90"/>
    <w:rsid w:val="00285B99"/>
    <w:rsid w:val="002869B8"/>
    <w:rsid w:val="00286AA0"/>
    <w:rsid w:val="00287418"/>
    <w:rsid w:val="002878C1"/>
    <w:rsid w:val="00287905"/>
    <w:rsid w:val="00287948"/>
    <w:rsid w:val="00287B3A"/>
    <w:rsid w:val="00287D56"/>
    <w:rsid w:val="0029017E"/>
    <w:rsid w:val="0029019F"/>
    <w:rsid w:val="002902FD"/>
    <w:rsid w:val="00290361"/>
    <w:rsid w:val="00290775"/>
    <w:rsid w:val="00290872"/>
    <w:rsid w:val="00290971"/>
    <w:rsid w:val="00290BC8"/>
    <w:rsid w:val="00290CFA"/>
    <w:rsid w:val="00290D92"/>
    <w:rsid w:val="00290DF5"/>
    <w:rsid w:val="00291137"/>
    <w:rsid w:val="002911CB"/>
    <w:rsid w:val="002925AB"/>
    <w:rsid w:val="0029299C"/>
    <w:rsid w:val="00292A83"/>
    <w:rsid w:val="00292B7C"/>
    <w:rsid w:val="00293291"/>
    <w:rsid w:val="00293428"/>
    <w:rsid w:val="002935E2"/>
    <w:rsid w:val="002939B2"/>
    <w:rsid w:val="00293DB2"/>
    <w:rsid w:val="002949C9"/>
    <w:rsid w:val="0029524F"/>
    <w:rsid w:val="0029546E"/>
    <w:rsid w:val="002954F4"/>
    <w:rsid w:val="00295565"/>
    <w:rsid w:val="0029582D"/>
    <w:rsid w:val="002959E0"/>
    <w:rsid w:val="00295A0A"/>
    <w:rsid w:val="00295A85"/>
    <w:rsid w:val="00295D4D"/>
    <w:rsid w:val="00295F95"/>
    <w:rsid w:val="00296565"/>
    <w:rsid w:val="002965B5"/>
    <w:rsid w:val="00296638"/>
    <w:rsid w:val="002969F6"/>
    <w:rsid w:val="00296BA1"/>
    <w:rsid w:val="00296C77"/>
    <w:rsid w:val="0029740F"/>
    <w:rsid w:val="00297560"/>
    <w:rsid w:val="00297891"/>
    <w:rsid w:val="002978A9"/>
    <w:rsid w:val="00297B1B"/>
    <w:rsid w:val="002A0359"/>
    <w:rsid w:val="002A0683"/>
    <w:rsid w:val="002A0B9D"/>
    <w:rsid w:val="002A0C8E"/>
    <w:rsid w:val="002A0DCF"/>
    <w:rsid w:val="002A14AD"/>
    <w:rsid w:val="002A14C7"/>
    <w:rsid w:val="002A16F0"/>
    <w:rsid w:val="002A18C9"/>
    <w:rsid w:val="002A1BC1"/>
    <w:rsid w:val="002A1E90"/>
    <w:rsid w:val="002A1ECD"/>
    <w:rsid w:val="002A212A"/>
    <w:rsid w:val="002A240E"/>
    <w:rsid w:val="002A244C"/>
    <w:rsid w:val="002A2613"/>
    <w:rsid w:val="002A2662"/>
    <w:rsid w:val="002A267B"/>
    <w:rsid w:val="002A2B91"/>
    <w:rsid w:val="002A2E22"/>
    <w:rsid w:val="002A331A"/>
    <w:rsid w:val="002A3626"/>
    <w:rsid w:val="002A37DB"/>
    <w:rsid w:val="002A3AB5"/>
    <w:rsid w:val="002A3BE1"/>
    <w:rsid w:val="002A3BF4"/>
    <w:rsid w:val="002A3E53"/>
    <w:rsid w:val="002A3E99"/>
    <w:rsid w:val="002A4077"/>
    <w:rsid w:val="002A44BB"/>
    <w:rsid w:val="002A44E4"/>
    <w:rsid w:val="002A47A9"/>
    <w:rsid w:val="002A48D7"/>
    <w:rsid w:val="002A4AC3"/>
    <w:rsid w:val="002A56F9"/>
    <w:rsid w:val="002A5E3D"/>
    <w:rsid w:val="002A5F0F"/>
    <w:rsid w:val="002A602C"/>
    <w:rsid w:val="002A606A"/>
    <w:rsid w:val="002A607C"/>
    <w:rsid w:val="002A6273"/>
    <w:rsid w:val="002A64BE"/>
    <w:rsid w:val="002A6CE2"/>
    <w:rsid w:val="002A73A8"/>
    <w:rsid w:val="002A7477"/>
    <w:rsid w:val="002A74BB"/>
    <w:rsid w:val="002A7573"/>
    <w:rsid w:val="002A757B"/>
    <w:rsid w:val="002A77FF"/>
    <w:rsid w:val="002A79A6"/>
    <w:rsid w:val="002A7D8E"/>
    <w:rsid w:val="002B011B"/>
    <w:rsid w:val="002B055B"/>
    <w:rsid w:val="002B05D5"/>
    <w:rsid w:val="002B0E4E"/>
    <w:rsid w:val="002B11A8"/>
    <w:rsid w:val="002B1430"/>
    <w:rsid w:val="002B17D1"/>
    <w:rsid w:val="002B1CD4"/>
    <w:rsid w:val="002B1E24"/>
    <w:rsid w:val="002B1E84"/>
    <w:rsid w:val="002B1F0B"/>
    <w:rsid w:val="002B1F31"/>
    <w:rsid w:val="002B2274"/>
    <w:rsid w:val="002B253B"/>
    <w:rsid w:val="002B2568"/>
    <w:rsid w:val="002B2574"/>
    <w:rsid w:val="002B25C0"/>
    <w:rsid w:val="002B297D"/>
    <w:rsid w:val="002B297F"/>
    <w:rsid w:val="002B2DD6"/>
    <w:rsid w:val="002B2F78"/>
    <w:rsid w:val="002B3121"/>
    <w:rsid w:val="002B3198"/>
    <w:rsid w:val="002B3AD0"/>
    <w:rsid w:val="002B3C35"/>
    <w:rsid w:val="002B3E27"/>
    <w:rsid w:val="002B415C"/>
    <w:rsid w:val="002B4272"/>
    <w:rsid w:val="002B4464"/>
    <w:rsid w:val="002B4743"/>
    <w:rsid w:val="002B47A3"/>
    <w:rsid w:val="002B52D2"/>
    <w:rsid w:val="002B52E9"/>
    <w:rsid w:val="002B5694"/>
    <w:rsid w:val="002B5738"/>
    <w:rsid w:val="002B5A75"/>
    <w:rsid w:val="002B5FAC"/>
    <w:rsid w:val="002B6643"/>
    <w:rsid w:val="002B6712"/>
    <w:rsid w:val="002B683F"/>
    <w:rsid w:val="002B6C19"/>
    <w:rsid w:val="002B6CDB"/>
    <w:rsid w:val="002B73AF"/>
    <w:rsid w:val="002B7410"/>
    <w:rsid w:val="002B75D3"/>
    <w:rsid w:val="002B7EAB"/>
    <w:rsid w:val="002B7FF1"/>
    <w:rsid w:val="002C02D8"/>
    <w:rsid w:val="002C0341"/>
    <w:rsid w:val="002C0408"/>
    <w:rsid w:val="002C066F"/>
    <w:rsid w:val="002C0A69"/>
    <w:rsid w:val="002C0BCD"/>
    <w:rsid w:val="002C0C55"/>
    <w:rsid w:val="002C0D28"/>
    <w:rsid w:val="002C1245"/>
    <w:rsid w:val="002C1B67"/>
    <w:rsid w:val="002C2579"/>
    <w:rsid w:val="002C2870"/>
    <w:rsid w:val="002C29BA"/>
    <w:rsid w:val="002C2C51"/>
    <w:rsid w:val="002C314F"/>
    <w:rsid w:val="002C3477"/>
    <w:rsid w:val="002C38F9"/>
    <w:rsid w:val="002C3E94"/>
    <w:rsid w:val="002C4237"/>
    <w:rsid w:val="002C446B"/>
    <w:rsid w:val="002C44EB"/>
    <w:rsid w:val="002C45B2"/>
    <w:rsid w:val="002C49C5"/>
    <w:rsid w:val="002C4B44"/>
    <w:rsid w:val="002C4CB5"/>
    <w:rsid w:val="002C4F02"/>
    <w:rsid w:val="002C4FF5"/>
    <w:rsid w:val="002C5906"/>
    <w:rsid w:val="002C5A33"/>
    <w:rsid w:val="002C5A9A"/>
    <w:rsid w:val="002C5F26"/>
    <w:rsid w:val="002C631E"/>
    <w:rsid w:val="002C6370"/>
    <w:rsid w:val="002C6389"/>
    <w:rsid w:val="002C69DF"/>
    <w:rsid w:val="002C7282"/>
    <w:rsid w:val="002C76F2"/>
    <w:rsid w:val="002C7765"/>
    <w:rsid w:val="002C7AB1"/>
    <w:rsid w:val="002D0A83"/>
    <w:rsid w:val="002D0AAA"/>
    <w:rsid w:val="002D0C2E"/>
    <w:rsid w:val="002D0F6B"/>
    <w:rsid w:val="002D0F71"/>
    <w:rsid w:val="002D1246"/>
    <w:rsid w:val="002D1331"/>
    <w:rsid w:val="002D13E8"/>
    <w:rsid w:val="002D154F"/>
    <w:rsid w:val="002D16CE"/>
    <w:rsid w:val="002D1E46"/>
    <w:rsid w:val="002D2164"/>
    <w:rsid w:val="002D2627"/>
    <w:rsid w:val="002D271B"/>
    <w:rsid w:val="002D28F3"/>
    <w:rsid w:val="002D2BB2"/>
    <w:rsid w:val="002D2BCA"/>
    <w:rsid w:val="002D2CC6"/>
    <w:rsid w:val="002D2E97"/>
    <w:rsid w:val="002D3359"/>
    <w:rsid w:val="002D34F0"/>
    <w:rsid w:val="002D3576"/>
    <w:rsid w:val="002D3A12"/>
    <w:rsid w:val="002D3F26"/>
    <w:rsid w:val="002D45FB"/>
    <w:rsid w:val="002D4876"/>
    <w:rsid w:val="002D4BC8"/>
    <w:rsid w:val="002D4E0F"/>
    <w:rsid w:val="002D4FE8"/>
    <w:rsid w:val="002D5090"/>
    <w:rsid w:val="002D5093"/>
    <w:rsid w:val="002D5462"/>
    <w:rsid w:val="002D558F"/>
    <w:rsid w:val="002D5BEA"/>
    <w:rsid w:val="002D5C8C"/>
    <w:rsid w:val="002D6160"/>
    <w:rsid w:val="002D6459"/>
    <w:rsid w:val="002D6926"/>
    <w:rsid w:val="002D69CB"/>
    <w:rsid w:val="002D6A0F"/>
    <w:rsid w:val="002D6D0A"/>
    <w:rsid w:val="002D70AB"/>
    <w:rsid w:val="002D70EE"/>
    <w:rsid w:val="002D7525"/>
    <w:rsid w:val="002D75A2"/>
    <w:rsid w:val="002D7749"/>
    <w:rsid w:val="002D7A75"/>
    <w:rsid w:val="002D7A9A"/>
    <w:rsid w:val="002D7D47"/>
    <w:rsid w:val="002D7F53"/>
    <w:rsid w:val="002E0072"/>
    <w:rsid w:val="002E090D"/>
    <w:rsid w:val="002E0952"/>
    <w:rsid w:val="002E0D30"/>
    <w:rsid w:val="002E10A4"/>
    <w:rsid w:val="002E1957"/>
    <w:rsid w:val="002E201F"/>
    <w:rsid w:val="002E23C0"/>
    <w:rsid w:val="002E2BB8"/>
    <w:rsid w:val="002E3023"/>
    <w:rsid w:val="002E388A"/>
    <w:rsid w:val="002E3A5B"/>
    <w:rsid w:val="002E3ADD"/>
    <w:rsid w:val="002E3CBC"/>
    <w:rsid w:val="002E42D9"/>
    <w:rsid w:val="002E4414"/>
    <w:rsid w:val="002E459F"/>
    <w:rsid w:val="002E49AD"/>
    <w:rsid w:val="002E4D15"/>
    <w:rsid w:val="002E4F56"/>
    <w:rsid w:val="002E542E"/>
    <w:rsid w:val="002E563F"/>
    <w:rsid w:val="002E579F"/>
    <w:rsid w:val="002E59F1"/>
    <w:rsid w:val="002E5DAB"/>
    <w:rsid w:val="002E613E"/>
    <w:rsid w:val="002E6741"/>
    <w:rsid w:val="002E68EF"/>
    <w:rsid w:val="002E7008"/>
    <w:rsid w:val="002E7243"/>
    <w:rsid w:val="002E761A"/>
    <w:rsid w:val="002E765E"/>
    <w:rsid w:val="002E7906"/>
    <w:rsid w:val="002E79F3"/>
    <w:rsid w:val="002E7DC0"/>
    <w:rsid w:val="002F03AA"/>
    <w:rsid w:val="002F0505"/>
    <w:rsid w:val="002F0757"/>
    <w:rsid w:val="002F0822"/>
    <w:rsid w:val="002F09A7"/>
    <w:rsid w:val="002F0B01"/>
    <w:rsid w:val="002F1247"/>
    <w:rsid w:val="002F16C4"/>
    <w:rsid w:val="002F1762"/>
    <w:rsid w:val="002F17F3"/>
    <w:rsid w:val="002F18B5"/>
    <w:rsid w:val="002F1B4D"/>
    <w:rsid w:val="002F1BE8"/>
    <w:rsid w:val="002F1D30"/>
    <w:rsid w:val="002F292E"/>
    <w:rsid w:val="002F2D5D"/>
    <w:rsid w:val="002F30A4"/>
    <w:rsid w:val="002F3CF6"/>
    <w:rsid w:val="002F3F2F"/>
    <w:rsid w:val="002F4219"/>
    <w:rsid w:val="002F4D57"/>
    <w:rsid w:val="002F5140"/>
    <w:rsid w:val="002F5485"/>
    <w:rsid w:val="002F5701"/>
    <w:rsid w:val="002F5726"/>
    <w:rsid w:val="002F5A09"/>
    <w:rsid w:val="002F5A1F"/>
    <w:rsid w:val="002F5BE2"/>
    <w:rsid w:val="002F5F22"/>
    <w:rsid w:val="002F606E"/>
    <w:rsid w:val="002F60CB"/>
    <w:rsid w:val="002F634D"/>
    <w:rsid w:val="002F63B3"/>
    <w:rsid w:val="002F6797"/>
    <w:rsid w:val="002F6910"/>
    <w:rsid w:val="002F692D"/>
    <w:rsid w:val="002F699F"/>
    <w:rsid w:val="002F6ABC"/>
    <w:rsid w:val="002F6BE7"/>
    <w:rsid w:val="002F6FCC"/>
    <w:rsid w:val="002F70D1"/>
    <w:rsid w:val="002F70E9"/>
    <w:rsid w:val="002F729F"/>
    <w:rsid w:val="002F72C1"/>
    <w:rsid w:val="002F72EB"/>
    <w:rsid w:val="002F7383"/>
    <w:rsid w:val="00300046"/>
    <w:rsid w:val="00300229"/>
    <w:rsid w:val="003003A4"/>
    <w:rsid w:val="00300692"/>
    <w:rsid w:val="003007C3"/>
    <w:rsid w:val="00300AD3"/>
    <w:rsid w:val="003011A8"/>
    <w:rsid w:val="00301569"/>
    <w:rsid w:val="00301636"/>
    <w:rsid w:val="00301663"/>
    <w:rsid w:val="003016BB"/>
    <w:rsid w:val="003016CF"/>
    <w:rsid w:val="00301A84"/>
    <w:rsid w:val="00302317"/>
    <w:rsid w:val="00302911"/>
    <w:rsid w:val="00302B01"/>
    <w:rsid w:val="00303372"/>
    <w:rsid w:val="0030363D"/>
    <w:rsid w:val="003038B8"/>
    <w:rsid w:val="00304024"/>
    <w:rsid w:val="00304493"/>
    <w:rsid w:val="00304AA9"/>
    <w:rsid w:val="00304B3F"/>
    <w:rsid w:val="0030553F"/>
    <w:rsid w:val="00305834"/>
    <w:rsid w:val="00305849"/>
    <w:rsid w:val="00305992"/>
    <w:rsid w:val="00306312"/>
    <w:rsid w:val="00306415"/>
    <w:rsid w:val="00306590"/>
    <w:rsid w:val="003066D8"/>
    <w:rsid w:val="0030714B"/>
    <w:rsid w:val="0030715E"/>
    <w:rsid w:val="003074EF"/>
    <w:rsid w:val="0030787F"/>
    <w:rsid w:val="00307892"/>
    <w:rsid w:val="00307CD9"/>
    <w:rsid w:val="00307D46"/>
    <w:rsid w:val="003105C4"/>
    <w:rsid w:val="00310725"/>
    <w:rsid w:val="00310C11"/>
    <w:rsid w:val="0031103F"/>
    <w:rsid w:val="00311902"/>
    <w:rsid w:val="00311D95"/>
    <w:rsid w:val="00311E1B"/>
    <w:rsid w:val="00311E29"/>
    <w:rsid w:val="00311E33"/>
    <w:rsid w:val="00311FDE"/>
    <w:rsid w:val="0031289F"/>
    <w:rsid w:val="0031299A"/>
    <w:rsid w:val="00312A16"/>
    <w:rsid w:val="00312C6E"/>
    <w:rsid w:val="00312CC3"/>
    <w:rsid w:val="00313392"/>
    <w:rsid w:val="003135E6"/>
    <w:rsid w:val="00313E9F"/>
    <w:rsid w:val="00314152"/>
    <w:rsid w:val="00314289"/>
    <w:rsid w:val="003143C2"/>
    <w:rsid w:val="00314413"/>
    <w:rsid w:val="0031502B"/>
    <w:rsid w:val="00315386"/>
    <w:rsid w:val="003158AA"/>
    <w:rsid w:val="003162B5"/>
    <w:rsid w:val="00316677"/>
    <w:rsid w:val="00316B05"/>
    <w:rsid w:val="00316BFA"/>
    <w:rsid w:val="00316C5A"/>
    <w:rsid w:val="003172DF"/>
    <w:rsid w:val="0031769E"/>
    <w:rsid w:val="00317B74"/>
    <w:rsid w:val="00317D6B"/>
    <w:rsid w:val="00317E3B"/>
    <w:rsid w:val="00320712"/>
    <w:rsid w:val="00320B04"/>
    <w:rsid w:val="0032118A"/>
    <w:rsid w:val="00321734"/>
    <w:rsid w:val="003217D8"/>
    <w:rsid w:val="003218B7"/>
    <w:rsid w:val="00321D26"/>
    <w:rsid w:val="00321DCC"/>
    <w:rsid w:val="00322528"/>
    <w:rsid w:val="00322B34"/>
    <w:rsid w:val="00322F08"/>
    <w:rsid w:val="00323093"/>
    <w:rsid w:val="0032354E"/>
    <w:rsid w:val="00323689"/>
    <w:rsid w:val="003237D4"/>
    <w:rsid w:val="00323834"/>
    <w:rsid w:val="00324248"/>
    <w:rsid w:val="00324280"/>
    <w:rsid w:val="003248D4"/>
    <w:rsid w:val="00324A29"/>
    <w:rsid w:val="00324B00"/>
    <w:rsid w:val="00325107"/>
    <w:rsid w:val="00325623"/>
    <w:rsid w:val="00325B7F"/>
    <w:rsid w:val="00325BBA"/>
    <w:rsid w:val="00326005"/>
    <w:rsid w:val="003260C1"/>
    <w:rsid w:val="00326918"/>
    <w:rsid w:val="0032693E"/>
    <w:rsid w:val="003273D1"/>
    <w:rsid w:val="0032780C"/>
    <w:rsid w:val="003278D2"/>
    <w:rsid w:val="003302F7"/>
    <w:rsid w:val="00330418"/>
    <w:rsid w:val="00330E1B"/>
    <w:rsid w:val="00330ED2"/>
    <w:rsid w:val="003312CB"/>
    <w:rsid w:val="0033177E"/>
    <w:rsid w:val="003318A4"/>
    <w:rsid w:val="00331960"/>
    <w:rsid w:val="00331EED"/>
    <w:rsid w:val="0033239B"/>
    <w:rsid w:val="00332599"/>
    <w:rsid w:val="00332B8F"/>
    <w:rsid w:val="00332BD0"/>
    <w:rsid w:val="00332E31"/>
    <w:rsid w:val="0033337C"/>
    <w:rsid w:val="003339A2"/>
    <w:rsid w:val="00333C92"/>
    <w:rsid w:val="00333CD6"/>
    <w:rsid w:val="00333EA1"/>
    <w:rsid w:val="003341ED"/>
    <w:rsid w:val="00334440"/>
    <w:rsid w:val="0033464F"/>
    <w:rsid w:val="00334B41"/>
    <w:rsid w:val="00334CE6"/>
    <w:rsid w:val="00334EFF"/>
    <w:rsid w:val="003353E4"/>
    <w:rsid w:val="003355E3"/>
    <w:rsid w:val="003357B5"/>
    <w:rsid w:val="00335BA0"/>
    <w:rsid w:val="00335BAE"/>
    <w:rsid w:val="00335C58"/>
    <w:rsid w:val="00335C6C"/>
    <w:rsid w:val="00335CE6"/>
    <w:rsid w:val="0033610E"/>
    <w:rsid w:val="003361A3"/>
    <w:rsid w:val="003364BC"/>
    <w:rsid w:val="00336525"/>
    <w:rsid w:val="00336619"/>
    <w:rsid w:val="0033666E"/>
    <w:rsid w:val="003367E8"/>
    <w:rsid w:val="00336853"/>
    <w:rsid w:val="003379E5"/>
    <w:rsid w:val="00337DDA"/>
    <w:rsid w:val="00337F3C"/>
    <w:rsid w:val="0034022A"/>
    <w:rsid w:val="00340366"/>
    <w:rsid w:val="003404C4"/>
    <w:rsid w:val="003407FC"/>
    <w:rsid w:val="00340823"/>
    <w:rsid w:val="00340E9A"/>
    <w:rsid w:val="00341194"/>
    <w:rsid w:val="0034119C"/>
    <w:rsid w:val="00341B06"/>
    <w:rsid w:val="00341B17"/>
    <w:rsid w:val="00341F7C"/>
    <w:rsid w:val="00342247"/>
    <w:rsid w:val="00342D06"/>
    <w:rsid w:val="00342D0E"/>
    <w:rsid w:val="00342F30"/>
    <w:rsid w:val="00342FCC"/>
    <w:rsid w:val="00343036"/>
    <w:rsid w:val="003430D4"/>
    <w:rsid w:val="0034338E"/>
    <w:rsid w:val="003435D7"/>
    <w:rsid w:val="00343895"/>
    <w:rsid w:val="00343B45"/>
    <w:rsid w:val="00343BE8"/>
    <w:rsid w:val="0034405A"/>
    <w:rsid w:val="00344123"/>
    <w:rsid w:val="0034414C"/>
    <w:rsid w:val="00344381"/>
    <w:rsid w:val="00344753"/>
    <w:rsid w:val="003448F9"/>
    <w:rsid w:val="003449A1"/>
    <w:rsid w:val="00344C6E"/>
    <w:rsid w:val="00344E2A"/>
    <w:rsid w:val="00345169"/>
    <w:rsid w:val="0034523A"/>
    <w:rsid w:val="00345C7B"/>
    <w:rsid w:val="00346005"/>
    <w:rsid w:val="00346863"/>
    <w:rsid w:val="00346CC8"/>
    <w:rsid w:val="00346E8F"/>
    <w:rsid w:val="00347282"/>
    <w:rsid w:val="00347420"/>
    <w:rsid w:val="003477DB"/>
    <w:rsid w:val="00347B63"/>
    <w:rsid w:val="00350020"/>
    <w:rsid w:val="00350118"/>
    <w:rsid w:val="003514A1"/>
    <w:rsid w:val="00351A23"/>
    <w:rsid w:val="00352046"/>
    <w:rsid w:val="00352120"/>
    <w:rsid w:val="0035219A"/>
    <w:rsid w:val="003522F6"/>
    <w:rsid w:val="003527D1"/>
    <w:rsid w:val="00352D5C"/>
    <w:rsid w:val="00352E4E"/>
    <w:rsid w:val="00352F5F"/>
    <w:rsid w:val="00353A75"/>
    <w:rsid w:val="00353F77"/>
    <w:rsid w:val="00354442"/>
    <w:rsid w:val="00354AAD"/>
    <w:rsid w:val="00354B9A"/>
    <w:rsid w:val="00355076"/>
    <w:rsid w:val="00355158"/>
    <w:rsid w:val="0035523A"/>
    <w:rsid w:val="00355263"/>
    <w:rsid w:val="003552A4"/>
    <w:rsid w:val="003553C2"/>
    <w:rsid w:val="00355782"/>
    <w:rsid w:val="003559C1"/>
    <w:rsid w:val="00356183"/>
    <w:rsid w:val="00356455"/>
    <w:rsid w:val="00356CAC"/>
    <w:rsid w:val="00357002"/>
    <w:rsid w:val="0035705D"/>
    <w:rsid w:val="0035724D"/>
    <w:rsid w:val="00357518"/>
    <w:rsid w:val="0035757D"/>
    <w:rsid w:val="003575C5"/>
    <w:rsid w:val="00357702"/>
    <w:rsid w:val="0035779C"/>
    <w:rsid w:val="00360B45"/>
    <w:rsid w:val="00360BC3"/>
    <w:rsid w:val="00360D6F"/>
    <w:rsid w:val="00361131"/>
    <w:rsid w:val="00361813"/>
    <w:rsid w:val="00362342"/>
    <w:rsid w:val="00362757"/>
    <w:rsid w:val="00362986"/>
    <w:rsid w:val="00362EB8"/>
    <w:rsid w:val="0036317F"/>
    <w:rsid w:val="003640C2"/>
    <w:rsid w:val="0036466B"/>
    <w:rsid w:val="0036473F"/>
    <w:rsid w:val="00364A3B"/>
    <w:rsid w:val="003651FC"/>
    <w:rsid w:val="00365A20"/>
    <w:rsid w:val="00365C48"/>
    <w:rsid w:val="00365C51"/>
    <w:rsid w:val="00365D28"/>
    <w:rsid w:val="00365E13"/>
    <w:rsid w:val="003663CF"/>
    <w:rsid w:val="00366450"/>
    <w:rsid w:val="003665F0"/>
    <w:rsid w:val="00366849"/>
    <w:rsid w:val="00366A6F"/>
    <w:rsid w:val="00366E06"/>
    <w:rsid w:val="00366EDA"/>
    <w:rsid w:val="00366F81"/>
    <w:rsid w:val="0036717D"/>
    <w:rsid w:val="00367DA5"/>
    <w:rsid w:val="0037027D"/>
    <w:rsid w:val="0037070E"/>
    <w:rsid w:val="00370BD0"/>
    <w:rsid w:val="00370F2D"/>
    <w:rsid w:val="00371D4E"/>
    <w:rsid w:val="003721EE"/>
    <w:rsid w:val="00372387"/>
    <w:rsid w:val="00372586"/>
    <w:rsid w:val="0037274D"/>
    <w:rsid w:val="00372889"/>
    <w:rsid w:val="0037331B"/>
    <w:rsid w:val="0037344E"/>
    <w:rsid w:val="00373B9F"/>
    <w:rsid w:val="00373C91"/>
    <w:rsid w:val="0037436A"/>
    <w:rsid w:val="00374783"/>
    <w:rsid w:val="00375486"/>
    <w:rsid w:val="00375FF6"/>
    <w:rsid w:val="0037654C"/>
    <w:rsid w:val="00376AAD"/>
    <w:rsid w:val="00376ABE"/>
    <w:rsid w:val="00376AC5"/>
    <w:rsid w:val="00376B62"/>
    <w:rsid w:val="00376DE9"/>
    <w:rsid w:val="0037702D"/>
    <w:rsid w:val="003777A8"/>
    <w:rsid w:val="003779BE"/>
    <w:rsid w:val="003806B1"/>
    <w:rsid w:val="00380B12"/>
    <w:rsid w:val="00380E16"/>
    <w:rsid w:val="00380E6F"/>
    <w:rsid w:val="00380EEE"/>
    <w:rsid w:val="00380F85"/>
    <w:rsid w:val="003810B9"/>
    <w:rsid w:val="00381660"/>
    <w:rsid w:val="0038226F"/>
    <w:rsid w:val="00382410"/>
    <w:rsid w:val="003826C3"/>
    <w:rsid w:val="00382849"/>
    <w:rsid w:val="00382894"/>
    <w:rsid w:val="00382AA1"/>
    <w:rsid w:val="00382CA0"/>
    <w:rsid w:val="00382F30"/>
    <w:rsid w:val="00382FF9"/>
    <w:rsid w:val="0038314E"/>
    <w:rsid w:val="0038320C"/>
    <w:rsid w:val="003832A1"/>
    <w:rsid w:val="00383597"/>
    <w:rsid w:val="0038360A"/>
    <w:rsid w:val="003836F9"/>
    <w:rsid w:val="00383711"/>
    <w:rsid w:val="00383AA4"/>
    <w:rsid w:val="00383C01"/>
    <w:rsid w:val="00383D05"/>
    <w:rsid w:val="0038405D"/>
    <w:rsid w:val="00384286"/>
    <w:rsid w:val="00384344"/>
    <w:rsid w:val="003844E5"/>
    <w:rsid w:val="003846CB"/>
    <w:rsid w:val="00384B6D"/>
    <w:rsid w:val="00384E36"/>
    <w:rsid w:val="00384EEA"/>
    <w:rsid w:val="003851A0"/>
    <w:rsid w:val="00385680"/>
    <w:rsid w:val="00385DB8"/>
    <w:rsid w:val="003862E1"/>
    <w:rsid w:val="0038697A"/>
    <w:rsid w:val="003869EC"/>
    <w:rsid w:val="00386D26"/>
    <w:rsid w:val="00386F0D"/>
    <w:rsid w:val="00386F33"/>
    <w:rsid w:val="00386FB1"/>
    <w:rsid w:val="00386FF7"/>
    <w:rsid w:val="003873E0"/>
    <w:rsid w:val="00387BE7"/>
    <w:rsid w:val="00387EA3"/>
    <w:rsid w:val="003903AF"/>
    <w:rsid w:val="0039054D"/>
    <w:rsid w:val="003906F8"/>
    <w:rsid w:val="003907BB"/>
    <w:rsid w:val="003909E3"/>
    <w:rsid w:val="00390BE5"/>
    <w:rsid w:val="00390F5D"/>
    <w:rsid w:val="0039109C"/>
    <w:rsid w:val="0039157F"/>
    <w:rsid w:val="003921E0"/>
    <w:rsid w:val="0039266D"/>
    <w:rsid w:val="00392ADC"/>
    <w:rsid w:val="0039320D"/>
    <w:rsid w:val="0039329D"/>
    <w:rsid w:val="00393551"/>
    <w:rsid w:val="0039357C"/>
    <w:rsid w:val="003935A3"/>
    <w:rsid w:val="00393612"/>
    <w:rsid w:val="003936B2"/>
    <w:rsid w:val="00393E19"/>
    <w:rsid w:val="00393F66"/>
    <w:rsid w:val="0039413A"/>
    <w:rsid w:val="00394232"/>
    <w:rsid w:val="00394B68"/>
    <w:rsid w:val="0039531F"/>
    <w:rsid w:val="00395C05"/>
    <w:rsid w:val="003967E8"/>
    <w:rsid w:val="003967F9"/>
    <w:rsid w:val="003968C6"/>
    <w:rsid w:val="003969B6"/>
    <w:rsid w:val="00396B1D"/>
    <w:rsid w:val="00396E3D"/>
    <w:rsid w:val="00396E7B"/>
    <w:rsid w:val="00397484"/>
    <w:rsid w:val="003979BA"/>
    <w:rsid w:val="00397FBE"/>
    <w:rsid w:val="003A0077"/>
    <w:rsid w:val="003A043A"/>
    <w:rsid w:val="003A0528"/>
    <w:rsid w:val="003A081A"/>
    <w:rsid w:val="003A0AE0"/>
    <w:rsid w:val="003A0DF8"/>
    <w:rsid w:val="003A0EFE"/>
    <w:rsid w:val="003A13F2"/>
    <w:rsid w:val="003A1A5F"/>
    <w:rsid w:val="003A1DDE"/>
    <w:rsid w:val="003A236D"/>
    <w:rsid w:val="003A23ED"/>
    <w:rsid w:val="003A2A97"/>
    <w:rsid w:val="003A2E7D"/>
    <w:rsid w:val="003A2F64"/>
    <w:rsid w:val="003A3034"/>
    <w:rsid w:val="003A3105"/>
    <w:rsid w:val="003A33C2"/>
    <w:rsid w:val="003A34D6"/>
    <w:rsid w:val="003A3655"/>
    <w:rsid w:val="003A3753"/>
    <w:rsid w:val="003A3996"/>
    <w:rsid w:val="003A3A18"/>
    <w:rsid w:val="003A3A99"/>
    <w:rsid w:val="003A3BB7"/>
    <w:rsid w:val="003A3BEE"/>
    <w:rsid w:val="003A3FB2"/>
    <w:rsid w:val="003A4361"/>
    <w:rsid w:val="003A45B7"/>
    <w:rsid w:val="003A50D7"/>
    <w:rsid w:val="003A515D"/>
    <w:rsid w:val="003A5461"/>
    <w:rsid w:val="003A54B3"/>
    <w:rsid w:val="003A569A"/>
    <w:rsid w:val="003A59AC"/>
    <w:rsid w:val="003A5AC1"/>
    <w:rsid w:val="003A5E7E"/>
    <w:rsid w:val="003A5EEE"/>
    <w:rsid w:val="003A62AF"/>
    <w:rsid w:val="003A6505"/>
    <w:rsid w:val="003A6594"/>
    <w:rsid w:val="003A6824"/>
    <w:rsid w:val="003A7055"/>
    <w:rsid w:val="003A78C2"/>
    <w:rsid w:val="003A7EC9"/>
    <w:rsid w:val="003A7F90"/>
    <w:rsid w:val="003B0143"/>
    <w:rsid w:val="003B0548"/>
    <w:rsid w:val="003B0800"/>
    <w:rsid w:val="003B089D"/>
    <w:rsid w:val="003B12EF"/>
    <w:rsid w:val="003B1717"/>
    <w:rsid w:val="003B1B9C"/>
    <w:rsid w:val="003B1C28"/>
    <w:rsid w:val="003B1D52"/>
    <w:rsid w:val="003B204A"/>
    <w:rsid w:val="003B22D3"/>
    <w:rsid w:val="003B2504"/>
    <w:rsid w:val="003B286D"/>
    <w:rsid w:val="003B2A10"/>
    <w:rsid w:val="003B2E93"/>
    <w:rsid w:val="003B3186"/>
    <w:rsid w:val="003B341F"/>
    <w:rsid w:val="003B36F4"/>
    <w:rsid w:val="003B37B0"/>
    <w:rsid w:val="003B3BAB"/>
    <w:rsid w:val="003B3D1C"/>
    <w:rsid w:val="003B4247"/>
    <w:rsid w:val="003B4592"/>
    <w:rsid w:val="003B46B6"/>
    <w:rsid w:val="003B4A83"/>
    <w:rsid w:val="003B502F"/>
    <w:rsid w:val="003B54C5"/>
    <w:rsid w:val="003B565B"/>
    <w:rsid w:val="003B56AE"/>
    <w:rsid w:val="003B57E3"/>
    <w:rsid w:val="003B5856"/>
    <w:rsid w:val="003B5C65"/>
    <w:rsid w:val="003B5FA6"/>
    <w:rsid w:val="003B6178"/>
    <w:rsid w:val="003B6278"/>
    <w:rsid w:val="003B63F3"/>
    <w:rsid w:val="003B6527"/>
    <w:rsid w:val="003B67E2"/>
    <w:rsid w:val="003B69BA"/>
    <w:rsid w:val="003B69C8"/>
    <w:rsid w:val="003B69E4"/>
    <w:rsid w:val="003B6CC6"/>
    <w:rsid w:val="003B6D3B"/>
    <w:rsid w:val="003B6FA7"/>
    <w:rsid w:val="003B727A"/>
    <w:rsid w:val="003C00C5"/>
    <w:rsid w:val="003C01A8"/>
    <w:rsid w:val="003C01A9"/>
    <w:rsid w:val="003C01C2"/>
    <w:rsid w:val="003C0219"/>
    <w:rsid w:val="003C03E7"/>
    <w:rsid w:val="003C045F"/>
    <w:rsid w:val="003C05D2"/>
    <w:rsid w:val="003C093D"/>
    <w:rsid w:val="003C0F74"/>
    <w:rsid w:val="003C190C"/>
    <w:rsid w:val="003C207A"/>
    <w:rsid w:val="003C2808"/>
    <w:rsid w:val="003C2A5E"/>
    <w:rsid w:val="003C31B4"/>
    <w:rsid w:val="003C3484"/>
    <w:rsid w:val="003C3493"/>
    <w:rsid w:val="003C36D9"/>
    <w:rsid w:val="003C3765"/>
    <w:rsid w:val="003C3BDE"/>
    <w:rsid w:val="003C4157"/>
    <w:rsid w:val="003C4642"/>
    <w:rsid w:val="003C4671"/>
    <w:rsid w:val="003C4803"/>
    <w:rsid w:val="003C4ABF"/>
    <w:rsid w:val="003C5112"/>
    <w:rsid w:val="003C526E"/>
    <w:rsid w:val="003C538A"/>
    <w:rsid w:val="003C5B03"/>
    <w:rsid w:val="003C5BD9"/>
    <w:rsid w:val="003C5D6E"/>
    <w:rsid w:val="003C6B0F"/>
    <w:rsid w:val="003C6E0D"/>
    <w:rsid w:val="003C6F6B"/>
    <w:rsid w:val="003C6F9F"/>
    <w:rsid w:val="003C742C"/>
    <w:rsid w:val="003C75F0"/>
    <w:rsid w:val="003C7665"/>
    <w:rsid w:val="003D081C"/>
    <w:rsid w:val="003D0A3E"/>
    <w:rsid w:val="003D0C32"/>
    <w:rsid w:val="003D0E51"/>
    <w:rsid w:val="003D0F24"/>
    <w:rsid w:val="003D1255"/>
    <w:rsid w:val="003D13A8"/>
    <w:rsid w:val="003D16E0"/>
    <w:rsid w:val="003D174D"/>
    <w:rsid w:val="003D1B25"/>
    <w:rsid w:val="003D2164"/>
    <w:rsid w:val="003D26BE"/>
    <w:rsid w:val="003D26E1"/>
    <w:rsid w:val="003D2CCF"/>
    <w:rsid w:val="003D2EFC"/>
    <w:rsid w:val="003D30BF"/>
    <w:rsid w:val="003D326F"/>
    <w:rsid w:val="003D341E"/>
    <w:rsid w:val="003D3C01"/>
    <w:rsid w:val="003D3D3B"/>
    <w:rsid w:val="003D40F5"/>
    <w:rsid w:val="003D4981"/>
    <w:rsid w:val="003D5075"/>
    <w:rsid w:val="003D50F6"/>
    <w:rsid w:val="003D5283"/>
    <w:rsid w:val="003D55B9"/>
    <w:rsid w:val="003D5949"/>
    <w:rsid w:val="003D5C8D"/>
    <w:rsid w:val="003D5E1F"/>
    <w:rsid w:val="003D5EAB"/>
    <w:rsid w:val="003D6011"/>
    <w:rsid w:val="003D60D7"/>
    <w:rsid w:val="003D6167"/>
    <w:rsid w:val="003D621D"/>
    <w:rsid w:val="003D6237"/>
    <w:rsid w:val="003D62D1"/>
    <w:rsid w:val="003D6415"/>
    <w:rsid w:val="003D66F3"/>
    <w:rsid w:val="003D69C1"/>
    <w:rsid w:val="003D6B70"/>
    <w:rsid w:val="003D6E5D"/>
    <w:rsid w:val="003D7123"/>
    <w:rsid w:val="003D71A5"/>
    <w:rsid w:val="003D7D67"/>
    <w:rsid w:val="003E02C5"/>
    <w:rsid w:val="003E0389"/>
    <w:rsid w:val="003E050F"/>
    <w:rsid w:val="003E06F4"/>
    <w:rsid w:val="003E0A07"/>
    <w:rsid w:val="003E1266"/>
    <w:rsid w:val="003E137E"/>
    <w:rsid w:val="003E1409"/>
    <w:rsid w:val="003E1427"/>
    <w:rsid w:val="003E18B6"/>
    <w:rsid w:val="003E19F5"/>
    <w:rsid w:val="003E1B7F"/>
    <w:rsid w:val="003E1C63"/>
    <w:rsid w:val="003E1F38"/>
    <w:rsid w:val="003E24AB"/>
    <w:rsid w:val="003E2967"/>
    <w:rsid w:val="003E312B"/>
    <w:rsid w:val="003E3199"/>
    <w:rsid w:val="003E37C5"/>
    <w:rsid w:val="003E3849"/>
    <w:rsid w:val="003E3CCC"/>
    <w:rsid w:val="003E3E8A"/>
    <w:rsid w:val="003E4362"/>
    <w:rsid w:val="003E44DB"/>
    <w:rsid w:val="003E4E2C"/>
    <w:rsid w:val="003E5105"/>
    <w:rsid w:val="003E533C"/>
    <w:rsid w:val="003E5836"/>
    <w:rsid w:val="003E5919"/>
    <w:rsid w:val="003E5A54"/>
    <w:rsid w:val="003E5E07"/>
    <w:rsid w:val="003E5EA4"/>
    <w:rsid w:val="003E601A"/>
    <w:rsid w:val="003E6491"/>
    <w:rsid w:val="003E66B0"/>
    <w:rsid w:val="003E67C4"/>
    <w:rsid w:val="003E6951"/>
    <w:rsid w:val="003E6E30"/>
    <w:rsid w:val="003E6E88"/>
    <w:rsid w:val="003E6F05"/>
    <w:rsid w:val="003E6F35"/>
    <w:rsid w:val="003E6F6A"/>
    <w:rsid w:val="003E72AF"/>
    <w:rsid w:val="003E7531"/>
    <w:rsid w:val="003E771B"/>
    <w:rsid w:val="003E7937"/>
    <w:rsid w:val="003E79E1"/>
    <w:rsid w:val="003F0154"/>
    <w:rsid w:val="003F01FA"/>
    <w:rsid w:val="003F029D"/>
    <w:rsid w:val="003F0556"/>
    <w:rsid w:val="003F0B25"/>
    <w:rsid w:val="003F0D4F"/>
    <w:rsid w:val="003F1352"/>
    <w:rsid w:val="003F1366"/>
    <w:rsid w:val="003F1419"/>
    <w:rsid w:val="003F15AE"/>
    <w:rsid w:val="003F15E6"/>
    <w:rsid w:val="003F1AFD"/>
    <w:rsid w:val="003F1B71"/>
    <w:rsid w:val="003F20A7"/>
    <w:rsid w:val="003F28D3"/>
    <w:rsid w:val="003F28FA"/>
    <w:rsid w:val="003F2B5F"/>
    <w:rsid w:val="003F2C14"/>
    <w:rsid w:val="003F2D84"/>
    <w:rsid w:val="003F2F15"/>
    <w:rsid w:val="003F306B"/>
    <w:rsid w:val="003F32BF"/>
    <w:rsid w:val="003F3916"/>
    <w:rsid w:val="003F3F50"/>
    <w:rsid w:val="003F3F97"/>
    <w:rsid w:val="003F4129"/>
    <w:rsid w:val="003F431F"/>
    <w:rsid w:val="003F44EE"/>
    <w:rsid w:val="003F46C9"/>
    <w:rsid w:val="003F4901"/>
    <w:rsid w:val="003F4951"/>
    <w:rsid w:val="003F4B0D"/>
    <w:rsid w:val="003F4D60"/>
    <w:rsid w:val="003F5178"/>
    <w:rsid w:val="003F54D7"/>
    <w:rsid w:val="003F54DB"/>
    <w:rsid w:val="003F5ADD"/>
    <w:rsid w:val="003F5B2B"/>
    <w:rsid w:val="003F5DA7"/>
    <w:rsid w:val="003F65A9"/>
    <w:rsid w:val="003F65B4"/>
    <w:rsid w:val="003F6D4E"/>
    <w:rsid w:val="003F6D62"/>
    <w:rsid w:val="003F7204"/>
    <w:rsid w:val="003F76B9"/>
    <w:rsid w:val="003F7ABC"/>
    <w:rsid w:val="003F7B45"/>
    <w:rsid w:val="003F7D17"/>
    <w:rsid w:val="0040008F"/>
    <w:rsid w:val="004001CB"/>
    <w:rsid w:val="004004FE"/>
    <w:rsid w:val="004009FE"/>
    <w:rsid w:val="00400BAE"/>
    <w:rsid w:val="00400D93"/>
    <w:rsid w:val="00400E7F"/>
    <w:rsid w:val="00400FF4"/>
    <w:rsid w:val="00401254"/>
    <w:rsid w:val="00401951"/>
    <w:rsid w:val="00401A0C"/>
    <w:rsid w:val="00401D20"/>
    <w:rsid w:val="00401F31"/>
    <w:rsid w:val="00402151"/>
    <w:rsid w:val="00402242"/>
    <w:rsid w:val="00402287"/>
    <w:rsid w:val="004022EC"/>
    <w:rsid w:val="00402478"/>
    <w:rsid w:val="004024F1"/>
    <w:rsid w:val="0040273E"/>
    <w:rsid w:val="00402B59"/>
    <w:rsid w:val="00402D0E"/>
    <w:rsid w:val="00402DAC"/>
    <w:rsid w:val="004036A9"/>
    <w:rsid w:val="004037B0"/>
    <w:rsid w:val="0040413D"/>
    <w:rsid w:val="00404321"/>
    <w:rsid w:val="004043CC"/>
    <w:rsid w:val="004044D1"/>
    <w:rsid w:val="004049D7"/>
    <w:rsid w:val="00404E67"/>
    <w:rsid w:val="0040502B"/>
    <w:rsid w:val="004052FA"/>
    <w:rsid w:val="00405824"/>
    <w:rsid w:val="004058E1"/>
    <w:rsid w:val="00405BD5"/>
    <w:rsid w:val="00405C6B"/>
    <w:rsid w:val="00405D02"/>
    <w:rsid w:val="00406005"/>
    <w:rsid w:val="00406996"/>
    <w:rsid w:val="00406E6F"/>
    <w:rsid w:val="00407652"/>
    <w:rsid w:val="00407842"/>
    <w:rsid w:val="00410500"/>
    <w:rsid w:val="004107B7"/>
    <w:rsid w:val="00410CA2"/>
    <w:rsid w:val="00410E2D"/>
    <w:rsid w:val="004113A6"/>
    <w:rsid w:val="0041184B"/>
    <w:rsid w:val="00411A8F"/>
    <w:rsid w:val="00411D41"/>
    <w:rsid w:val="00411DD9"/>
    <w:rsid w:val="00411FD0"/>
    <w:rsid w:val="0041203A"/>
    <w:rsid w:val="0041210E"/>
    <w:rsid w:val="004122C7"/>
    <w:rsid w:val="0041288C"/>
    <w:rsid w:val="00412BCD"/>
    <w:rsid w:val="00412E53"/>
    <w:rsid w:val="00412F06"/>
    <w:rsid w:val="00413217"/>
    <w:rsid w:val="004133A7"/>
    <w:rsid w:val="0041346E"/>
    <w:rsid w:val="00413721"/>
    <w:rsid w:val="00413BC8"/>
    <w:rsid w:val="00413EE1"/>
    <w:rsid w:val="004141C8"/>
    <w:rsid w:val="00414366"/>
    <w:rsid w:val="004147D2"/>
    <w:rsid w:val="00414BDE"/>
    <w:rsid w:val="00414C89"/>
    <w:rsid w:val="00414FB7"/>
    <w:rsid w:val="004150D2"/>
    <w:rsid w:val="00415241"/>
    <w:rsid w:val="0041545A"/>
    <w:rsid w:val="004157C1"/>
    <w:rsid w:val="00415937"/>
    <w:rsid w:val="00415CED"/>
    <w:rsid w:val="00415D2B"/>
    <w:rsid w:val="00415D3D"/>
    <w:rsid w:val="00415D85"/>
    <w:rsid w:val="00415F98"/>
    <w:rsid w:val="004163C9"/>
    <w:rsid w:val="004166C4"/>
    <w:rsid w:val="0041671B"/>
    <w:rsid w:val="00416A2D"/>
    <w:rsid w:val="00416CEB"/>
    <w:rsid w:val="00417190"/>
    <w:rsid w:val="00417198"/>
    <w:rsid w:val="00417750"/>
    <w:rsid w:val="00417A68"/>
    <w:rsid w:val="00417D68"/>
    <w:rsid w:val="004202C1"/>
    <w:rsid w:val="00420646"/>
    <w:rsid w:val="00420877"/>
    <w:rsid w:val="004209D6"/>
    <w:rsid w:val="00420B4E"/>
    <w:rsid w:val="00420FB1"/>
    <w:rsid w:val="004219F3"/>
    <w:rsid w:val="00421ABF"/>
    <w:rsid w:val="00421C30"/>
    <w:rsid w:val="00421CAB"/>
    <w:rsid w:val="00421DA1"/>
    <w:rsid w:val="0042209C"/>
    <w:rsid w:val="00422238"/>
    <w:rsid w:val="0042265A"/>
    <w:rsid w:val="00422C31"/>
    <w:rsid w:val="00422E51"/>
    <w:rsid w:val="00423102"/>
    <w:rsid w:val="004235CA"/>
    <w:rsid w:val="00423668"/>
    <w:rsid w:val="00423697"/>
    <w:rsid w:val="004239F8"/>
    <w:rsid w:val="0042426E"/>
    <w:rsid w:val="004242E1"/>
    <w:rsid w:val="00424B70"/>
    <w:rsid w:val="00424B7E"/>
    <w:rsid w:val="00424D40"/>
    <w:rsid w:val="0042529A"/>
    <w:rsid w:val="004259B7"/>
    <w:rsid w:val="00425DDA"/>
    <w:rsid w:val="00425F2C"/>
    <w:rsid w:val="004260D6"/>
    <w:rsid w:val="004260DD"/>
    <w:rsid w:val="0042650A"/>
    <w:rsid w:val="0042657F"/>
    <w:rsid w:val="004266B6"/>
    <w:rsid w:val="00426E33"/>
    <w:rsid w:val="00426F40"/>
    <w:rsid w:val="0042728D"/>
    <w:rsid w:val="004275A0"/>
    <w:rsid w:val="00427A86"/>
    <w:rsid w:val="00427AE4"/>
    <w:rsid w:val="00427F16"/>
    <w:rsid w:val="004303B1"/>
    <w:rsid w:val="00430695"/>
    <w:rsid w:val="00430730"/>
    <w:rsid w:val="00430BB4"/>
    <w:rsid w:val="00430C8B"/>
    <w:rsid w:val="00430FA8"/>
    <w:rsid w:val="004312FF"/>
    <w:rsid w:val="00431736"/>
    <w:rsid w:val="00431BD0"/>
    <w:rsid w:val="00431D97"/>
    <w:rsid w:val="00432165"/>
    <w:rsid w:val="004325A3"/>
    <w:rsid w:val="00432969"/>
    <w:rsid w:val="00432CA2"/>
    <w:rsid w:val="00432F46"/>
    <w:rsid w:val="00433063"/>
    <w:rsid w:val="0043366F"/>
    <w:rsid w:val="0043409A"/>
    <w:rsid w:val="00434AB4"/>
    <w:rsid w:val="00435DAE"/>
    <w:rsid w:val="00435F9B"/>
    <w:rsid w:val="0043600A"/>
    <w:rsid w:val="00436656"/>
    <w:rsid w:val="004367C0"/>
    <w:rsid w:val="004368DB"/>
    <w:rsid w:val="00436B9D"/>
    <w:rsid w:val="00436DBB"/>
    <w:rsid w:val="00436FAD"/>
    <w:rsid w:val="004370ED"/>
    <w:rsid w:val="0043721C"/>
    <w:rsid w:val="0043739C"/>
    <w:rsid w:val="00437402"/>
    <w:rsid w:val="00437676"/>
    <w:rsid w:val="00437D8C"/>
    <w:rsid w:val="00437DB6"/>
    <w:rsid w:val="00437E62"/>
    <w:rsid w:val="00437E69"/>
    <w:rsid w:val="004400A7"/>
    <w:rsid w:val="00440207"/>
    <w:rsid w:val="00440340"/>
    <w:rsid w:val="004404FA"/>
    <w:rsid w:val="00440545"/>
    <w:rsid w:val="00440920"/>
    <w:rsid w:val="00440B7D"/>
    <w:rsid w:val="00440D1D"/>
    <w:rsid w:val="00440DBA"/>
    <w:rsid w:val="004415B1"/>
    <w:rsid w:val="00441CC0"/>
    <w:rsid w:val="004420E3"/>
    <w:rsid w:val="00442340"/>
    <w:rsid w:val="004425A5"/>
    <w:rsid w:val="00442649"/>
    <w:rsid w:val="00442883"/>
    <w:rsid w:val="004428A2"/>
    <w:rsid w:val="0044296A"/>
    <w:rsid w:val="00442B99"/>
    <w:rsid w:val="00442D51"/>
    <w:rsid w:val="00442DEF"/>
    <w:rsid w:val="00442FA1"/>
    <w:rsid w:val="00443086"/>
    <w:rsid w:val="00443246"/>
    <w:rsid w:val="004432C3"/>
    <w:rsid w:val="00444083"/>
    <w:rsid w:val="00444472"/>
    <w:rsid w:val="0044477A"/>
    <w:rsid w:val="004448D0"/>
    <w:rsid w:val="00444940"/>
    <w:rsid w:val="004449C6"/>
    <w:rsid w:val="004449CF"/>
    <w:rsid w:val="00444B14"/>
    <w:rsid w:val="00444BB0"/>
    <w:rsid w:val="00445062"/>
    <w:rsid w:val="00445114"/>
    <w:rsid w:val="004451F9"/>
    <w:rsid w:val="00445482"/>
    <w:rsid w:val="0044553E"/>
    <w:rsid w:val="004458DC"/>
    <w:rsid w:val="004458EE"/>
    <w:rsid w:val="00445DC2"/>
    <w:rsid w:val="00445F50"/>
    <w:rsid w:val="00446016"/>
    <w:rsid w:val="004463E3"/>
    <w:rsid w:val="004467F5"/>
    <w:rsid w:val="004467FE"/>
    <w:rsid w:val="0044713B"/>
    <w:rsid w:val="004471FA"/>
    <w:rsid w:val="00447288"/>
    <w:rsid w:val="00447553"/>
    <w:rsid w:val="00447677"/>
    <w:rsid w:val="00447E1C"/>
    <w:rsid w:val="00447EAD"/>
    <w:rsid w:val="00447FCB"/>
    <w:rsid w:val="00447FDF"/>
    <w:rsid w:val="004502AA"/>
    <w:rsid w:val="004504C1"/>
    <w:rsid w:val="0045071E"/>
    <w:rsid w:val="00450751"/>
    <w:rsid w:val="0045075C"/>
    <w:rsid w:val="0045083E"/>
    <w:rsid w:val="00450AD0"/>
    <w:rsid w:val="00450D77"/>
    <w:rsid w:val="0045106C"/>
    <w:rsid w:val="0045136D"/>
    <w:rsid w:val="004513B3"/>
    <w:rsid w:val="00451744"/>
    <w:rsid w:val="00451CC1"/>
    <w:rsid w:val="00451CF4"/>
    <w:rsid w:val="00451D0C"/>
    <w:rsid w:val="00451FD9"/>
    <w:rsid w:val="00451FDE"/>
    <w:rsid w:val="0045203D"/>
    <w:rsid w:val="0045251B"/>
    <w:rsid w:val="00452537"/>
    <w:rsid w:val="004526D1"/>
    <w:rsid w:val="00452FBB"/>
    <w:rsid w:val="004530E2"/>
    <w:rsid w:val="0045320F"/>
    <w:rsid w:val="0045333E"/>
    <w:rsid w:val="00453AC2"/>
    <w:rsid w:val="00453B24"/>
    <w:rsid w:val="004540B0"/>
    <w:rsid w:val="0045420C"/>
    <w:rsid w:val="0045430E"/>
    <w:rsid w:val="004543A1"/>
    <w:rsid w:val="0045440E"/>
    <w:rsid w:val="004544B3"/>
    <w:rsid w:val="00454740"/>
    <w:rsid w:val="004549DA"/>
    <w:rsid w:val="004549E2"/>
    <w:rsid w:val="00454F24"/>
    <w:rsid w:val="00455000"/>
    <w:rsid w:val="004551C4"/>
    <w:rsid w:val="00455E1F"/>
    <w:rsid w:val="00455E85"/>
    <w:rsid w:val="004563C1"/>
    <w:rsid w:val="0045640E"/>
    <w:rsid w:val="00456761"/>
    <w:rsid w:val="00456A17"/>
    <w:rsid w:val="00456FD6"/>
    <w:rsid w:val="00457034"/>
    <w:rsid w:val="00457B6A"/>
    <w:rsid w:val="00457D46"/>
    <w:rsid w:val="00460865"/>
    <w:rsid w:val="00460986"/>
    <w:rsid w:val="00460BCA"/>
    <w:rsid w:val="00460CAD"/>
    <w:rsid w:val="00460D90"/>
    <w:rsid w:val="00460DFE"/>
    <w:rsid w:val="00461588"/>
    <w:rsid w:val="004619B4"/>
    <w:rsid w:val="004620AB"/>
    <w:rsid w:val="00462569"/>
    <w:rsid w:val="004625D6"/>
    <w:rsid w:val="004627F8"/>
    <w:rsid w:val="00462A05"/>
    <w:rsid w:val="00462ADA"/>
    <w:rsid w:val="00462D44"/>
    <w:rsid w:val="00462E73"/>
    <w:rsid w:val="004633FE"/>
    <w:rsid w:val="004635AB"/>
    <w:rsid w:val="00463602"/>
    <w:rsid w:val="0046391E"/>
    <w:rsid w:val="004639DE"/>
    <w:rsid w:val="00463A04"/>
    <w:rsid w:val="00463A4D"/>
    <w:rsid w:val="00463AC9"/>
    <w:rsid w:val="004640F3"/>
    <w:rsid w:val="00464345"/>
    <w:rsid w:val="0046449C"/>
    <w:rsid w:val="00464A93"/>
    <w:rsid w:val="00464ADF"/>
    <w:rsid w:val="00464D49"/>
    <w:rsid w:val="00464EBB"/>
    <w:rsid w:val="00464F74"/>
    <w:rsid w:val="00464F77"/>
    <w:rsid w:val="00465731"/>
    <w:rsid w:val="00465860"/>
    <w:rsid w:val="00465AF4"/>
    <w:rsid w:val="00465CE4"/>
    <w:rsid w:val="00465D17"/>
    <w:rsid w:val="00465F10"/>
    <w:rsid w:val="004660D3"/>
    <w:rsid w:val="00466680"/>
    <w:rsid w:val="0046671D"/>
    <w:rsid w:val="00466BE7"/>
    <w:rsid w:val="0046727C"/>
    <w:rsid w:val="00467772"/>
    <w:rsid w:val="004679F8"/>
    <w:rsid w:val="00467ACE"/>
    <w:rsid w:val="00467E36"/>
    <w:rsid w:val="00467E6D"/>
    <w:rsid w:val="00467EFD"/>
    <w:rsid w:val="00467FD3"/>
    <w:rsid w:val="00470053"/>
    <w:rsid w:val="00470306"/>
    <w:rsid w:val="0047080E"/>
    <w:rsid w:val="0047091C"/>
    <w:rsid w:val="00470BE8"/>
    <w:rsid w:val="00470D66"/>
    <w:rsid w:val="00471C55"/>
    <w:rsid w:val="00471E46"/>
    <w:rsid w:val="004722DE"/>
    <w:rsid w:val="004723FD"/>
    <w:rsid w:val="00472436"/>
    <w:rsid w:val="004724B4"/>
    <w:rsid w:val="00472522"/>
    <w:rsid w:val="0047261D"/>
    <w:rsid w:val="00472975"/>
    <w:rsid w:val="00472A34"/>
    <w:rsid w:val="00472BAD"/>
    <w:rsid w:val="00472C2D"/>
    <w:rsid w:val="00472E01"/>
    <w:rsid w:val="0047333A"/>
    <w:rsid w:val="0047357B"/>
    <w:rsid w:val="00473618"/>
    <w:rsid w:val="00473DE1"/>
    <w:rsid w:val="00473E81"/>
    <w:rsid w:val="004742AA"/>
    <w:rsid w:val="00474A4C"/>
    <w:rsid w:val="00474E46"/>
    <w:rsid w:val="00474F15"/>
    <w:rsid w:val="00475276"/>
    <w:rsid w:val="00475332"/>
    <w:rsid w:val="004754F3"/>
    <w:rsid w:val="00475C95"/>
    <w:rsid w:val="00475F23"/>
    <w:rsid w:val="00476146"/>
    <w:rsid w:val="004761BE"/>
    <w:rsid w:val="00476262"/>
    <w:rsid w:val="00476343"/>
    <w:rsid w:val="0047644D"/>
    <w:rsid w:val="00476454"/>
    <w:rsid w:val="004764F9"/>
    <w:rsid w:val="004765ED"/>
    <w:rsid w:val="00476A78"/>
    <w:rsid w:val="00476CAF"/>
    <w:rsid w:val="00476D74"/>
    <w:rsid w:val="00476D9D"/>
    <w:rsid w:val="004770F4"/>
    <w:rsid w:val="00477105"/>
    <w:rsid w:val="0047714A"/>
    <w:rsid w:val="004774A9"/>
    <w:rsid w:val="004774B6"/>
    <w:rsid w:val="00477880"/>
    <w:rsid w:val="00477B1B"/>
    <w:rsid w:val="00477BE8"/>
    <w:rsid w:val="00477C04"/>
    <w:rsid w:val="00477CEF"/>
    <w:rsid w:val="00477D29"/>
    <w:rsid w:val="00477DC6"/>
    <w:rsid w:val="0048000C"/>
    <w:rsid w:val="00480829"/>
    <w:rsid w:val="004808A6"/>
    <w:rsid w:val="004809E4"/>
    <w:rsid w:val="00480D7E"/>
    <w:rsid w:val="00480EBC"/>
    <w:rsid w:val="00480F46"/>
    <w:rsid w:val="00481155"/>
    <w:rsid w:val="004811E4"/>
    <w:rsid w:val="00481234"/>
    <w:rsid w:val="00481268"/>
    <w:rsid w:val="0048135D"/>
    <w:rsid w:val="00481689"/>
    <w:rsid w:val="004817AD"/>
    <w:rsid w:val="00481C8D"/>
    <w:rsid w:val="00482064"/>
    <w:rsid w:val="004821C7"/>
    <w:rsid w:val="004825CC"/>
    <w:rsid w:val="00482718"/>
    <w:rsid w:val="00482FD8"/>
    <w:rsid w:val="0048330C"/>
    <w:rsid w:val="0048362A"/>
    <w:rsid w:val="00483B19"/>
    <w:rsid w:val="004840B0"/>
    <w:rsid w:val="00484120"/>
    <w:rsid w:val="004845D2"/>
    <w:rsid w:val="00484845"/>
    <w:rsid w:val="00484864"/>
    <w:rsid w:val="00484C0A"/>
    <w:rsid w:val="0048503C"/>
    <w:rsid w:val="004858E1"/>
    <w:rsid w:val="00485915"/>
    <w:rsid w:val="00485B44"/>
    <w:rsid w:val="0048615E"/>
    <w:rsid w:val="00486439"/>
    <w:rsid w:val="00486442"/>
    <w:rsid w:val="004867F9"/>
    <w:rsid w:val="00487273"/>
    <w:rsid w:val="00487734"/>
    <w:rsid w:val="00487A3F"/>
    <w:rsid w:val="00487B37"/>
    <w:rsid w:val="0049019E"/>
    <w:rsid w:val="0049032D"/>
    <w:rsid w:val="0049066F"/>
    <w:rsid w:val="00490801"/>
    <w:rsid w:val="004909ED"/>
    <w:rsid w:val="00490DD4"/>
    <w:rsid w:val="00490F01"/>
    <w:rsid w:val="004911A7"/>
    <w:rsid w:val="004915F0"/>
    <w:rsid w:val="00491722"/>
    <w:rsid w:val="00491995"/>
    <w:rsid w:val="00491C6E"/>
    <w:rsid w:val="004920F9"/>
    <w:rsid w:val="00492804"/>
    <w:rsid w:val="00492A41"/>
    <w:rsid w:val="00492C6E"/>
    <w:rsid w:val="00492DC1"/>
    <w:rsid w:val="0049314E"/>
    <w:rsid w:val="004933E8"/>
    <w:rsid w:val="00493502"/>
    <w:rsid w:val="00493872"/>
    <w:rsid w:val="004939BA"/>
    <w:rsid w:val="004939F5"/>
    <w:rsid w:val="00494460"/>
    <w:rsid w:val="004949D9"/>
    <w:rsid w:val="00494A4A"/>
    <w:rsid w:val="00494EEA"/>
    <w:rsid w:val="00495CCB"/>
    <w:rsid w:val="0049636D"/>
    <w:rsid w:val="004965EE"/>
    <w:rsid w:val="004966B6"/>
    <w:rsid w:val="0049677B"/>
    <w:rsid w:val="00496928"/>
    <w:rsid w:val="00496D57"/>
    <w:rsid w:val="004971D9"/>
    <w:rsid w:val="0049721A"/>
    <w:rsid w:val="0049724E"/>
    <w:rsid w:val="004974E0"/>
    <w:rsid w:val="00497726"/>
    <w:rsid w:val="00497756"/>
    <w:rsid w:val="0049795E"/>
    <w:rsid w:val="00497A79"/>
    <w:rsid w:val="00497E87"/>
    <w:rsid w:val="004A0766"/>
    <w:rsid w:val="004A0E21"/>
    <w:rsid w:val="004A112D"/>
    <w:rsid w:val="004A11C2"/>
    <w:rsid w:val="004A2319"/>
    <w:rsid w:val="004A2469"/>
    <w:rsid w:val="004A2F75"/>
    <w:rsid w:val="004A34C1"/>
    <w:rsid w:val="004A369C"/>
    <w:rsid w:val="004A37EE"/>
    <w:rsid w:val="004A38F0"/>
    <w:rsid w:val="004A39A1"/>
    <w:rsid w:val="004A3BA2"/>
    <w:rsid w:val="004A405A"/>
    <w:rsid w:val="004A411F"/>
    <w:rsid w:val="004A4975"/>
    <w:rsid w:val="004A4A93"/>
    <w:rsid w:val="004A4CDB"/>
    <w:rsid w:val="004A4E9C"/>
    <w:rsid w:val="004A56F5"/>
    <w:rsid w:val="004A5D22"/>
    <w:rsid w:val="004A5E41"/>
    <w:rsid w:val="004A5F51"/>
    <w:rsid w:val="004A623A"/>
    <w:rsid w:val="004A6A48"/>
    <w:rsid w:val="004A6E8A"/>
    <w:rsid w:val="004A72FE"/>
    <w:rsid w:val="004A73A1"/>
    <w:rsid w:val="004A7448"/>
    <w:rsid w:val="004A7475"/>
    <w:rsid w:val="004A7581"/>
    <w:rsid w:val="004A7807"/>
    <w:rsid w:val="004A78BE"/>
    <w:rsid w:val="004B05C2"/>
    <w:rsid w:val="004B0C09"/>
    <w:rsid w:val="004B0C1C"/>
    <w:rsid w:val="004B0C31"/>
    <w:rsid w:val="004B199F"/>
    <w:rsid w:val="004B1A1E"/>
    <w:rsid w:val="004B1E20"/>
    <w:rsid w:val="004B2391"/>
    <w:rsid w:val="004B256E"/>
    <w:rsid w:val="004B2A56"/>
    <w:rsid w:val="004B2A85"/>
    <w:rsid w:val="004B2C39"/>
    <w:rsid w:val="004B2D6C"/>
    <w:rsid w:val="004B2EF1"/>
    <w:rsid w:val="004B361C"/>
    <w:rsid w:val="004B38CC"/>
    <w:rsid w:val="004B3B0D"/>
    <w:rsid w:val="004B42CE"/>
    <w:rsid w:val="004B4357"/>
    <w:rsid w:val="004B460E"/>
    <w:rsid w:val="004B489F"/>
    <w:rsid w:val="004B4FDC"/>
    <w:rsid w:val="004B50B8"/>
    <w:rsid w:val="004B51C7"/>
    <w:rsid w:val="004B5216"/>
    <w:rsid w:val="004B5C4C"/>
    <w:rsid w:val="004B5CBA"/>
    <w:rsid w:val="004B5D5F"/>
    <w:rsid w:val="004B5EA2"/>
    <w:rsid w:val="004B5F67"/>
    <w:rsid w:val="004B61A3"/>
    <w:rsid w:val="004B61E1"/>
    <w:rsid w:val="004B6920"/>
    <w:rsid w:val="004B697D"/>
    <w:rsid w:val="004B6C9A"/>
    <w:rsid w:val="004B6CBD"/>
    <w:rsid w:val="004B6EF2"/>
    <w:rsid w:val="004B6F4C"/>
    <w:rsid w:val="004B6FE5"/>
    <w:rsid w:val="004B72D8"/>
    <w:rsid w:val="004B7776"/>
    <w:rsid w:val="004B77B3"/>
    <w:rsid w:val="004B7BC0"/>
    <w:rsid w:val="004B7CF1"/>
    <w:rsid w:val="004B7EFD"/>
    <w:rsid w:val="004C05F7"/>
    <w:rsid w:val="004C0B4C"/>
    <w:rsid w:val="004C0CD1"/>
    <w:rsid w:val="004C0EB6"/>
    <w:rsid w:val="004C1622"/>
    <w:rsid w:val="004C193C"/>
    <w:rsid w:val="004C1B39"/>
    <w:rsid w:val="004C1F44"/>
    <w:rsid w:val="004C21A8"/>
    <w:rsid w:val="004C22F1"/>
    <w:rsid w:val="004C2391"/>
    <w:rsid w:val="004C285C"/>
    <w:rsid w:val="004C301C"/>
    <w:rsid w:val="004C3051"/>
    <w:rsid w:val="004C3EEC"/>
    <w:rsid w:val="004C469E"/>
    <w:rsid w:val="004C52F1"/>
    <w:rsid w:val="004C5AE2"/>
    <w:rsid w:val="004C5B2F"/>
    <w:rsid w:val="004C5CC7"/>
    <w:rsid w:val="004C5D36"/>
    <w:rsid w:val="004C5E66"/>
    <w:rsid w:val="004C5FFC"/>
    <w:rsid w:val="004C6029"/>
    <w:rsid w:val="004C6040"/>
    <w:rsid w:val="004C622F"/>
    <w:rsid w:val="004C636C"/>
    <w:rsid w:val="004C66D3"/>
    <w:rsid w:val="004C6D1B"/>
    <w:rsid w:val="004C6E7A"/>
    <w:rsid w:val="004C7347"/>
    <w:rsid w:val="004C7499"/>
    <w:rsid w:val="004C7708"/>
    <w:rsid w:val="004C7818"/>
    <w:rsid w:val="004C782D"/>
    <w:rsid w:val="004C79AE"/>
    <w:rsid w:val="004C7B53"/>
    <w:rsid w:val="004C7F95"/>
    <w:rsid w:val="004D01F0"/>
    <w:rsid w:val="004D0289"/>
    <w:rsid w:val="004D064D"/>
    <w:rsid w:val="004D0652"/>
    <w:rsid w:val="004D09A0"/>
    <w:rsid w:val="004D0B74"/>
    <w:rsid w:val="004D0CC1"/>
    <w:rsid w:val="004D12BC"/>
    <w:rsid w:val="004D138C"/>
    <w:rsid w:val="004D154C"/>
    <w:rsid w:val="004D1934"/>
    <w:rsid w:val="004D1F11"/>
    <w:rsid w:val="004D1F38"/>
    <w:rsid w:val="004D2B52"/>
    <w:rsid w:val="004D2B7F"/>
    <w:rsid w:val="004D2C77"/>
    <w:rsid w:val="004D30FA"/>
    <w:rsid w:val="004D3477"/>
    <w:rsid w:val="004D3648"/>
    <w:rsid w:val="004D3B92"/>
    <w:rsid w:val="004D43EC"/>
    <w:rsid w:val="004D49D9"/>
    <w:rsid w:val="004D4CB4"/>
    <w:rsid w:val="004D4D51"/>
    <w:rsid w:val="004D50A4"/>
    <w:rsid w:val="004D5502"/>
    <w:rsid w:val="004D553D"/>
    <w:rsid w:val="004D5680"/>
    <w:rsid w:val="004D56AB"/>
    <w:rsid w:val="004D5726"/>
    <w:rsid w:val="004D58A4"/>
    <w:rsid w:val="004D5926"/>
    <w:rsid w:val="004D5FE2"/>
    <w:rsid w:val="004D75EC"/>
    <w:rsid w:val="004D767A"/>
    <w:rsid w:val="004D76E8"/>
    <w:rsid w:val="004D7850"/>
    <w:rsid w:val="004D7E28"/>
    <w:rsid w:val="004D7F36"/>
    <w:rsid w:val="004E00E3"/>
    <w:rsid w:val="004E03B9"/>
    <w:rsid w:val="004E07BB"/>
    <w:rsid w:val="004E09B2"/>
    <w:rsid w:val="004E0B13"/>
    <w:rsid w:val="004E0F5E"/>
    <w:rsid w:val="004E11DD"/>
    <w:rsid w:val="004E129E"/>
    <w:rsid w:val="004E1327"/>
    <w:rsid w:val="004E1432"/>
    <w:rsid w:val="004E146E"/>
    <w:rsid w:val="004E1529"/>
    <w:rsid w:val="004E1F14"/>
    <w:rsid w:val="004E2305"/>
    <w:rsid w:val="004E27F0"/>
    <w:rsid w:val="004E29E2"/>
    <w:rsid w:val="004E2A02"/>
    <w:rsid w:val="004E2C2A"/>
    <w:rsid w:val="004E32E9"/>
    <w:rsid w:val="004E3442"/>
    <w:rsid w:val="004E347D"/>
    <w:rsid w:val="004E34B4"/>
    <w:rsid w:val="004E38B3"/>
    <w:rsid w:val="004E44FA"/>
    <w:rsid w:val="004E4646"/>
    <w:rsid w:val="004E4967"/>
    <w:rsid w:val="004E4A26"/>
    <w:rsid w:val="004E4FED"/>
    <w:rsid w:val="004E5341"/>
    <w:rsid w:val="004E5796"/>
    <w:rsid w:val="004E5863"/>
    <w:rsid w:val="004E67E4"/>
    <w:rsid w:val="004E688B"/>
    <w:rsid w:val="004E6A22"/>
    <w:rsid w:val="004E6B0D"/>
    <w:rsid w:val="004E6DAF"/>
    <w:rsid w:val="004E6E2E"/>
    <w:rsid w:val="004E6EF6"/>
    <w:rsid w:val="004E718B"/>
    <w:rsid w:val="004E7289"/>
    <w:rsid w:val="004E7719"/>
    <w:rsid w:val="004E777B"/>
    <w:rsid w:val="004E79D0"/>
    <w:rsid w:val="004F015D"/>
    <w:rsid w:val="004F022F"/>
    <w:rsid w:val="004F02F6"/>
    <w:rsid w:val="004F03D4"/>
    <w:rsid w:val="004F0C89"/>
    <w:rsid w:val="004F0FF3"/>
    <w:rsid w:val="004F1E39"/>
    <w:rsid w:val="004F1FCA"/>
    <w:rsid w:val="004F212C"/>
    <w:rsid w:val="004F2314"/>
    <w:rsid w:val="004F2350"/>
    <w:rsid w:val="004F26E4"/>
    <w:rsid w:val="004F2AC2"/>
    <w:rsid w:val="004F2D3D"/>
    <w:rsid w:val="004F2E6C"/>
    <w:rsid w:val="004F2F5F"/>
    <w:rsid w:val="004F30B0"/>
    <w:rsid w:val="004F3414"/>
    <w:rsid w:val="004F35A9"/>
    <w:rsid w:val="004F35BE"/>
    <w:rsid w:val="004F3754"/>
    <w:rsid w:val="004F39A4"/>
    <w:rsid w:val="004F3CD4"/>
    <w:rsid w:val="004F3D8E"/>
    <w:rsid w:val="004F4020"/>
    <w:rsid w:val="004F4229"/>
    <w:rsid w:val="004F433C"/>
    <w:rsid w:val="004F4353"/>
    <w:rsid w:val="004F49AB"/>
    <w:rsid w:val="004F4F6C"/>
    <w:rsid w:val="004F51A6"/>
    <w:rsid w:val="004F51FB"/>
    <w:rsid w:val="004F5231"/>
    <w:rsid w:val="004F53F7"/>
    <w:rsid w:val="004F544A"/>
    <w:rsid w:val="004F589B"/>
    <w:rsid w:val="004F5909"/>
    <w:rsid w:val="004F591C"/>
    <w:rsid w:val="004F5CCB"/>
    <w:rsid w:val="004F695E"/>
    <w:rsid w:val="004F6C9C"/>
    <w:rsid w:val="004F70EA"/>
    <w:rsid w:val="004F723F"/>
    <w:rsid w:val="004F7280"/>
    <w:rsid w:val="004F7A64"/>
    <w:rsid w:val="004F7F09"/>
    <w:rsid w:val="004F7FC2"/>
    <w:rsid w:val="005002DF"/>
    <w:rsid w:val="00500308"/>
    <w:rsid w:val="00501406"/>
    <w:rsid w:val="005015DE"/>
    <w:rsid w:val="005015F0"/>
    <w:rsid w:val="005017AB"/>
    <w:rsid w:val="0050183D"/>
    <w:rsid w:val="00501AED"/>
    <w:rsid w:val="00501F75"/>
    <w:rsid w:val="00501F99"/>
    <w:rsid w:val="0050201F"/>
    <w:rsid w:val="00502146"/>
    <w:rsid w:val="0050245A"/>
    <w:rsid w:val="00502641"/>
    <w:rsid w:val="00502746"/>
    <w:rsid w:val="005028C2"/>
    <w:rsid w:val="005028CA"/>
    <w:rsid w:val="0050291A"/>
    <w:rsid w:val="005029DF"/>
    <w:rsid w:val="00502A83"/>
    <w:rsid w:val="00502BD9"/>
    <w:rsid w:val="00502CCB"/>
    <w:rsid w:val="005032A1"/>
    <w:rsid w:val="005039EF"/>
    <w:rsid w:val="00503D5A"/>
    <w:rsid w:val="00503FDB"/>
    <w:rsid w:val="0050402A"/>
    <w:rsid w:val="0050419E"/>
    <w:rsid w:val="00504BDC"/>
    <w:rsid w:val="00504DEB"/>
    <w:rsid w:val="00504DFC"/>
    <w:rsid w:val="00504FC9"/>
    <w:rsid w:val="005054CE"/>
    <w:rsid w:val="005056C4"/>
    <w:rsid w:val="00505A5E"/>
    <w:rsid w:val="00505C92"/>
    <w:rsid w:val="00505D55"/>
    <w:rsid w:val="00505E8D"/>
    <w:rsid w:val="0050698F"/>
    <w:rsid w:val="00506A14"/>
    <w:rsid w:val="00506F37"/>
    <w:rsid w:val="005075DF"/>
    <w:rsid w:val="00507DC8"/>
    <w:rsid w:val="0051054C"/>
    <w:rsid w:val="00510826"/>
    <w:rsid w:val="005109C3"/>
    <w:rsid w:val="00510A33"/>
    <w:rsid w:val="005110B9"/>
    <w:rsid w:val="00511120"/>
    <w:rsid w:val="00511711"/>
    <w:rsid w:val="00511976"/>
    <w:rsid w:val="00511BD9"/>
    <w:rsid w:val="00511DA0"/>
    <w:rsid w:val="00512064"/>
    <w:rsid w:val="005124E5"/>
    <w:rsid w:val="00512C8A"/>
    <w:rsid w:val="0051347C"/>
    <w:rsid w:val="00513694"/>
    <w:rsid w:val="005138F0"/>
    <w:rsid w:val="00513C77"/>
    <w:rsid w:val="00513EAA"/>
    <w:rsid w:val="00514431"/>
    <w:rsid w:val="0051464A"/>
    <w:rsid w:val="00514686"/>
    <w:rsid w:val="005147B3"/>
    <w:rsid w:val="00514A3C"/>
    <w:rsid w:val="00514AA3"/>
    <w:rsid w:val="00514ADB"/>
    <w:rsid w:val="00514E36"/>
    <w:rsid w:val="00515036"/>
    <w:rsid w:val="0051509F"/>
    <w:rsid w:val="005150CF"/>
    <w:rsid w:val="005151F5"/>
    <w:rsid w:val="0051568D"/>
    <w:rsid w:val="00515791"/>
    <w:rsid w:val="00515ADD"/>
    <w:rsid w:val="00515ED7"/>
    <w:rsid w:val="00515FF7"/>
    <w:rsid w:val="005163F2"/>
    <w:rsid w:val="0051656A"/>
    <w:rsid w:val="005167F7"/>
    <w:rsid w:val="00516926"/>
    <w:rsid w:val="00516B5B"/>
    <w:rsid w:val="00516E35"/>
    <w:rsid w:val="005171EA"/>
    <w:rsid w:val="005177ED"/>
    <w:rsid w:val="00517821"/>
    <w:rsid w:val="00517BB7"/>
    <w:rsid w:val="00517F65"/>
    <w:rsid w:val="00517FE3"/>
    <w:rsid w:val="0052030D"/>
    <w:rsid w:val="005204C8"/>
    <w:rsid w:val="005205BC"/>
    <w:rsid w:val="0052098B"/>
    <w:rsid w:val="00520A10"/>
    <w:rsid w:val="00521449"/>
    <w:rsid w:val="005214ED"/>
    <w:rsid w:val="005217BE"/>
    <w:rsid w:val="00521976"/>
    <w:rsid w:val="005219A5"/>
    <w:rsid w:val="00521E77"/>
    <w:rsid w:val="00521F93"/>
    <w:rsid w:val="005222B7"/>
    <w:rsid w:val="00522396"/>
    <w:rsid w:val="005224EA"/>
    <w:rsid w:val="005225CE"/>
    <w:rsid w:val="005228F2"/>
    <w:rsid w:val="00522A21"/>
    <w:rsid w:val="00523127"/>
    <w:rsid w:val="0052333D"/>
    <w:rsid w:val="0052358C"/>
    <w:rsid w:val="00523619"/>
    <w:rsid w:val="00523986"/>
    <w:rsid w:val="0052406D"/>
    <w:rsid w:val="00524093"/>
    <w:rsid w:val="0052440D"/>
    <w:rsid w:val="00524642"/>
    <w:rsid w:val="00524709"/>
    <w:rsid w:val="00524757"/>
    <w:rsid w:val="0052476A"/>
    <w:rsid w:val="005247FB"/>
    <w:rsid w:val="0052499C"/>
    <w:rsid w:val="005249E5"/>
    <w:rsid w:val="00524A07"/>
    <w:rsid w:val="0052537E"/>
    <w:rsid w:val="00525594"/>
    <w:rsid w:val="0052578C"/>
    <w:rsid w:val="00525A04"/>
    <w:rsid w:val="00525B08"/>
    <w:rsid w:val="00525DDE"/>
    <w:rsid w:val="00525F7A"/>
    <w:rsid w:val="00526085"/>
    <w:rsid w:val="005261E8"/>
    <w:rsid w:val="0052637E"/>
    <w:rsid w:val="00526934"/>
    <w:rsid w:val="00526EFA"/>
    <w:rsid w:val="00527027"/>
    <w:rsid w:val="0052708D"/>
    <w:rsid w:val="00527215"/>
    <w:rsid w:val="005273C7"/>
    <w:rsid w:val="0052743D"/>
    <w:rsid w:val="00527506"/>
    <w:rsid w:val="00527781"/>
    <w:rsid w:val="00527C87"/>
    <w:rsid w:val="00527E14"/>
    <w:rsid w:val="00530764"/>
    <w:rsid w:val="0053094E"/>
    <w:rsid w:val="00530AC5"/>
    <w:rsid w:val="00530FCE"/>
    <w:rsid w:val="00531497"/>
    <w:rsid w:val="005315F1"/>
    <w:rsid w:val="00531638"/>
    <w:rsid w:val="0053187F"/>
    <w:rsid w:val="00531DBA"/>
    <w:rsid w:val="00531FAB"/>
    <w:rsid w:val="00532127"/>
    <w:rsid w:val="00532502"/>
    <w:rsid w:val="00532515"/>
    <w:rsid w:val="00533687"/>
    <w:rsid w:val="005339D4"/>
    <w:rsid w:val="00533B47"/>
    <w:rsid w:val="00533E69"/>
    <w:rsid w:val="00533ECE"/>
    <w:rsid w:val="005341E1"/>
    <w:rsid w:val="00534827"/>
    <w:rsid w:val="00535041"/>
    <w:rsid w:val="005356A2"/>
    <w:rsid w:val="0053591E"/>
    <w:rsid w:val="00535BA3"/>
    <w:rsid w:val="00535DEC"/>
    <w:rsid w:val="00535F6E"/>
    <w:rsid w:val="00536072"/>
    <w:rsid w:val="005364C4"/>
    <w:rsid w:val="005368E0"/>
    <w:rsid w:val="00536C12"/>
    <w:rsid w:val="00536E3C"/>
    <w:rsid w:val="005376A3"/>
    <w:rsid w:val="00537870"/>
    <w:rsid w:val="00537960"/>
    <w:rsid w:val="005401AC"/>
    <w:rsid w:val="00540223"/>
    <w:rsid w:val="005405EF"/>
    <w:rsid w:val="00540607"/>
    <w:rsid w:val="0054066A"/>
    <w:rsid w:val="00540751"/>
    <w:rsid w:val="00540758"/>
    <w:rsid w:val="00540769"/>
    <w:rsid w:val="00540CF5"/>
    <w:rsid w:val="00541012"/>
    <w:rsid w:val="0054125A"/>
    <w:rsid w:val="0054140F"/>
    <w:rsid w:val="0054162E"/>
    <w:rsid w:val="00541A14"/>
    <w:rsid w:val="00541CA2"/>
    <w:rsid w:val="00541D51"/>
    <w:rsid w:val="00542B36"/>
    <w:rsid w:val="00542BA9"/>
    <w:rsid w:val="00542BAC"/>
    <w:rsid w:val="0054301D"/>
    <w:rsid w:val="005430E9"/>
    <w:rsid w:val="0054343C"/>
    <w:rsid w:val="005434C7"/>
    <w:rsid w:val="005436C1"/>
    <w:rsid w:val="005437D5"/>
    <w:rsid w:val="005439E3"/>
    <w:rsid w:val="00543FAD"/>
    <w:rsid w:val="00544501"/>
    <w:rsid w:val="00544AF1"/>
    <w:rsid w:val="00544D2F"/>
    <w:rsid w:val="005451B9"/>
    <w:rsid w:val="00545534"/>
    <w:rsid w:val="00545567"/>
    <w:rsid w:val="005455CA"/>
    <w:rsid w:val="005455CC"/>
    <w:rsid w:val="00545D36"/>
    <w:rsid w:val="00545E2D"/>
    <w:rsid w:val="00545F2B"/>
    <w:rsid w:val="005462DD"/>
    <w:rsid w:val="005468DC"/>
    <w:rsid w:val="00546B1C"/>
    <w:rsid w:val="00546F2D"/>
    <w:rsid w:val="00547208"/>
    <w:rsid w:val="00547334"/>
    <w:rsid w:val="005473B5"/>
    <w:rsid w:val="005473D7"/>
    <w:rsid w:val="005475DC"/>
    <w:rsid w:val="00547696"/>
    <w:rsid w:val="00547746"/>
    <w:rsid w:val="005478B7"/>
    <w:rsid w:val="00547930"/>
    <w:rsid w:val="00547CBC"/>
    <w:rsid w:val="00547DCC"/>
    <w:rsid w:val="00550269"/>
    <w:rsid w:val="005503AD"/>
    <w:rsid w:val="00550729"/>
    <w:rsid w:val="00550C6F"/>
    <w:rsid w:val="00550D43"/>
    <w:rsid w:val="00550E4B"/>
    <w:rsid w:val="00550F0D"/>
    <w:rsid w:val="00551266"/>
    <w:rsid w:val="00551299"/>
    <w:rsid w:val="005515A7"/>
    <w:rsid w:val="00551943"/>
    <w:rsid w:val="00551ADA"/>
    <w:rsid w:val="00551F7D"/>
    <w:rsid w:val="005529A9"/>
    <w:rsid w:val="00552A59"/>
    <w:rsid w:val="00552BBE"/>
    <w:rsid w:val="00552DE5"/>
    <w:rsid w:val="00552E58"/>
    <w:rsid w:val="00552EB9"/>
    <w:rsid w:val="005536D9"/>
    <w:rsid w:val="00553714"/>
    <w:rsid w:val="0055372C"/>
    <w:rsid w:val="00553C8C"/>
    <w:rsid w:val="00553E8A"/>
    <w:rsid w:val="005540FC"/>
    <w:rsid w:val="00554122"/>
    <w:rsid w:val="00554270"/>
    <w:rsid w:val="005544AD"/>
    <w:rsid w:val="005544E8"/>
    <w:rsid w:val="0055485E"/>
    <w:rsid w:val="00554BFC"/>
    <w:rsid w:val="00555208"/>
    <w:rsid w:val="0055542C"/>
    <w:rsid w:val="00555526"/>
    <w:rsid w:val="00555B20"/>
    <w:rsid w:val="00555BC5"/>
    <w:rsid w:val="005564B5"/>
    <w:rsid w:val="0055683F"/>
    <w:rsid w:val="00556CD2"/>
    <w:rsid w:val="005573E5"/>
    <w:rsid w:val="0055767E"/>
    <w:rsid w:val="005603B5"/>
    <w:rsid w:val="005604D3"/>
    <w:rsid w:val="00560628"/>
    <w:rsid w:val="00560832"/>
    <w:rsid w:val="005608CE"/>
    <w:rsid w:val="0056099F"/>
    <w:rsid w:val="00560ADA"/>
    <w:rsid w:val="0056108E"/>
    <w:rsid w:val="00561113"/>
    <w:rsid w:val="005611D5"/>
    <w:rsid w:val="00561840"/>
    <w:rsid w:val="00561C0E"/>
    <w:rsid w:val="00561CC4"/>
    <w:rsid w:val="00561D1F"/>
    <w:rsid w:val="00561F12"/>
    <w:rsid w:val="0056248C"/>
    <w:rsid w:val="00562672"/>
    <w:rsid w:val="005626B0"/>
    <w:rsid w:val="00562A2B"/>
    <w:rsid w:val="00562B71"/>
    <w:rsid w:val="00562E33"/>
    <w:rsid w:val="00563224"/>
    <w:rsid w:val="005632B4"/>
    <w:rsid w:val="00563302"/>
    <w:rsid w:val="0056337D"/>
    <w:rsid w:val="00563415"/>
    <w:rsid w:val="00563B16"/>
    <w:rsid w:val="00563CE1"/>
    <w:rsid w:val="00563F1A"/>
    <w:rsid w:val="005640C9"/>
    <w:rsid w:val="005643F7"/>
    <w:rsid w:val="00564673"/>
    <w:rsid w:val="0056486A"/>
    <w:rsid w:val="00564F1C"/>
    <w:rsid w:val="00564F9A"/>
    <w:rsid w:val="00564FA3"/>
    <w:rsid w:val="00565385"/>
    <w:rsid w:val="005656E7"/>
    <w:rsid w:val="00565A1E"/>
    <w:rsid w:val="00565B08"/>
    <w:rsid w:val="00565CF1"/>
    <w:rsid w:val="00566013"/>
    <w:rsid w:val="00566432"/>
    <w:rsid w:val="0056679E"/>
    <w:rsid w:val="00566A06"/>
    <w:rsid w:val="00566EDD"/>
    <w:rsid w:val="00566FA9"/>
    <w:rsid w:val="00567CF1"/>
    <w:rsid w:val="005702CC"/>
    <w:rsid w:val="0057040A"/>
    <w:rsid w:val="00570619"/>
    <w:rsid w:val="00570736"/>
    <w:rsid w:val="00570810"/>
    <w:rsid w:val="005708BA"/>
    <w:rsid w:val="00570E7F"/>
    <w:rsid w:val="00570E9C"/>
    <w:rsid w:val="00571336"/>
    <w:rsid w:val="00571558"/>
    <w:rsid w:val="005716BE"/>
    <w:rsid w:val="00571C89"/>
    <w:rsid w:val="00571C8F"/>
    <w:rsid w:val="00571CF2"/>
    <w:rsid w:val="00571EA2"/>
    <w:rsid w:val="0057218A"/>
    <w:rsid w:val="005728C0"/>
    <w:rsid w:val="0057294D"/>
    <w:rsid w:val="005729FF"/>
    <w:rsid w:val="00572F97"/>
    <w:rsid w:val="00573308"/>
    <w:rsid w:val="0057337B"/>
    <w:rsid w:val="00573FCD"/>
    <w:rsid w:val="005740F7"/>
    <w:rsid w:val="00574171"/>
    <w:rsid w:val="005747A4"/>
    <w:rsid w:val="00574896"/>
    <w:rsid w:val="005749F9"/>
    <w:rsid w:val="0057515D"/>
    <w:rsid w:val="005757E8"/>
    <w:rsid w:val="00575B4D"/>
    <w:rsid w:val="00575D55"/>
    <w:rsid w:val="00575E66"/>
    <w:rsid w:val="005760AB"/>
    <w:rsid w:val="00576655"/>
    <w:rsid w:val="005766B4"/>
    <w:rsid w:val="00576944"/>
    <w:rsid w:val="005769CE"/>
    <w:rsid w:val="00576A15"/>
    <w:rsid w:val="00576AF8"/>
    <w:rsid w:val="005771D7"/>
    <w:rsid w:val="005775E0"/>
    <w:rsid w:val="00577E37"/>
    <w:rsid w:val="0058019B"/>
    <w:rsid w:val="00580531"/>
    <w:rsid w:val="005806A0"/>
    <w:rsid w:val="005806C4"/>
    <w:rsid w:val="005808C5"/>
    <w:rsid w:val="005810D6"/>
    <w:rsid w:val="0058122E"/>
    <w:rsid w:val="005813D4"/>
    <w:rsid w:val="00581B2A"/>
    <w:rsid w:val="00581B8E"/>
    <w:rsid w:val="00582539"/>
    <w:rsid w:val="0058277E"/>
    <w:rsid w:val="0058286A"/>
    <w:rsid w:val="00582966"/>
    <w:rsid w:val="00582D02"/>
    <w:rsid w:val="00582DD5"/>
    <w:rsid w:val="00582F35"/>
    <w:rsid w:val="00582FA4"/>
    <w:rsid w:val="0058303F"/>
    <w:rsid w:val="00583176"/>
    <w:rsid w:val="0058329D"/>
    <w:rsid w:val="005835B3"/>
    <w:rsid w:val="00583667"/>
    <w:rsid w:val="0058380D"/>
    <w:rsid w:val="00583A40"/>
    <w:rsid w:val="00583D5D"/>
    <w:rsid w:val="00583E2F"/>
    <w:rsid w:val="00584379"/>
    <w:rsid w:val="005843F1"/>
    <w:rsid w:val="00584655"/>
    <w:rsid w:val="00584AF9"/>
    <w:rsid w:val="00584B39"/>
    <w:rsid w:val="0058541A"/>
    <w:rsid w:val="00585728"/>
    <w:rsid w:val="00585752"/>
    <w:rsid w:val="00585ABB"/>
    <w:rsid w:val="00586411"/>
    <w:rsid w:val="0058656F"/>
    <w:rsid w:val="00586828"/>
    <w:rsid w:val="0058689D"/>
    <w:rsid w:val="0058764D"/>
    <w:rsid w:val="005879D2"/>
    <w:rsid w:val="00590070"/>
    <w:rsid w:val="00590219"/>
    <w:rsid w:val="00590314"/>
    <w:rsid w:val="005904BB"/>
    <w:rsid w:val="005905D3"/>
    <w:rsid w:val="005905E5"/>
    <w:rsid w:val="005906D4"/>
    <w:rsid w:val="00590704"/>
    <w:rsid w:val="00590828"/>
    <w:rsid w:val="00590A3D"/>
    <w:rsid w:val="00590B48"/>
    <w:rsid w:val="00590E6A"/>
    <w:rsid w:val="00591423"/>
    <w:rsid w:val="00591780"/>
    <w:rsid w:val="0059212F"/>
    <w:rsid w:val="0059230B"/>
    <w:rsid w:val="0059264D"/>
    <w:rsid w:val="0059288E"/>
    <w:rsid w:val="00592B05"/>
    <w:rsid w:val="00592D73"/>
    <w:rsid w:val="00593709"/>
    <w:rsid w:val="0059373D"/>
    <w:rsid w:val="00593CFD"/>
    <w:rsid w:val="0059454F"/>
    <w:rsid w:val="00594B07"/>
    <w:rsid w:val="0059517C"/>
    <w:rsid w:val="00595337"/>
    <w:rsid w:val="005961A5"/>
    <w:rsid w:val="00596209"/>
    <w:rsid w:val="005965F5"/>
    <w:rsid w:val="00596607"/>
    <w:rsid w:val="00596A80"/>
    <w:rsid w:val="00596F99"/>
    <w:rsid w:val="005971BB"/>
    <w:rsid w:val="00597614"/>
    <w:rsid w:val="00597DD4"/>
    <w:rsid w:val="00597E44"/>
    <w:rsid w:val="005A0156"/>
    <w:rsid w:val="005A0454"/>
    <w:rsid w:val="005A08F6"/>
    <w:rsid w:val="005A0A41"/>
    <w:rsid w:val="005A0D62"/>
    <w:rsid w:val="005A0FC4"/>
    <w:rsid w:val="005A15EC"/>
    <w:rsid w:val="005A1648"/>
    <w:rsid w:val="005A1948"/>
    <w:rsid w:val="005A1A6B"/>
    <w:rsid w:val="005A1B64"/>
    <w:rsid w:val="005A1E37"/>
    <w:rsid w:val="005A1E8A"/>
    <w:rsid w:val="005A1FAF"/>
    <w:rsid w:val="005A1FDC"/>
    <w:rsid w:val="005A2121"/>
    <w:rsid w:val="005A21CB"/>
    <w:rsid w:val="005A2257"/>
    <w:rsid w:val="005A2B49"/>
    <w:rsid w:val="005A2BAB"/>
    <w:rsid w:val="005A2BC3"/>
    <w:rsid w:val="005A2BE0"/>
    <w:rsid w:val="005A2CFA"/>
    <w:rsid w:val="005A3114"/>
    <w:rsid w:val="005A33B4"/>
    <w:rsid w:val="005A43D5"/>
    <w:rsid w:val="005A493C"/>
    <w:rsid w:val="005A4C4B"/>
    <w:rsid w:val="005A559B"/>
    <w:rsid w:val="005A576F"/>
    <w:rsid w:val="005A5D94"/>
    <w:rsid w:val="005A5F73"/>
    <w:rsid w:val="005A66C0"/>
    <w:rsid w:val="005A6D59"/>
    <w:rsid w:val="005A6DA0"/>
    <w:rsid w:val="005A6F7E"/>
    <w:rsid w:val="005A739B"/>
    <w:rsid w:val="005A740F"/>
    <w:rsid w:val="005A77F6"/>
    <w:rsid w:val="005A7897"/>
    <w:rsid w:val="005A7EE9"/>
    <w:rsid w:val="005A7F73"/>
    <w:rsid w:val="005B02B0"/>
    <w:rsid w:val="005B0DB6"/>
    <w:rsid w:val="005B11D7"/>
    <w:rsid w:val="005B121F"/>
    <w:rsid w:val="005B1262"/>
    <w:rsid w:val="005B139A"/>
    <w:rsid w:val="005B1719"/>
    <w:rsid w:val="005B17D4"/>
    <w:rsid w:val="005B1BD3"/>
    <w:rsid w:val="005B235F"/>
    <w:rsid w:val="005B272A"/>
    <w:rsid w:val="005B2F14"/>
    <w:rsid w:val="005B31E7"/>
    <w:rsid w:val="005B34A9"/>
    <w:rsid w:val="005B36F1"/>
    <w:rsid w:val="005B3ED4"/>
    <w:rsid w:val="005B41C7"/>
    <w:rsid w:val="005B426E"/>
    <w:rsid w:val="005B4464"/>
    <w:rsid w:val="005B45B4"/>
    <w:rsid w:val="005B4733"/>
    <w:rsid w:val="005B4ECD"/>
    <w:rsid w:val="005B51EE"/>
    <w:rsid w:val="005B5367"/>
    <w:rsid w:val="005B5742"/>
    <w:rsid w:val="005B59AD"/>
    <w:rsid w:val="005B5A37"/>
    <w:rsid w:val="005B5C56"/>
    <w:rsid w:val="005B5E26"/>
    <w:rsid w:val="005B5F9D"/>
    <w:rsid w:val="005B6BBB"/>
    <w:rsid w:val="005B7638"/>
    <w:rsid w:val="005B797A"/>
    <w:rsid w:val="005B7CFB"/>
    <w:rsid w:val="005B7D82"/>
    <w:rsid w:val="005B7EAF"/>
    <w:rsid w:val="005B7F4C"/>
    <w:rsid w:val="005C0074"/>
    <w:rsid w:val="005C0432"/>
    <w:rsid w:val="005C082A"/>
    <w:rsid w:val="005C08DB"/>
    <w:rsid w:val="005C0C21"/>
    <w:rsid w:val="005C1447"/>
    <w:rsid w:val="005C14E6"/>
    <w:rsid w:val="005C169D"/>
    <w:rsid w:val="005C19A7"/>
    <w:rsid w:val="005C1A7D"/>
    <w:rsid w:val="005C1CA7"/>
    <w:rsid w:val="005C2847"/>
    <w:rsid w:val="005C2977"/>
    <w:rsid w:val="005C2999"/>
    <w:rsid w:val="005C2A1A"/>
    <w:rsid w:val="005C3129"/>
    <w:rsid w:val="005C31C7"/>
    <w:rsid w:val="005C32CF"/>
    <w:rsid w:val="005C339F"/>
    <w:rsid w:val="005C3786"/>
    <w:rsid w:val="005C37DE"/>
    <w:rsid w:val="005C395C"/>
    <w:rsid w:val="005C395E"/>
    <w:rsid w:val="005C3B69"/>
    <w:rsid w:val="005C3D66"/>
    <w:rsid w:val="005C3E2D"/>
    <w:rsid w:val="005C3FDB"/>
    <w:rsid w:val="005C4555"/>
    <w:rsid w:val="005C4612"/>
    <w:rsid w:val="005C4B1C"/>
    <w:rsid w:val="005C5432"/>
    <w:rsid w:val="005C56D8"/>
    <w:rsid w:val="005C5793"/>
    <w:rsid w:val="005C5DB7"/>
    <w:rsid w:val="005C5DD2"/>
    <w:rsid w:val="005C6199"/>
    <w:rsid w:val="005C6401"/>
    <w:rsid w:val="005C6864"/>
    <w:rsid w:val="005C6B31"/>
    <w:rsid w:val="005C6B96"/>
    <w:rsid w:val="005C6EAE"/>
    <w:rsid w:val="005C71CB"/>
    <w:rsid w:val="005C72AD"/>
    <w:rsid w:val="005C72B5"/>
    <w:rsid w:val="005C7A08"/>
    <w:rsid w:val="005C7A56"/>
    <w:rsid w:val="005C7E63"/>
    <w:rsid w:val="005D00B6"/>
    <w:rsid w:val="005D050F"/>
    <w:rsid w:val="005D0592"/>
    <w:rsid w:val="005D063C"/>
    <w:rsid w:val="005D132B"/>
    <w:rsid w:val="005D156D"/>
    <w:rsid w:val="005D15B0"/>
    <w:rsid w:val="005D1A03"/>
    <w:rsid w:val="005D1BFD"/>
    <w:rsid w:val="005D1C62"/>
    <w:rsid w:val="005D2129"/>
    <w:rsid w:val="005D21B3"/>
    <w:rsid w:val="005D21BF"/>
    <w:rsid w:val="005D280A"/>
    <w:rsid w:val="005D28EA"/>
    <w:rsid w:val="005D2F4E"/>
    <w:rsid w:val="005D324F"/>
    <w:rsid w:val="005D3E1D"/>
    <w:rsid w:val="005D3F2D"/>
    <w:rsid w:val="005D40F3"/>
    <w:rsid w:val="005D4267"/>
    <w:rsid w:val="005D42F6"/>
    <w:rsid w:val="005D4610"/>
    <w:rsid w:val="005D478E"/>
    <w:rsid w:val="005D4B89"/>
    <w:rsid w:val="005D4CCE"/>
    <w:rsid w:val="005D4FD1"/>
    <w:rsid w:val="005D4FF5"/>
    <w:rsid w:val="005D553B"/>
    <w:rsid w:val="005D56B8"/>
    <w:rsid w:val="005D5911"/>
    <w:rsid w:val="005D5FE8"/>
    <w:rsid w:val="005D6175"/>
    <w:rsid w:val="005D62FA"/>
    <w:rsid w:val="005D659D"/>
    <w:rsid w:val="005D6C56"/>
    <w:rsid w:val="005D6CB0"/>
    <w:rsid w:val="005D6D62"/>
    <w:rsid w:val="005D6FA3"/>
    <w:rsid w:val="005D7129"/>
    <w:rsid w:val="005D7763"/>
    <w:rsid w:val="005D7BA9"/>
    <w:rsid w:val="005D7F04"/>
    <w:rsid w:val="005D7F4D"/>
    <w:rsid w:val="005E0213"/>
    <w:rsid w:val="005E023B"/>
    <w:rsid w:val="005E02FD"/>
    <w:rsid w:val="005E0383"/>
    <w:rsid w:val="005E09D3"/>
    <w:rsid w:val="005E0AEF"/>
    <w:rsid w:val="005E1029"/>
    <w:rsid w:val="005E10C7"/>
    <w:rsid w:val="005E127A"/>
    <w:rsid w:val="005E13C3"/>
    <w:rsid w:val="005E185C"/>
    <w:rsid w:val="005E1C4F"/>
    <w:rsid w:val="005E1F8C"/>
    <w:rsid w:val="005E2019"/>
    <w:rsid w:val="005E29EC"/>
    <w:rsid w:val="005E2D58"/>
    <w:rsid w:val="005E2E42"/>
    <w:rsid w:val="005E2E94"/>
    <w:rsid w:val="005E2EC7"/>
    <w:rsid w:val="005E2ED0"/>
    <w:rsid w:val="005E2F13"/>
    <w:rsid w:val="005E2F19"/>
    <w:rsid w:val="005E2F53"/>
    <w:rsid w:val="005E3DD7"/>
    <w:rsid w:val="005E41D4"/>
    <w:rsid w:val="005E41F8"/>
    <w:rsid w:val="005E4240"/>
    <w:rsid w:val="005E4343"/>
    <w:rsid w:val="005E4364"/>
    <w:rsid w:val="005E4885"/>
    <w:rsid w:val="005E493E"/>
    <w:rsid w:val="005E4994"/>
    <w:rsid w:val="005E4EBE"/>
    <w:rsid w:val="005E50B1"/>
    <w:rsid w:val="005E50B7"/>
    <w:rsid w:val="005E52E0"/>
    <w:rsid w:val="005E5659"/>
    <w:rsid w:val="005E62CD"/>
    <w:rsid w:val="005E63BC"/>
    <w:rsid w:val="005E692C"/>
    <w:rsid w:val="005E6CC5"/>
    <w:rsid w:val="005E6E00"/>
    <w:rsid w:val="005E71C8"/>
    <w:rsid w:val="005E7211"/>
    <w:rsid w:val="005E7A6D"/>
    <w:rsid w:val="005E7BC6"/>
    <w:rsid w:val="005E7D24"/>
    <w:rsid w:val="005E7E80"/>
    <w:rsid w:val="005E7F0B"/>
    <w:rsid w:val="005F02EB"/>
    <w:rsid w:val="005F077B"/>
    <w:rsid w:val="005F09A0"/>
    <w:rsid w:val="005F0DAA"/>
    <w:rsid w:val="005F13C0"/>
    <w:rsid w:val="005F1EB5"/>
    <w:rsid w:val="005F277E"/>
    <w:rsid w:val="005F2B22"/>
    <w:rsid w:val="005F2CEC"/>
    <w:rsid w:val="005F2D05"/>
    <w:rsid w:val="005F2EE6"/>
    <w:rsid w:val="005F2F2C"/>
    <w:rsid w:val="005F2F70"/>
    <w:rsid w:val="005F3003"/>
    <w:rsid w:val="005F33A6"/>
    <w:rsid w:val="005F35C0"/>
    <w:rsid w:val="005F38F8"/>
    <w:rsid w:val="005F3937"/>
    <w:rsid w:val="005F3968"/>
    <w:rsid w:val="005F3C33"/>
    <w:rsid w:val="005F421F"/>
    <w:rsid w:val="005F4329"/>
    <w:rsid w:val="005F4AD4"/>
    <w:rsid w:val="005F4BC9"/>
    <w:rsid w:val="005F4CE5"/>
    <w:rsid w:val="005F4DFC"/>
    <w:rsid w:val="005F50A0"/>
    <w:rsid w:val="005F5E20"/>
    <w:rsid w:val="005F5E22"/>
    <w:rsid w:val="005F5EAA"/>
    <w:rsid w:val="005F5EAD"/>
    <w:rsid w:val="005F646C"/>
    <w:rsid w:val="005F6C05"/>
    <w:rsid w:val="005F6CC9"/>
    <w:rsid w:val="005F6CFF"/>
    <w:rsid w:val="005F706C"/>
    <w:rsid w:val="005F7075"/>
    <w:rsid w:val="005F7088"/>
    <w:rsid w:val="005F710E"/>
    <w:rsid w:val="005F7402"/>
    <w:rsid w:val="005F7883"/>
    <w:rsid w:val="005F7D44"/>
    <w:rsid w:val="00600368"/>
    <w:rsid w:val="00600A77"/>
    <w:rsid w:val="00600C05"/>
    <w:rsid w:val="00600E05"/>
    <w:rsid w:val="00600F19"/>
    <w:rsid w:val="00600FE2"/>
    <w:rsid w:val="006010A8"/>
    <w:rsid w:val="0060111C"/>
    <w:rsid w:val="00601A21"/>
    <w:rsid w:val="00601D77"/>
    <w:rsid w:val="0060252B"/>
    <w:rsid w:val="00602D6C"/>
    <w:rsid w:val="00602ECA"/>
    <w:rsid w:val="006030DE"/>
    <w:rsid w:val="0060339D"/>
    <w:rsid w:val="006033F2"/>
    <w:rsid w:val="0060366B"/>
    <w:rsid w:val="00603AE0"/>
    <w:rsid w:val="00603B62"/>
    <w:rsid w:val="00603E89"/>
    <w:rsid w:val="00603FB3"/>
    <w:rsid w:val="006041B7"/>
    <w:rsid w:val="00604339"/>
    <w:rsid w:val="00604514"/>
    <w:rsid w:val="00604CDD"/>
    <w:rsid w:val="00604EDD"/>
    <w:rsid w:val="006054E1"/>
    <w:rsid w:val="0060595A"/>
    <w:rsid w:val="00605D4E"/>
    <w:rsid w:val="00605E60"/>
    <w:rsid w:val="00605EAA"/>
    <w:rsid w:val="00606016"/>
    <w:rsid w:val="00606082"/>
    <w:rsid w:val="00606168"/>
    <w:rsid w:val="006066DF"/>
    <w:rsid w:val="006068A5"/>
    <w:rsid w:val="00606F4C"/>
    <w:rsid w:val="00607054"/>
    <w:rsid w:val="00607088"/>
    <w:rsid w:val="006070BE"/>
    <w:rsid w:val="006072FB"/>
    <w:rsid w:val="006074D9"/>
    <w:rsid w:val="00607A05"/>
    <w:rsid w:val="00607EFC"/>
    <w:rsid w:val="00610081"/>
    <w:rsid w:val="00610515"/>
    <w:rsid w:val="006107AB"/>
    <w:rsid w:val="006108CD"/>
    <w:rsid w:val="00610BA6"/>
    <w:rsid w:val="00610BC7"/>
    <w:rsid w:val="00610E94"/>
    <w:rsid w:val="00611183"/>
    <w:rsid w:val="00611802"/>
    <w:rsid w:val="00611833"/>
    <w:rsid w:val="00611884"/>
    <w:rsid w:val="00611A7B"/>
    <w:rsid w:val="00611BB9"/>
    <w:rsid w:val="00611BFC"/>
    <w:rsid w:val="00611D73"/>
    <w:rsid w:val="00612042"/>
    <w:rsid w:val="006122E3"/>
    <w:rsid w:val="0061275B"/>
    <w:rsid w:val="006128CE"/>
    <w:rsid w:val="006128EC"/>
    <w:rsid w:val="00612A6B"/>
    <w:rsid w:val="0061308F"/>
    <w:rsid w:val="00613259"/>
    <w:rsid w:val="00613409"/>
    <w:rsid w:val="006138C0"/>
    <w:rsid w:val="00613974"/>
    <w:rsid w:val="00613ABC"/>
    <w:rsid w:val="00613DFC"/>
    <w:rsid w:val="00614012"/>
    <w:rsid w:val="00614026"/>
    <w:rsid w:val="0061405F"/>
    <w:rsid w:val="006142C1"/>
    <w:rsid w:val="00614F66"/>
    <w:rsid w:val="006151F7"/>
    <w:rsid w:val="00615386"/>
    <w:rsid w:val="00615688"/>
    <w:rsid w:val="006159B6"/>
    <w:rsid w:val="00615A86"/>
    <w:rsid w:val="006164BC"/>
    <w:rsid w:val="00616D21"/>
    <w:rsid w:val="00616F45"/>
    <w:rsid w:val="00616FBC"/>
    <w:rsid w:val="006172A0"/>
    <w:rsid w:val="006172A2"/>
    <w:rsid w:val="006173E9"/>
    <w:rsid w:val="0061754E"/>
    <w:rsid w:val="006178A5"/>
    <w:rsid w:val="00617A0D"/>
    <w:rsid w:val="00617CD8"/>
    <w:rsid w:val="00617DE2"/>
    <w:rsid w:val="00617E46"/>
    <w:rsid w:val="00617FC3"/>
    <w:rsid w:val="006203FE"/>
    <w:rsid w:val="00620617"/>
    <w:rsid w:val="006207DC"/>
    <w:rsid w:val="0062086A"/>
    <w:rsid w:val="00621551"/>
    <w:rsid w:val="006218AA"/>
    <w:rsid w:val="00621934"/>
    <w:rsid w:val="00621AE1"/>
    <w:rsid w:val="0062224C"/>
    <w:rsid w:val="00622A59"/>
    <w:rsid w:val="00622C2F"/>
    <w:rsid w:val="0062354F"/>
    <w:rsid w:val="00623A4E"/>
    <w:rsid w:val="00624053"/>
    <w:rsid w:val="00624161"/>
    <w:rsid w:val="0062430D"/>
    <w:rsid w:val="0062442A"/>
    <w:rsid w:val="00624859"/>
    <w:rsid w:val="006252FD"/>
    <w:rsid w:val="00625441"/>
    <w:rsid w:val="00625B98"/>
    <w:rsid w:val="00625BBF"/>
    <w:rsid w:val="00626290"/>
    <w:rsid w:val="00626659"/>
    <w:rsid w:val="006269CD"/>
    <w:rsid w:val="00626B3F"/>
    <w:rsid w:val="00626C5D"/>
    <w:rsid w:val="00626E17"/>
    <w:rsid w:val="00626F16"/>
    <w:rsid w:val="00626F2A"/>
    <w:rsid w:val="00626F88"/>
    <w:rsid w:val="00626FAD"/>
    <w:rsid w:val="00627218"/>
    <w:rsid w:val="006273BA"/>
    <w:rsid w:val="0062785A"/>
    <w:rsid w:val="00627903"/>
    <w:rsid w:val="00627CF3"/>
    <w:rsid w:val="00627F64"/>
    <w:rsid w:val="00630418"/>
    <w:rsid w:val="006304B3"/>
    <w:rsid w:val="006304BD"/>
    <w:rsid w:val="006308AA"/>
    <w:rsid w:val="00630BC7"/>
    <w:rsid w:val="00630C5D"/>
    <w:rsid w:val="00630DDD"/>
    <w:rsid w:val="00630EEF"/>
    <w:rsid w:val="00631256"/>
    <w:rsid w:val="00631328"/>
    <w:rsid w:val="0063163C"/>
    <w:rsid w:val="00631EEF"/>
    <w:rsid w:val="0063240E"/>
    <w:rsid w:val="0063249A"/>
    <w:rsid w:val="00632A46"/>
    <w:rsid w:val="00632B16"/>
    <w:rsid w:val="00632C88"/>
    <w:rsid w:val="006332B8"/>
    <w:rsid w:val="006335C5"/>
    <w:rsid w:val="0063366F"/>
    <w:rsid w:val="006338A5"/>
    <w:rsid w:val="00633D2A"/>
    <w:rsid w:val="0063422D"/>
    <w:rsid w:val="00634233"/>
    <w:rsid w:val="0063424A"/>
    <w:rsid w:val="0063455D"/>
    <w:rsid w:val="0063463F"/>
    <w:rsid w:val="00634661"/>
    <w:rsid w:val="00634A0D"/>
    <w:rsid w:val="00634F2A"/>
    <w:rsid w:val="006356D1"/>
    <w:rsid w:val="006357C3"/>
    <w:rsid w:val="00635A41"/>
    <w:rsid w:val="00635BC0"/>
    <w:rsid w:val="006363E0"/>
    <w:rsid w:val="00636669"/>
    <w:rsid w:val="0063685E"/>
    <w:rsid w:val="00636C63"/>
    <w:rsid w:val="00637222"/>
    <w:rsid w:val="006375E6"/>
    <w:rsid w:val="0063763B"/>
    <w:rsid w:val="006376AC"/>
    <w:rsid w:val="0063780B"/>
    <w:rsid w:val="00637AC0"/>
    <w:rsid w:val="00637D79"/>
    <w:rsid w:val="0064008D"/>
    <w:rsid w:val="00640426"/>
    <w:rsid w:val="006405D9"/>
    <w:rsid w:val="00640749"/>
    <w:rsid w:val="0064076E"/>
    <w:rsid w:val="00640A67"/>
    <w:rsid w:val="00640C88"/>
    <w:rsid w:val="00640D09"/>
    <w:rsid w:val="00640D1C"/>
    <w:rsid w:val="00640E17"/>
    <w:rsid w:val="0064134C"/>
    <w:rsid w:val="006415FB"/>
    <w:rsid w:val="006417A6"/>
    <w:rsid w:val="006417DD"/>
    <w:rsid w:val="006424E1"/>
    <w:rsid w:val="006428EE"/>
    <w:rsid w:val="00642ABD"/>
    <w:rsid w:val="00643095"/>
    <w:rsid w:val="006435E5"/>
    <w:rsid w:val="00643A86"/>
    <w:rsid w:val="00643E72"/>
    <w:rsid w:val="00644036"/>
    <w:rsid w:val="00644279"/>
    <w:rsid w:val="006442F5"/>
    <w:rsid w:val="0064467B"/>
    <w:rsid w:val="006448BE"/>
    <w:rsid w:val="006449FE"/>
    <w:rsid w:val="00644B07"/>
    <w:rsid w:val="00644CA6"/>
    <w:rsid w:val="00644F82"/>
    <w:rsid w:val="00645078"/>
    <w:rsid w:val="00645132"/>
    <w:rsid w:val="006454E1"/>
    <w:rsid w:val="00645954"/>
    <w:rsid w:val="006459D8"/>
    <w:rsid w:val="00645FAE"/>
    <w:rsid w:val="00645FBD"/>
    <w:rsid w:val="006461CC"/>
    <w:rsid w:val="0064664C"/>
    <w:rsid w:val="006467F6"/>
    <w:rsid w:val="00646A03"/>
    <w:rsid w:val="00646CA2"/>
    <w:rsid w:val="00646FF6"/>
    <w:rsid w:val="0064757C"/>
    <w:rsid w:val="006505DE"/>
    <w:rsid w:val="006506E8"/>
    <w:rsid w:val="0065092C"/>
    <w:rsid w:val="00650AF5"/>
    <w:rsid w:val="00651190"/>
    <w:rsid w:val="006512D7"/>
    <w:rsid w:val="00651B2D"/>
    <w:rsid w:val="00652232"/>
    <w:rsid w:val="0065235F"/>
    <w:rsid w:val="006523D0"/>
    <w:rsid w:val="00652BCF"/>
    <w:rsid w:val="00652D30"/>
    <w:rsid w:val="006531DC"/>
    <w:rsid w:val="00653212"/>
    <w:rsid w:val="0065366C"/>
    <w:rsid w:val="00653B30"/>
    <w:rsid w:val="00653BEA"/>
    <w:rsid w:val="00653CD7"/>
    <w:rsid w:val="00653F41"/>
    <w:rsid w:val="00653FD0"/>
    <w:rsid w:val="0065415B"/>
    <w:rsid w:val="00654241"/>
    <w:rsid w:val="00654A54"/>
    <w:rsid w:val="00654DB4"/>
    <w:rsid w:val="00654EDB"/>
    <w:rsid w:val="0065562C"/>
    <w:rsid w:val="00655805"/>
    <w:rsid w:val="006559FE"/>
    <w:rsid w:val="00655DBE"/>
    <w:rsid w:val="00655DC0"/>
    <w:rsid w:val="00655DE8"/>
    <w:rsid w:val="00655F67"/>
    <w:rsid w:val="0065625F"/>
    <w:rsid w:val="00656424"/>
    <w:rsid w:val="00656899"/>
    <w:rsid w:val="00656941"/>
    <w:rsid w:val="00656AC5"/>
    <w:rsid w:val="006575E8"/>
    <w:rsid w:val="00657DD4"/>
    <w:rsid w:val="00657DEF"/>
    <w:rsid w:val="00657E5A"/>
    <w:rsid w:val="00660441"/>
    <w:rsid w:val="006607E0"/>
    <w:rsid w:val="00660CB5"/>
    <w:rsid w:val="00660CD7"/>
    <w:rsid w:val="006614D6"/>
    <w:rsid w:val="006616BE"/>
    <w:rsid w:val="00661796"/>
    <w:rsid w:val="006617D9"/>
    <w:rsid w:val="006617FB"/>
    <w:rsid w:val="00661C6D"/>
    <w:rsid w:val="00661D2D"/>
    <w:rsid w:val="00661D3C"/>
    <w:rsid w:val="00661D3E"/>
    <w:rsid w:val="00661DDC"/>
    <w:rsid w:val="00661DFA"/>
    <w:rsid w:val="00661F7C"/>
    <w:rsid w:val="0066261B"/>
    <w:rsid w:val="006633D1"/>
    <w:rsid w:val="006633F0"/>
    <w:rsid w:val="0066361E"/>
    <w:rsid w:val="006637A2"/>
    <w:rsid w:val="00663E79"/>
    <w:rsid w:val="00663E8B"/>
    <w:rsid w:val="00663E93"/>
    <w:rsid w:val="00664208"/>
    <w:rsid w:val="0066468C"/>
    <w:rsid w:val="00664C06"/>
    <w:rsid w:val="00664F9F"/>
    <w:rsid w:val="006652E7"/>
    <w:rsid w:val="00665600"/>
    <w:rsid w:val="006656C0"/>
    <w:rsid w:val="00665DB9"/>
    <w:rsid w:val="00665DBA"/>
    <w:rsid w:val="00665F2A"/>
    <w:rsid w:val="006660C7"/>
    <w:rsid w:val="006661F3"/>
    <w:rsid w:val="00666233"/>
    <w:rsid w:val="006662A3"/>
    <w:rsid w:val="00666307"/>
    <w:rsid w:val="0066638E"/>
    <w:rsid w:val="006663F6"/>
    <w:rsid w:val="00666830"/>
    <w:rsid w:val="006668BF"/>
    <w:rsid w:val="00666B52"/>
    <w:rsid w:val="006670E3"/>
    <w:rsid w:val="0066711A"/>
    <w:rsid w:val="006673FA"/>
    <w:rsid w:val="00667468"/>
    <w:rsid w:val="00667508"/>
    <w:rsid w:val="00667D3F"/>
    <w:rsid w:val="00670102"/>
    <w:rsid w:val="006706CC"/>
    <w:rsid w:val="00670903"/>
    <w:rsid w:val="00670A76"/>
    <w:rsid w:val="00670CB0"/>
    <w:rsid w:val="00670FB4"/>
    <w:rsid w:val="006710D1"/>
    <w:rsid w:val="00671DB8"/>
    <w:rsid w:val="00671E4B"/>
    <w:rsid w:val="006729B3"/>
    <w:rsid w:val="00672B46"/>
    <w:rsid w:val="00672B6D"/>
    <w:rsid w:val="00672C0F"/>
    <w:rsid w:val="00672CFD"/>
    <w:rsid w:val="00672EE5"/>
    <w:rsid w:val="00672F9A"/>
    <w:rsid w:val="0067322F"/>
    <w:rsid w:val="0067349F"/>
    <w:rsid w:val="006737A6"/>
    <w:rsid w:val="00673B71"/>
    <w:rsid w:val="00673EBE"/>
    <w:rsid w:val="00673EE1"/>
    <w:rsid w:val="00674113"/>
    <w:rsid w:val="00674839"/>
    <w:rsid w:val="00674A31"/>
    <w:rsid w:val="00674AC9"/>
    <w:rsid w:val="00674B1D"/>
    <w:rsid w:val="00674B70"/>
    <w:rsid w:val="00674FE3"/>
    <w:rsid w:val="00675123"/>
    <w:rsid w:val="00675128"/>
    <w:rsid w:val="006755B0"/>
    <w:rsid w:val="00675844"/>
    <w:rsid w:val="00676175"/>
    <w:rsid w:val="0067680C"/>
    <w:rsid w:val="00676ED1"/>
    <w:rsid w:val="00676F87"/>
    <w:rsid w:val="006771B6"/>
    <w:rsid w:val="0067725A"/>
    <w:rsid w:val="0067729A"/>
    <w:rsid w:val="00677617"/>
    <w:rsid w:val="00677F6B"/>
    <w:rsid w:val="00680265"/>
    <w:rsid w:val="006803DA"/>
    <w:rsid w:val="006804C0"/>
    <w:rsid w:val="006807D3"/>
    <w:rsid w:val="0068092E"/>
    <w:rsid w:val="00680AD1"/>
    <w:rsid w:val="00680C52"/>
    <w:rsid w:val="006810F2"/>
    <w:rsid w:val="006811BB"/>
    <w:rsid w:val="0068122D"/>
    <w:rsid w:val="006817F0"/>
    <w:rsid w:val="00681A40"/>
    <w:rsid w:val="00681B39"/>
    <w:rsid w:val="00681BD6"/>
    <w:rsid w:val="0068206F"/>
    <w:rsid w:val="00682742"/>
    <w:rsid w:val="00682BB0"/>
    <w:rsid w:val="00682C1A"/>
    <w:rsid w:val="00683002"/>
    <w:rsid w:val="006837D0"/>
    <w:rsid w:val="006838CB"/>
    <w:rsid w:val="00683947"/>
    <w:rsid w:val="006839CD"/>
    <w:rsid w:val="0068414E"/>
    <w:rsid w:val="006842D7"/>
    <w:rsid w:val="00684349"/>
    <w:rsid w:val="00684599"/>
    <w:rsid w:val="00684837"/>
    <w:rsid w:val="00684BE8"/>
    <w:rsid w:val="00684FCC"/>
    <w:rsid w:val="00685587"/>
    <w:rsid w:val="00685891"/>
    <w:rsid w:val="00685B2F"/>
    <w:rsid w:val="0068665A"/>
    <w:rsid w:val="0068696F"/>
    <w:rsid w:val="00686B76"/>
    <w:rsid w:val="00686D9D"/>
    <w:rsid w:val="00686FAD"/>
    <w:rsid w:val="00686FC0"/>
    <w:rsid w:val="00686FDE"/>
    <w:rsid w:val="00687404"/>
    <w:rsid w:val="006875D6"/>
    <w:rsid w:val="00687E4C"/>
    <w:rsid w:val="00687FA7"/>
    <w:rsid w:val="006900E5"/>
    <w:rsid w:val="0069013C"/>
    <w:rsid w:val="0069063F"/>
    <w:rsid w:val="0069072C"/>
    <w:rsid w:val="0069098B"/>
    <w:rsid w:val="00690E47"/>
    <w:rsid w:val="00691414"/>
    <w:rsid w:val="006914A6"/>
    <w:rsid w:val="006914C2"/>
    <w:rsid w:val="006917BB"/>
    <w:rsid w:val="00691816"/>
    <w:rsid w:val="00691B68"/>
    <w:rsid w:val="00691F19"/>
    <w:rsid w:val="00691F25"/>
    <w:rsid w:val="00691F41"/>
    <w:rsid w:val="00691FB5"/>
    <w:rsid w:val="00692176"/>
    <w:rsid w:val="00692196"/>
    <w:rsid w:val="00692AF0"/>
    <w:rsid w:val="00692BA1"/>
    <w:rsid w:val="00692C2B"/>
    <w:rsid w:val="00692DB1"/>
    <w:rsid w:val="00692E5A"/>
    <w:rsid w:val="00692E78"/>
    <w:rsid w:val="00693051"/>
    <w:rsid w:val="00694569"/>
    <w:rsid w:val="00695008"/>
    <w:rsid w:val="00695410"/>
    <w:rsid w:val="00695655"/>
    <w:rsid w:val="00695802"/>
    <w:rsid w:val="006958B0"/>
    <w:rsid w:val="00695AC6"/>
    <w:rsid w:val="00696170"/>
    <w:rsid w:val="0069647D"/>
    <w:rsid w:val="00696523"/>
    <w:rsid w:val="006966BB"/>
    <w:rsid w:val="0069688E"/>
    <w:rsid w:val="0069695C"/>
    <w:rsid w:val="0069697C"/>
    <w:rsid w:val="00697060"/>
    <w:rsid w:val="00697360"/>
    <w:rsid w:val="00697394"/>
    <w:rsid w:val="0069768B"/>
    <w:rsid w:val="00697A53"/>
    <w:rsid w:val="00697AFB"/>
    <w:rsid w:val="00697BFC"/>
    <w:rsid w:val="00697C72"/>
    <w:rsid w:val="00697E71"/>
    <w:rsid w:val="006A0357"/>
    <w:rsid w:val="006A086B"/>
    <w:rsid w:val="006A0A2C"/>
    <w:rsid w:val="006A0C1E"/>
    <w:rsid w:val="006A1007"/>
    <w:rsid w:val="006A14EF"/>
    <w:rsid w:val="006A1644"/>
    <w:rsid w:val="006A174E"/>
    <w:rsid w:val="006A18EC"/>
    <w:rsid w:val="006A1DBB"/>
    <w:rsid w:val="006A237D"/>
    <w:rsid w:val="006A280F"/>
    <w:rsid w:val="006A2A16"/>
    <w:rsid w:val="006A2D4B"/>
    <w:rsid w:val="006A2E9E"/>
    <w:rsid w:val="006A33D9"/>
    <w:rsid w:val="006A3924"/>
    <w:rsid w:val="006A3944"/>
    <w:rsid w:val="006A3A44"/>
    <w:rsid w:val="006A3CA6"/>
    <w:rsid w:val="006A3DA2"/>
    <w:rsid w:val="006A4153"/>
    <w:rsid w:val="006A47EB"/>
    <w:rsid w:val="006A487D"/>
    <w:rsid w:val="006A4905"/>
    <w:rsid w:val="006A4F1C"/>
    <w:rsid w:val="006A5110"/>
    <w:rsid w:val="006A56C6"/>
    <w:rsid w:val="006A613B"/>
    <w:rsid w:val="006A6486"/>
    <w:rsid w:val="006A6558"/>
    <w:rsid w:val="006A6971"/>
    <w:rsid w:val="006A6EAE"/>
    <w:rsid w:val="006A6F8C"/>
    <w:rsid w:val="006A6FAE"/>
    <w:rsid w:val="006A6FEB"/>
    <w:rsid w:val="006A709F"/>
    <w:rsid w:val="006A77C0"/>
    <w:rsid w:val="006A79DC"/>
    <w:rsid w:val="006B0118"/>
    <w:rsid w:val="006B02CD"/>
    <w:rsid w:val="006B07C7"/>
    <w:rsid w:val="006B08CD"/>
    <w:rsid w:val="006B095F"/>
    <w:rsid w:val="006B12A9"/>
    <w:rsid w:val="006B158A"/>
    <w:rsid w:val="006B16D9"/>
    <w:rsid w:val="006B18C4"/>
    <w:rsid w:val="006B1C5E"/>
    <w:rsid w:val="006B23C2"/>
    <w:rsid w:val="006B2719"/>
    <w:rsid w:val="006B29DD"/>
    <w:rsid w:val="006B2A67"/>
    <w:rsid w:val="006B2AA7"/>
    <w:rsid w:val="006B2B5F"/>
    <w:rsid w:val="006B3458"/>
    <w:rsid w:val="006B38F8"/>
    <w:rsid w:val="006B3922"/>
    <w:rsid w:val="006B3EFB"/>
    <w:rsid w:val="006B41BF"/>
    <w:rsid w:val="006B42E8"/>
    <w:rsid w:val="006B46FE"/>
    <w:rsid w:val="006B476D"/>
    <w:rsid w:val="006B4BF1"/>
    <w:rsid w:val="006B4D98"/>
    <w:rsid w:val="006B4E67"/>
    <w:rsid w:val="006B53E9"/>
    <w:rsid w:val="006B547E"/>
    <w:rsid w:val="006B55C1"/>
    <w:rsid w:val="006B5A1E"/>
    <w:rsid w:val="006B5ABD"/>
    <w:rsid w:val="006B5E05"/>
    <w:rsid w:val="006B606F"/>
    <w:rsid w:val="006B6486"/>
    <w:rsid w:val="006B6F55"/>
    <w:rsid w:val="006B6F74"/>
    <w:rsid w:val="006B72FB"/>
    <w:rsid w:val="006B7759"/>
    <w:rsid w:val="006B7976"/>
    <w:rsid w:val="006B7DB4"/>
    <w:rsid w:val="006B7E02"/>
    <w:rsid w:val="006B7F3A"/>
    <w:rsid w:val="006C0ACA"/>
    <w:rsid w:val="006C0BD8"/>
    <w:rsid w:val="006C0C01"/>
    <w:rsid w:val="006C0EE3"/>
    <w:rsid w:val="006C129F"/>
    <w:rsid w:val="006C1489"/>
    <w:rsid w:val="006C1883"/>
    <w:rsid w:val="006C1A02"/>
    <w:rsid w:val="006C1A49"/>
    <w:rsid w:val="006C1E41"/>
    <w:rsid w:val="006C21D1"/>
    <w:rsid w:val="006C2536"/>
    <w:rsid w:val="006C2915"/>
    <w:rsid w:val="006C2EED"/>
    <w:rsid w:val="006C2FA5"/>
    <w:rsid w:val="006C334E"/>
    <w:rsid w:val="006C33E5"/>
    <w:rsid w:val="006C36F2"/>
    <w:rsid w:val="006C3715"/>
    <w:rsid w:val="006C3DAC"/>
    <w:rsid w:val="006C420E"/>
    <w:rsid w:val="006C43F5"/>
    <w:rsid w:val="006C445A"/>
    <w:rsid w:val="006C4793"/>
    <w:rsid w:val="006C4B32"/>
    <w:rsid w:val="006C4F86"/>
    <w:rsid w:val="006C507B"/>
    <w:rsid w:val="006C54C4"/>
    <w:rsid w:val="006C5759"/>
    <w:rsid w:val="006C5D40"/>
    <w:rsid w:val="006C64F7"/>
    <w:rsid w:val="006C6854"/>
    <w:rsid w:val="006C68FF"/>
    <w:rsid w:val="006C6B59"/>
    <w:rsid w:val="006C6F29"/>
    <w:rsid w:val="006C6F50"/>
    <w:rsid w:val="006C7090"/>
    <w:rsid w:val="006C7B1B"/>
    <w:rsid w:val="006D0040"/>
    <w:rsid w:val="006D0F5C"/>
    <w:rsid w:val="006D1175"/>
    <w:rsid w:val="006D14A7"/>
    <w:rsid w:val="006D21C3"/>
    <w:rsid w:val="006D230C"/>
    <w:rsid w:val="006D23D2"/>
    <w:rsid w:val="006D2780"/>
    <w:rsid w:val="006D28D4"/>
    <w:rsid w:val="006D2C75"/>
    <w:rsid w:val="006D2CF2"/>
    <w:rsid w:val="006D2DC6"/>
    <w:rsid w:val="006D2FA5"/>
    <w:rsid w:val="006D33BC"/>
    <w:rsid w:val="006D35C6"/>
    <w:rsid w:val="006D3D88"/>
    <w:rsid w:val="006D4792"/>
    <w:rsid w:val="006D4836"/>
    <w:rsid w:val="006D4EF3"/>
    <w:rsid w:val="006D50B5"/>
    <w:rsid w:val="006D50F3"/>
    <w:rsid w:val="006D53DE"/>
    <w:rsid w:val="006D5722"/>
    <w:rsid w:val="006D59C7"/>
    <w:rsid w:val="006D5D20"/>
    <w:rsid w:val="006D6157"/>
    <w:rsid w:val="006D664F"/>
    <w:rsid w:val="006D670A"/>
    <w:rsid w:val="006D6CEE"/>
    <w:rsid w:val="006D6DB7"/>
    <w:rsid w:val="006D6E63"/>
    <w:rsid w:val="006D6F62"/>
    <w:rsid w:val="006D71AC"/>
    <w:rsid w:val="006D72A8"/>
    <w:rsid w:val="006D760E"/>
    <w:rsid w:val="006D7978"/>
    <w:rsid w:val="006D7B0C"/>
    <w:rsid w:val="006E011C"/>
    <w:rsid w:val="006E011E"/>
    <w:rsid w:val="006E0176"/>
    <w:rsid w:val="006E0240"/>
    <w:rsid w:val="006E0A63"/>
    <w:rsid w:val="006E0BFE"/>
    <w:rsid w:val="006E0DB8"/>
    <w:rsid w:val="006E1057"/>
    <w:rsid w:val="006E147D"/>
    <w:rsid w:val="006E1980"/>
    <w:rsid w:val="006E1D4A"/>
    <w:rsid w:val="006E1D75"/>
    <w:rsid w:val="006E24E9"/>
    <w:rsid w:val="006E26C4"/>
    <w:rsid w:val="006E275D"/>
    <w:rsid w:val="006E2AE8"/>
    <w:rsid w:val="006E2D54"/>
    <w:rsid w:val="006E2DF8"/>
    <w:rsid w:val="006E2DFE"/>
    <w:rsid w:val="006E2E07"/>
    <w:rsid w:val="006E361A"/>
    <w:rsid w:val="006E368B"/>
    <w:rsid w:val="006E3811"/>
    <w:rsid w:val="006E387C"/>
    <w:rsid w:val="006E388F"/>
    <w:rsid w:val="006E3962"/>
    <w:rsid w:val="006E3A42"/>
    <w:rsid w:val="006E3CE3"/>
    <w:rsid w:val="006E43C3"/>
    <w:rsid w:val="006E4416"/>
    <w:rsid w:val="006E45C0"/>
    <w:rsid w:val="006E4869"/>
    <w:rsid w:val="006E498C"/>
    <w:rsid w:val="006E49B4"/>
    <w:rsid w:val="006E4AF7"/>
    <w:rsid w:val="006E5210"/>
    <w:rsid w:val="006E5446"/>
    <w:rsid w:val="006E56E0"/>
    <w:rsid w:val="006E59C1"/>
    <w:rsid w:val="006E5FF8"/>
    <w:rsid w:val="006E6165"/>
    <w:rsid w:val="006E6444"/>
    <w:rsid w:val="006E6B38"/>
    <w:rsid w:val="006E7279"/>
    <w:rsid w:val="006E773D"/>
    <w:rsid w:val="006E7851"/>
    <w:rsid w:val="006E7909"/>
    <w:rsid w:val="006E792E"/>
    <w:rsid w:val="006E7930"/>
    <w:rsid w:val="006E7C2A"/>
    <w:rsid w:val="006F0148"/>
    <w:rsid w:val="006F04B4"/>
    <w:rsid w:val="006F0936"/>
    <w:rsid w:val="006F094D"/>
    <w:rsid w:val="006F0C9D"/>
    <w:rsid w:val="006F0D08"/>
    <w:rsid w:val="006F1101"/>
    <w:rsid w:val="006F1371"/>
    <w:rsid w:val="006F15F7"/>
    <w:rsid w:val="006F1D89"/>
    <w:rsid w:val="006F2200"/>
    <w:rsid w:val="006F2282"/>
    <w:rsid w:val="006F2656"/>
    <w:rsid w:val="006F2662"/>
    <w:rsid w:val="006F292C"/>
    <w:rsid w:val="006F2CAE"/>
    <w:rsid w:val="006F2D74"/>
    <w:rsid w:val="006F315E"/>
    <w:rsid w:val="006F3232"/>
    <w:rsid w:val="006F3921"/>
    <w:rsid w:val="006F3AF0"/>
    <w:rsid w:val="006F40CE"/>
    <w:rsid w:val="006F4192"/>
    <w:rsid w:val="006F4291"/>
    <w:rsid w:val="006F44F1"/>
    <w:rsid w:val="006F4764"/>
    <w:rsid w:val="006F4A59"/>
    <w:rsid w:val="006F552A"/>
    <w:rsid w:val="006F5A19"/>
    <w:rsid w:val="006F5B2A"/>
    <w:rsid w:val="006F5D4B"/>
    <w:rsid w:val="006F5FED"/>
    <w:rsid w:val="006F60B0"/>
    <w:rsid w:val="006F65DA"/>
    <w:rsid w:val="006F6625"/>
    <w:rsid w:val="006F668D"/>
    <w:rsid w:val="006F68AB"/>
    <w:rsid w:val="006F6BC2"/>
    <w:rsid w:val="006F6EA8"/>
    <w:rsid w:val="006F70C0"/>
    <w:rsid w:val="006F71F1"/>
    <w:rsid w:val="006F735C"/>
    <w:rsid w:val="006F73D6"/>
    <w:rsid w:val="006F79CA"/>
    <w:rsid w:val="006F7B0D"/>
    <w:rsid w:val="006F7BA6"/>
    <w:rsid w:val="00700819"/>
    <w:rsid w:val="00700920"/>
    <w:rsid w:val="00700940"/>
    <w:rsid w:val="00700B6A"/>
    <w:rsid w:val="0070186F"/>
    <w:rsid w:val="00701B19"/>
    <w:rsid w:val="00701CAC"/>
    <w:rsid w:val="00702441"/>
    <w:rsid w:val="00702A86"/>
    <w:rsid w:val="00702DD6"/>
    <w:rsid w:val="00702EDD"/>
    <w:rsid w:val="00702F6C"/>
    <w:rsid w:val="00703147"/>
    <w:rsid w:val="007032B5"/>
    <w:rsid w:val="007032CE"/>
    <w:rsid w:val="007037DF"/>
    <w:rsid w:val="007037EE"/>
    <w:rsid w:val="00704195"/>
    <w:rsid w:val="0070494A"/>
    <w:rsid w:val="00704969"/>
    <w:rsid w:val="00704A02"/>
    <w:rsid w:val="00704D01"/>
    <w:rsid w:val="00704D64"/>
    <w:rsid w:val="0070532D"/>
    <w:rsid w:val="00705927"/>
    <w:rsid w:val="00705B83"/>
    <w:rsid w:val="00705FCA"/>
    <w:rsid w:val="0070626F"/>
    <w:rsid w:val="00706512"/>
    <w:rsid w:val="00706AC5"/>
    <w:rsid w:val="00706B4C"/>
    <w:rsid w:val="00706BA6"/>
    <w:rsid w:val="00706C06"/>
    <w:rsid w:val="00706C95"/>
    <w:rsid w:val="00706D2F"/>
    <w:rsid w:val="00706DAE"/>
    <w:rsid w:val="00706E42"/>
    <w:rsid w:val="00707695"/>
    <w:rsid w:val="00707E05"/>
    <w:rsid w:val="00707FBD"/>
    <w:rsid w:val="00710461"/>
    <w:rsid w:val="007106C9"/>
    <w:rsid w:val="00710B3B"/>
    <w:rsid w:val="00710CD0"/>
    <w:rsid w:val="00710D10"/>
    <w:rsid w:val="00711084"/>
    <w:rsid w:val="007113A9"/>
    <w:rsid w:val="007121F6"/>
    <w:rsid w:val="007125FE"/>
    <w:rsid w:val="0071274F"/>
    <w:rsid w:val="0071295A"/>
    <w:rsid w:val="00712BD0"/>
    <w:rsid w:val="00712FB4"/>
    <w:rsid w:val="00713403"/>
    <w:rsid w:val="007134AA"/>
    <w:rsid w:val="0071353F"/>
    <w:rsid w:val="0071370D"/>
    <w:rsid w:val="007137D1"/>
    <w:rsid w:val="00713928"/>
    <w:rsid w:val="00713AD5"/>
    <w:rsid w:val="00713B47"/>
    <w:rsid w:val="00713B6B"/>
    <w:rsid w:val="00713F4C"/>
    <w:rsid w:val="0071421C"/>
    <w:rsid w:val="0071458A"/>
    <w:rsid w:val="00714733"/>
    <w:rsid w:val="007151BD"/>
    <w:rsid w:val="00715A25"/>
    <w:rsid w:val="00715D20"/>
    <w:rsid w:val="007167D0"/>
    <w:rsid w:val="00716B9D"/>
    <w:rsid w:val="00716E95"/>
    <w:rsid w:val="00716FC7"/>
    <w:rsid w:val="00717081"/>
    <w:rsid w:val="00717084"/>
    <w:rsid w:val="0071733B"/>
    <w:rsid w:val="007176E7"/>
    <w:rsid w:val="00717714"/>
    <w:rsid w:val="00717B3E"/>
    <w:rsid w:val="0072000B"/>
    <w:rsid w:val="007203B8"/>
    <w:rsid w:val="0072064B"/>
    <w:rsid w:val="00720A3F"/>
    <w:rsid w:val="00720E82"/>
    <w:rsid w:val="00721225"/>
    <w:rsid w:val="00721452"/>
    <w:rsid w:val="00721B73"/>
    <w:rsid w:val="00721BFF"/>
    <w:rsid w:val="00721DBE"/>
    <w:rsid w:val="00721DF2"/>
    <w:rsid w:val="00721E66"/>
    <w:rsid w:val="00722C1A"/>
    <w:rsid w:val="00722F10"/>
    <w:rsid w:val="00723490"/>
    <w:rsid w:val="007238B9"/>
    <w:rsid w:val="00723F06"/>
    <w:rsid w:val="00724074"/>
    <w:rsid w:val="0072422E"/>
    <w:rsid w:val="007249A7"/>
    <w:rsid w:val="0072509F"/>
    <w:rsid w:val="00725159"/>
    <w:rsid w:val="007252FF"/>
    <w:rsid w:val="0072554D"/>
    <w:rsid w:val="007257F8"/>
    <w:rsid w:val="00725968"/>
    <w:rsid w:val="00725B4F"/>
    <w:rsid w:val="00725B95"/>
    <w:rsid w:val="00725E6F"/>
    <w:rsid w:val="007260CC"/>
    <w:rsid w:val="00726285"/>
    <w:rsid w:val="007263CE"/>
    <w:rsid w:val="0072690B"/>
    <w:rsid w:val="00726B75"/>
    <w:rsid w:val="00726B98"/>
    <w:rsid w:val="00726E75"/>
    <w:rsid w:val="00727128"/>
    <w:rsid w:val="00727887"/>
    <w:rsid w:val="00727895"/>
    <w:rsid w:val="0072793E"/>
    <w:rsid w:val="0073004B"/>
    <w:rsid w:val="00730299"/>
    <w:rsid w:val="00730656"/>
    <w:rsid w:val="00730845"/>
    <w:rsid w:val="00730901"/>
    <w:rsid w:val="00730BB3"/>
    <w:rsid w:val="00730BD2"/>
    <w:rsid w:val="00730BFF"/>
    <w:rsid w:val="00730CBC"/>
    <w:rsid w:val="00730F31"/>
    <w:rsid w:val="007319BE"/>
    <w:rsid w:val="00731DF6"/>
    <w:rsid w:val="00731E36"/>
    <w:rsid w:val="00732065"/>
    <w:rsid w:val="007320A2"/>
    <w:rsid w:val="007326E2"/>
    <w:rsid w:val="007326ED"/>
    <w:rsid w:val="00732A9E"/>
    <w:rsid w:val="00732B53"/>
    <w:rsid w:val="00732B83"/>
    <w:rsid w:val="007331DF"/>
    <w:rsid w:val="007335A3"/>
    <w:rsid w:val="00733747"/>
    <w:rsid w:val="007337F5"/>
    <w:rsid w:val="007338FE"/>
    <w:rsid w:val="0073399F"/>
    <w:rsid w:val="00733D3C"/>
    <w:rsid w:val="00733EAC"/>
    <w:rsid w:val="00733F95"/>
    <w:rsid w:val="00734033"/>
    <w:rsid w:val="007345CC"/>
    <w:rsid w:val="00734717"/>
    <w:rsid w:val="00734CF0"/>
    <w:rsid w:val="00735317"/>
    <w:rsid w:val="007353A7"/>
    <w:rsid w:val="007354A7"/>
    <w:rsid w:val="007354D6"/>
    <w:rsid w:val="0073555B"/>
    <w:rsid w:val="00735A2E"/>
    <w:rsid w:val="00735C63"/>
    <w:rsid w:val="00735C9B"/>
    <w:rsid w:val="00735DBA"/>
    <w:rsid w:val="007361E1"/>
    <w:rsid w:val="007364D0"/>
    <w:rsid w:val="0073658B"/>
    <w:rsid w:val="00736D52"/>
    <w:rsid w:val="0073737C"/>
    <w:rsid w:val="00737F81"/>
    <w:rsid w:val="00740797"/>
    <w:rsid w:val="007409BE"/>
    <w:rsid w:val="00740E75"/>
    <w:rsid w:val="00740EC8"/>
    <w:rsid w:val="007410DE"/>
    <w:rsid w:val="007418DB"/>
    <w:rsid w:val="007419E3"/>
    <w:rsid w:val="00741B8F"/>
    <w:rsid w:val="007420D7"/>
    <w:rsid w:val="00742429"/>
    <w:rsid w:val="00742479"/>
    <w:rsid w:val="00742862"/>
    <w:rsid w:val="007428D1"/>
    <w:rsid w:val="00742F42"/>
    <w:rsid w:val="00743271"/>
    <w:rsid w:val="0074327E"/>
    <w:rsid w:val="00743785"/>
    <w:rsid w:val="007438DA"/>
    <w:rsid w:val="00743C2E"/>
    <w:rsid w:val="00743D0E"/>
    <w:rsid w:val="00743DA6"/>
    <w:rsid w:val="00743E0F"/>
    <w:rsid w:val="0074403B"/>
    <w:rsid w:val="0074414A"/>
    <w:rsid w:val="00744352"/>
    <w:rsid w:val="00744366"/>
    <w:rsid w:val="00744387"/>
    <w:rsid w:val="007449E8"/>
    <w:rsid w:val="00744B87"/>
    <w:rsid w:val="00744BB5"/>
    <w:rsid w:val="00744EE2"/>
    <w:rsid w:val="00744F30"/>
    <w:rsid w:val="007450CA"/>
    <w:rsid w:val="0074556D"/>
    <w:rsid w:val="007457F0"/>
    <w:rsid w:val="00745BA5"/>
    <w:rsid w:val="00746430"/>
    <w:rsid w:val="007464F3"/>
    <w:rsid w:val="007467C4"/>
    <w:rsid w:val="00746902"/>
    <w:rsid w:val="00746A43"/>
    <w:rsid w:val="00747231"/>
    <w:rsid w:val="00747239"/>
    <w:rsid w:val="0074749B"/>
    <w:rsid w:val="00747639"/>
    <w:rsid w:val="00747726"/>
    <w:rsid w:val="007479EB"/>
    <w:rsid w:val="00747BAB"/>
    <w:rsid w:val="00747D59"/>
    <w:rsid w:val="00747EB5"/>
    <w:rsid w:val="00750051"/>
    <w:rsid w:val="0075013B"/>
    <w:rsid w:val="00750207"/>
    <w:rsid w:val="007502C3"/>
    <w:rsid w:val="0075031C"/>
    <w:rsid w:val="007509B1"/>
    <w:rsid w:val="00750BD8"/>
    <w:rsid w:val="00750BE1"/>
    <w:rsid w:val="00750D95"/>
    <w:rsid w:val="00750DE6"/>
    <w:rsid w:val="00750E66"/>
    <w:rsid w:val="00751029"/>
    <w:rsid w:val="00751141"/>
    <w:rsid w:val="007519B2"/>
    <w:rsid w:val="00751AAD"/>
    <w:rsid w:val="00751B90"/>
    <w:rsid w:val="00751C7D"/>
    <w:rsid w:val="00751DCC"/>
    <w:rsid w:val="00751DF8"/>
    <w:rsid w:val="0075230C"/>
    <w:rsid w:val="00752349"/>
    <w:rsid w:val="0075250D"/>
    <w:rsid w:val="00752542"/>
    <w:rsid w:val="0075267F"/>
    <w:rsid w:val="00752EAE"/>
    <w:rsid w:val="00753339"/>
    <w:rsid w:val="0075346E"/>
    <w:rsid w:val="00753AC8"/>
    <w:rsid w:val="00753BC7"/>
    <w:rsid w:val="007547A6"/>
    <w:rsid w:val="00754B94"/>
    <w:rsid w:val="00754CA9"/>
    <w:rsid w:val="00755183"/>
    <w:rsid w:val="00755231"/>
    <w:rsid w:val="00755AA5"/>
    <w:rsid w:val="00755B0E"/>
    <w:rsid w:val="0075607A"/>
    <w:rsid w:val="007561C0"/>
    <w:rsid w:val="0075620C"/>
    <w:rsid w:val="007564D4"/>
    <w:rsid w:val="007565F2"/>
    <w:rsid w:val="00756D45"/>
    <w:rsid w:val="007576AD"/>
    <w:rsid w:val="007578DD"/>
    <w:rsid w:val="00757A5F"/>
    <w:rsid w:val="00757A7B"/>
    <w:rsid w:val="00757C2E"/>
    <w:rsid w:val="00757D1A"/>
    <w:rsid w:val="00757F59"/>
    <w:rsid w:val="00757F74"/>
    <w:rsid w:val="007602B9"/>
    <w:rsid w:val="00760625"/>
    <w:rsid w:val="007607D1"/>
    <w:rsid w:val="00760D4F"/>
    <w:rsid w:val="00760E0B"/>
    <w:rsid w:val="0076103A"/>
    <w:rsid w:val="0076116B"/>
    <w:rsid w:val="00761267"/>
    <w:rsid w:val="00761300"/>
    <w:rsid w:val="007616DC"/>
    <w:rsid w:val="00762196"/>
    <w:rsid w:val="00762806"/>
    <w:rsid w:val="0076384A"/>
    <w:rsid w:val="00763851"/>
    <w:rsid w:val="007638EF"/>
    <w:rsid w:val="00763D3D"/>
    <w:rsid w:val="007645CE"/>
    <w:rsid w:val="00764B95"/>
    <w:rsid w:val="00764C83"/>
    <w:rsid w:val="00765256"/>
    <w:rsid w:val="00765772"/>
    <w:rsid w:val="00765E96"/>
    <w:rsid w:val="007670A6"/>
    <w:rsid w:val="007672AB"/>
    <w:rsid w:val="007674EA"/>
    <w:rsid w:val="00770529"/>
    <w:rsid w:val="00770592"/>
    <w:rsid w:val="00770781"/>
    <w:rsid w:val="007711A4"/>
    <w:rsid w:val="00771298"/>
    <w:rsid w:val="00771652"/>
    <w:rsid w:val="0077171F"/>
    <w:rsid w:val="00771741"/>
    <w:rsid w:val="00771FC8"/>
    <w:rsid w:val="007721EA"/>
    <w:rsid w:val="007722D8"/>
    <w:rsid w:val="00772ED2"/>
    <w:rsid w:val="00773091"/>
    <w:rsid w:val="00773172"/>
    <w:rsid w:val="00773694"/>
    <w:rsid w:val="00773AC3"/>
    <w:rsid w:val="00773B7A"/>
    <w:rsid w:val="007746FA"/>
    <w:rsid w:val="00774791"/>
    <w:rsid w:val="00774839"/>
    <w:rsid w:val="00774871"/>
    <w:rsid w:val="00774B56"/>
    <w:rsid w:val="00774BE0"/>
    <w:rsid w:val="00774D0A"/>
    <w:rsid w:val="00774D78"/>
    <w:rsid w:val="0077511C"/>
    <w:rsid w:val="007755AD"/>
    <w:rsid w:val="00775677"/>
    <w:rsid w:val="007757BE"/>
    <w:rsid w:val="0077596A"/>
    <w:rsid w:val="00775F4C"/>
    <w:rsid w:val="007767D5"/>
    <w:rsid w:val="00776DCD"/>
    <w:rsid w:val="00776F41"/>
    <w:rsid w:val="00776FA2"/>
    <w:rsid w:val="00777174"/>
    <w:rsid w:val="007772EF"/>
    <w:rsid w:val="00777AED"/>
    <w:rsid w:val="00777C64"/>
    <w:rsid w:val="00777FD2"/>
    <w:rsid w:val="007801A2"/>
    <w:rsid w:val="00780211"/>
    <w:rsid w:val="007807B4"/>
    <w:rsid w:val="00780F86"/>
    <w:rsid w:val="007811F8"/>
    <w:rsid w:val="007818E9"/>
    <w:rsid w:val="00781935"/>
    <w:rsid w:val="00781BA3"/>
    <w:rsid w:val="00781C29"/>
    <w:rsid w:val="00781E1B"/>
    <w:rsid w:val="00781E27"/>
    <w:rsid w:val="00781E77"/>
    <w:rsid w:val="00781F7A"/>
    <w:rsid w:val="00781FE0"/>
    <w:rsid w:val="00782441"/>
    <w:rsid w:val="007824E6"/>
    <w:rsid w:val="007827D8"/>
    <w:rsid w:val="007829BC"/>
    <w:rsid w:val="007829D7"/>
    <w:rsid w:val="00782F5D"/>
    <w:rsid w:val="00783065"/>
    <w:rsid w:val="007839B3"/>
    <w:rsid w:val="00783B22"/>
    <w:rsid w:val="00783C53"/>
    <w:rsid w:val="00784367"/>
    <w:rsid w:val="0078454A"/>
    <w:rsid w:val="00784691"/>
    <w:rsid w:val="00784CB0"/>
    <w:rsid w:val="007850E1"/>
    <w:rsid w:val="0078583A"/>
    <w:rsid w:val="007858D8"/>
    <w:rsid w:val="00785983"/>
    <w:rsid w:val="00785A09"/>
    <w:rsid w:val="00785B5F"/>
    <w:rsid w:val="00785BE2"/>
    <w:rsid w:val="00785C68"/>
    <w:rsid w:val="00786000"/>
    <w:rsid w:val="007860BD"/>
    <w:rsid w:val="0078620D"/>
    <w:rsid w:val="007862DA"/>
    <w:rsid w:val="007866E5"/>
    <w:rsid w:val="00786A7B"/>
    <w:rsid w:val="00786BEF"/>
    <w:rsid w:val="00786F14"/>
    <w:rsid w:val="0078743C"/>
    <w:rsid w:val="00787B78"/>
    <w:rsid w:val="00787C30"/>
    <w:rsid w:val="00787FED"/>
    <w:rsid w:val="00790450"/>
    <w:rsid w:val="007906F2"/>
    <w:rsid w:val="00790DEE"/>
    <w:rsid w:val="0079108B"/>
    <w:rsid w:val="0079133D"/>
    <w:rsid w:val="0079162B"/>
    <w:rsid w:val="0079163A"/>
    <w:rsid w:val="00791721"/>
    <w:rsid w:val="00791BA8"/>
    <w:rsid w:val="00791BDA"/>
    <w:rsid w:val="007922D8"/>
    <w:rsid w:val="00792AAC"/>
    <w:rsid w:val="00792B16"/>
    <w:rsid w:val="0079387D"/>
    <w:rsid w:val="00793894"/>
    <w:rsid w:val="00793A14"/>
    <w:rsid w:val="00793B24"/>
    <w:rsid w:val="00793C4A"/>
    <w:rsid w:val="00793D2A"/>
    <w:rsid w:val="007940FD"/>
    <w:rsid w:val="0079412B"/>
    <w:rsid w:val="00794AD1"/>
    <w:rsid w:val="00794B49"/>
    <w:rsid w:val="00794E8A"/>
    <w:rsid w:val="007950BF"/>
    <w:rsid w:val="00795263"/>
    <w:rsid w:val="00795357"/>
    <w:rsid w:val="00795455"/>
    <w:rsid w:val="00795649"/>
    <w:rsid w:val="0079568B"/>
    <w:rsid w:val="0079574B"/>
    <w:rsid w:val="00795AD7"/>
    <w:rsid w:val="0079624B"/>
    <w:rsid w:val="0079651C"/>
    <w:rsid w:val="00796600"/>
    <w:rsid w:val="00796A6B"/>
    <w:rsid w:val="00796A84"/>
    <w:rsid w:val="00796C35"/>
    <w:rsid w:val="00796DC7"/>
    <w:rsid w:val="00797697"/>
    <w:rsid w:val="007976B7"/>
    <w:rsid w:val="00797E9C"/>
    <w:rsid w:val="007A002A"/>
    <w:rsid w:val="007A0411"/>
    <w:rsid w:val="007A08DB"/>
    <w:rsid w:val="007A0BFF"/>
    <w:rsid w:val="007A12B6"/>
    <w:rsid w:val="007A168F"/>
    <w:rsid w:val="007A1C21"/>
    <w:rsid w:val="007A1C7E"/>
    <w:rsid w:val="007A1CEA"/>
    <w:rsid w:val="007A26C9"/>
    <w:rsid w:val="007A318E"/>
    <w:rsid w:val="007A3964"/>
    <w:rsid w:val="007A408B"/>
    <w:rsid w:val="007A428E"/>
    <w:rsid w:val="007A4372"/>
    <w:rsid w:val="007A4460"/>
    <w:rsid w:val="007A45E8"/>
    <w:rsid w:val="007A4A7F"/>
    <w:rsid w:val="007A4FDD"/>
    <w:rsid w:val="007A501A"/>
    <w:rsid w:val="007A553D"/>
    <w:rsid w:val="007A55B6"/>
    <w:rsid w:val="007A5720"/>
    <w:rsid w:val="007A5FD6"/>
    <w:rsid w:val="007A6353"/>
    <w:rsid w:val="007A64AD"/>
    <w:rsid w:val="007A6CB0"/>
    <w:rsid w:val="007A6D7E"/>
    <w:rsid w:val="007A750B"/>
    <w:rsid w:val="007A7AA4"/>
    <w:rsid w:val="007A7B9B"/>
    <w:rsid w:val="007A7E57"/>
    <w:rsid w:val="007B0072"/>
    <w:rsid w:val="007B0473"/>
    <w:rsid w:val="007B05C5"/>
    <w:rsid w:val="007B0601"/>
    <w:rsid w:val="007B06BC"/>
    <w:rsid w:val="007B097D"/>
    <w:rsid w:val="007B0A9F"/>
    <w:rsid w:val="007B0ACC"/>
    <w:rsid w:val="007B0DC1"/>
    <w:rsid w:val="007B17F1"/>
    <w:rsid w:val="007B193E"/>
    <w:rsid w:val="007B1E44"/>
    <w:rsid w:val="007B1E8E"/>
    <w:rsid w:val="007B234B"/>
    <w:rsid w:val="007B2442"/>
    <w:rsid w:val="007B259B"/>
    <w:rsid w:val="007B25CB"/>
    <w:rsid w:val="007B2864"/>
    <w:rsid w:val="007B29F9"/>
    <w:rsid w:val="007B2D72"/>
    <w:rsid w:val="007B3536"/>
    <w:rsid w:val="007B35F5"/>
    <w:rsid w:val="007B3F61"/>
    <w:rsid w:val="007B4179"/>
    <w:rsid w:val="007B4302"/>
    <w:rsid w:val="007B4756"/>
    <w:rsid w:val="007B494D"/>
    <w:rsid w:val="007B49C0"/>
    <w:rsid w:val="007B4FBB"/>
    <w:rsid w:val="007B5063"/>
    <w:rsid w:val="007B5857"/>
    <w:rsid w:val="007B5ACD"/>
    <w:rsid w:val="007B5D22"/>
    <w:rsid w:val="007B60BC"/>
    <w:rsid w:val="007B6205"/>
    <w:rsid w:val="007B6215"/>
    <w:rsid w:val="007B6855"/>
    <w:rsid w:val="007B6DB4"/>
    <w:rsid w:val="007B7125"/>
    <w:rsid w:val="007B7127"/>
    <w:rsid w:val="007B748D"/>
    <w:rsid w:val="007B7499"/>
    <w:rsid w:val="007B7AAB"/>
    <w:rsid w:val="007B7BF6"/>
    <w:rsid w:val="007B7D7E"/>
    <w:rsid w:val="007C01F9"/>
    <w:rsid w:val="007C01FA"/>
    <w:rsid w:val="007C022A"/>
    <w:rsid w:val="007C06B7"/>
    <w:rsid w:val="007C0A12"/>
    <w:rsid w:val="007C0A61"/>
    <w:rsid w:val="007C0D23"/>
    <w:rsid w:val="007C127F"/>
    <w:rsid w:val="007C144F"/>
    <w:rsid w:val="007C2070"/>
    <w:rsid w:val="007C20C4"/>
    <w:rsid w:val="007C20DA"/>
    <w:rsid w:val="007C2909"/>
    <w:rsid w:val="007C2E4A"/>
    <w:rsid w:val="007C3178"/>
    <w:rsid w:val="007C3318"/>
    <w:rsid w:val="007C3585"/>
    <w:rsid w:val="007C3837"/>
    <w:rsid w:val="007C39B5"/>
    <w:rsid w:val="007C3A16"/>
    <w:rsid w:val="007C43AD"/>
    <w:rsid w:val="007C43FA"/>
    <w:rsid w:val="007C4826"/>
    <w:rsid w:val="007C4918"/>
    <w:rsid w:val="007C4A4C"/>
    <w:rsid w:val="007C4C41"/>
    <w:rsid w:val="007C4C9F"/>
    <w:rsid w:val="007C5148"/>
    <w:rsid w:val="007C5874"/>
    <w:rsid w:val="007C5A5E"/>
    <w:rsid w:val="007C5D55"/>
    <w:rsid w:val="007C6453"/>
    <w:rsid w:val="007C6619"/>
    <w:rsid w:val="007C6818"/>
    <w:rsid w:val="007C6AD6"/>
    <w:rsid w:val="007C6B35"/>
    <w:rsid w:val="007C7462"/>
    <w:rsid w:val="007C750F"/>
    <w:rsid w:val="007C790A"/>
    <w:rsid w:val="007C793E"/>
    <w:rsid w:val="007D00D7"/>
    <w:rsid w:val="007D04BA"/>
    <w:rsid w:val="007D085E"/>
    <w:rsid w:val="007D0E75"/>
    <w:rsid w:val="007D11A8"/>
    <w:rsid w:val="007D12AF"/>
    <w:rsid w:val="007D1D8D"/>
    <w:rsid w:val="007D1E1B"/>
    <w:rsid w:val="007D1EF0"/>
    <w:rsid w:val="007D275F"/>
    <w:rsid w:val="007D28A0"/>
    <w:rsid w:val="007D2E1A"/>
    <w:rsid w:val="007D3194"/>
    <w:rsid w:val="007D31D7"/>
    <w:rsid w:val="007D3264"/>
    <w:rsid w:val="007D3300"/>
    <w:rsid w:val="007D353F"/>
    <w:rsid w:val="007D361D"/>
    <w:rsid w:val="007D38FB"/>
    <w:rsid w:val="007D3D64"/>
    <w:rsid w:val="007D43EC"/>
    <w:rsid w:val="007D49EF"/>
    <w:rsid w:val="007D4A8E"/>
    <w:rsid w:val="007D4B69"/>
    <w:rsid w:val="007D4B95"/>
    <w:rsid w:val="007D4D93"/>
    <w:rsid w:val="007D4E35"/>
    <w:rsid w:val="007D5088"/>
    <w:rsid w:val="007D50BF"/>
    <w:rsid w:val="007D51E7"/>
    <w:rsid w:val="007D530A"/>
    <w:rsid w:val="007D5399"/>
    <w:rsid w:val="007D55AC"/>
    <w:rsid w:val="007D5951"/>
    <w:rsid w:val="007D5D4D"/>
    <w:rsid w:val="007D5E25"/>
    <w:rsid w:val="007D5E44"/>
    <w:rsid w:val="007D6060"/>
    <w:rsid w:val="007D61C3"/>
    <w:rsid w:val="007D6344"/>
    <w:rsid w:val="007D63A6"/>
    <w:rsid w:val="007D655F"/>
    <w:rsid w:val="007D6B81"/>
    <w:rsid w:val="007D6FA2"/>
    <w:rsid w:val="007D7949"/>
    <w:rsid w:val="007D79F2"/>
    <w:rsid w:val="007D7A4F"/>
    <w:rsid w:val="007D7ACA"/>
    <w:rsid w:val="007E0424"/>
    <w:rsid w:val="007E09BE"/>
    <w:rsid w:val="007E0AD6"/>
    <w:rsid w:val="007E0BBA"/>
    <w:rsid w:val="007E0EDD"/>
    <w:rsid w:val="007E1928"/>
    <w:rsid w:val="007E1ADD"/>
    <w:rsid w:val="007E1EA0"/>
    <w:rsid w:val="007E2020"/>
    <w:rsid w:val="007E2531"/>
    <w:rsid w:val="007E266F"/>
    <w:rsid w:val="007E29AB"/>
    <w:rsid w:val="007E29C0"/>
    <w:rsid w:val="007E2A7A"/>
    <w:rsid w:val="007E2CAA"/>
    <w:rsid w:val="007E2F93"/>
    <w:rsid w:val="007E2FDB"/>
    <w:rsid w:val="007E3378"/>
    <w:rsid w:val="007E35C0"/>
    <w:rsid w:val="007E362D"/>
    <w:rsid w:val="007E3959"/>
    <w:rsid w:val="007E3AC4"/>
    <w:rsid w:val="007E3ACD"/>
    <w:rsid w:val="007E406B"/>
    <w:rsid w:val="007E40EB"/>
    <w:rsid w:val="007E4519"/>
    <w:rsid w:val="007E45A1"/>
    <w:rsid w:val="007E4753"/>
    <w:rsid w:val="007E4B1E"/>
    <w:rsid w:val="007E53BF"/>
    <w:rsid w:val="007E5741"/>
    <w:rsid w:val="007E5A59"/>
    <w:rsid w:val="007E66A1"/>
    <w:rsid w:val="007E6B5D"/>
    <w:rsid w:val="007E74BC"/>
    <w:rsid w:val="007E7506"/>
    <w:rsid w:val="007E770C"/>
    <w:rsid w:val="007E7875"/>
    <w:rsid w:val="007E7D90"/>
    <w:rsid w:val="007F09A4"/>
    <w:rsid w:val="007F0B83"/>
    <w:rsid w:val="007F0C36"/>
    <w:rsid w:val="007F0E27"/>
    <w:rsid w:val="007F1375"/>
    <w:rsid w:val="007F1682"/>
    <w:rsid w:val="007F1E69"/>
    <w:rsid w:val="007F225F"/>
    <w:rsid w:val="007F24B4"/>
    <w:rsid w:val="007F2A30"/>
    <w:rsid w:val="007F2E06"/>
    <w:rsid w:val="007F3206"/>
    <w:rsid w:val="007F3DAF"/>
    <w:rsid w:val="007F3E9E"/>
    <w:rsid w:val="007F4227"/>
    <w:rsid w:val="007F425A"/>
    <w:rsid w:val="007F45BD"/>
    <w:rsid w:val="007F4B73"/>
    <w:rsid w:val="007F4C25"/>
    <w:rsid w:val="007F5133"/>
    <w:rsid w:val="007F527D"/>
    <w:rsid w:val="007F584D"/>
    <w:rsid w:val="007F5960"/>
    <w:rsid w:val="007F5C70"/>
    <w:rsid w:val="007F5D56"/>
    <w:rsid w:val="007F5EA3"/>
    <w:rsid w:val="007F6800"/>
    <w:rsid w:val="007F6A80"/>
    <w:rsid w:val="007F720D"/>
    <w:rsid w:val="007F72AE"/>
    <w:rsid w:val="007F79F1"/>
    <w:rsid w:val="007F7DFE"/>
    <w:rsid w:val="007F7FB1"/>
    <w:rsid w:val="007F7FE8"/>
    <w:rsid w:val="0080015F"/>
    <w:rsid w:val="0080026B"/>
    <w:rsid w:val="008003AD"/>
    <w:rsid w:val="008009B3"/>
    <w:rsid w:val="008009EF"/>
    <w:rsid w:val="00800A83"/>
    <w:rsid w:val="00800C56"/>
    <w:rsid w:val="00800E91"/>
    <w:rsid w:val="0080101E"/>
    <w:rsid w:val="00801045"/>
    <w:rsid w:val="00801382"/>
    <w:rsid w:val="008013AD"/>
    <w:rsid w:val="008013F3"/>
    <w:rsid w:val="00801EE0"/>
    <w:rsid w:val="00802049"/>
    <w:rsid w:val="008020C1"/>
    <w:rsid w:val="008022EB"/>
    <w:rsid w:val="00802B5D"/>
    <w:rsid w:val="00802E76"/>
    <w:rsid w:val="00802F17"/>
    <w:rsid w:val="00802F8D"/>
    <w:rsid w:val="008031D1"/>
    <w:rsid w:val="00803770"/>
    <w:rsid w:val="00803772"/>
    <w:rsid w:val="00804229"/>
    <w:rsid w:val="008042D7"/>
    <w:rsid w:val="008047B9"/>
    <w:rsid w:val="00804BB0"/>
    <w:rsid w:val="00804C84"/>
    <w:rsid w:val="00804D22"/>
    <w:rsid w:val="00804F4E"/>
    <w:rsid w:val="00805296"/>
    <w:rsid w:val="00805612"/>
    <w:rsid w:val="00805711"/>
    <w:rsid w:val="008058A9"/>
    <w:rsid w:val="00805B46"/>
    <w:rsid w:val="00806280"/>
    <w:rsid w:val="008063F0"/>
    <w:rsid w:val="00806979"/>
    <w:rsid w:val="008069F9"/>
    <w:rsid w:val="00806AD6"/>
    <w:rsid w:val="00807955"/>
    <w:rsid w:val="00807B6E"/>
    <w:rsid w:val="00807C1A"/>
    <w:rsid w:val="00807C42"/>
    <w:rsid w:val="00807E08"/>
    <w:rsid w:val="00807EC9"/>
    <w:rsid w:val="00807FF1"/>
    <w:rsid w:val="0081022D"/>
    <w:rsid w:val="0081039F"/>
    <w:rsid w:val="00810545"/>
    <w:rsid w:val="008105E2"/>
    <w:rsid w:val="00810641"/>
    <w:rsid w:val="00810871"/>
    <w:rsid w:val="00810E21"/>
    <w:rsid w:val="00811101"/>
    <w:rsid w:val="008111AC"/>
    <w:rsid w:val="00811236"/>
    <w:rsid w:val="00811240"/>
    <w:rsid w:val="008114D8"/>
    <w:rsid w:val="008117BA"/>
    <w:rsid w:val="00811D82"/>
    <w:rsid w:val="00811DEB"/>
    <w:rsid w:val="00811E15"/>
    <w:rsid w:val="00812E88"/>
    <w:rsid w:val="00813088"/>
    <w:rsid w:val="008131AF"/>
    <w:rsid w:val="00813734"/>
    <w:rsid w:val="00813A29"/>
    <w:rsid w:val="00813CA5"/>
    <w:rsid w:val="00813D0C"/>
    <w:rsid w:val="00814093"/>
    <w:rsid w:val="00814335"/>
    <w:rsid w:val="0081516E"/>
    <w:rsid w:val="008154BF"/>
    <w:rsid w:val="0081579B"/>
    <w:rsid w:val="00815848"/>
    <w:rsid w:val="00815AD0"/>
    <w:rsid w:val="00815C98"/>
    <w:rsid w:val="00815DC2"/>
    <w:rsid w:val="00815ED1"/>
    <w:rsid w:val="00815F86"/>
    <w:rsid w:val="008163F0"/>
    <w:rsid w:val="0081684B"/>
    <w:rsid w:val="00816868"/>
    <w:rsid w:val="00817391"/>
    <w:rsid w:val="00817F5A"/>
    <w:rsid w:val="00817FFD"/>
    <w:rsid w:val="008201C1"/>
    <w:rsid w:val="00820A1A"/>
    <w:rsid w:val="00820AF4"/>
    <w:rsid w:val="00821015"/>
    <w:rsid w:val="00821324"/>
    <w:rsid w:val="008216BD"/>
    <w:rsid w:val="008219BC"/>
    <w:rsid w:val="00821B6B"/>
    <w:rsid w:val="00821D17"/>
    <w:rsid w:val="008220B1"/>
    <w:rsid w:val="008222EE"/>
    <w:rsid w:val="008223EC"/>
    <w:rsid w:val="008224FB"/>
    <w:rsid w:val="008225B6"/>
    <w:rsid w:val="00822659"/>
    <w:rsid w:val="00822955"/>
    <w:rsid w:val="0082298D"/>
    <w:rsid w:val="00822A40"/>
    <w:rsid w:val="00822FF4"/>
    <w:rsid w:val="00823245"/>
    <w:rsid w:val="00823451"/>
    <w:rsid w:val="008236A3"/>
    <w:rsid w:val="00823980"/>
    <w:rsid w:val="008239B6"/>
    <w:rsid w:val="00823E13"/>
    <w:rsid w:val="00824335"/>
    <w:rsid w:val="00824B71"/>
    <w:rsid w:val="00824D0D"/>
    <w:rsid w:val="00824F01"/>
    <w:rsid w:val="00825003"/>
    <w:rsid w:val="008255A2"/>
    <w:rsid w:val="0082582D"/>
    <w:rsid w:val="0082592A"/>
    <w:rsid w:val="00825B11"/>
    <w:rsid w:val="008260B8"/>
    <w:rsid w:val="00826784"/>
    <w:rsid w:val="00826CC6"/>
    <w:rsid w:val="00827055"/>
    <w:rsid w:val="00827192"/>
    <w:rsid w:val="00827544"/>
    <w:rsid w:val="0082758C"/>
    <w:rsid w:val="0082774B"/>
    <w:rsid w:val="00827A47"/>
    <w:rsid w:val="00827B1A"/>
    <w:rsid w:val="00827C48"/>
    <w:rsid w:val="00827D93"/>
    <w:rsid w:val="00827FE5"/>
    <w:rsid w:val="00830971"/>
    <w:rsid w:val="00830B74"/>
    <w:rsid w:val="00830E27"/>
    <w:rsid w:val="00830E4C"/>
    <w:rsid w:val="0083139A"/>
    <w:rsid w:val="00831B18"/>
    <w:rsid w:val="00831CF9"/>
    <w:rsid w:val="00831DB9"/>
    <w:rsid w:val="00832DE3"/>
    <w:rsid w:val="00832E2D"/>
    <w:rsid w:val="0083312A"/>
    <w:rsid w:val="008337AD"/>
    <w:rsid w:val="00833902"/>
    <w:rsid w:val="00833AAA"/>
    <w:rsid w:val="00833C92"/>
    <w:rsid w:val="00833E1F"/>
    <w:rsid w:val="00833FFA"/>
    <w:rsid w:val="008340AC"/>
    <w:rsid w:val="008342FB"/>
    <w:rsid w:val="008344AC"/>
    <w:rsid w:val="008349D2"/>
    <w:rsid w:val="00834C83"/>
    <w:rsid w:val="0083568E"/>
    <w:rsid w:val="00835983"/>
    <w:rsid w:val="00835EBC"/>
    <w:rsid w:val="00835FC7"/>
    <w:rsid w:val="00836FDB"/>
    <w:rsid w:val="00837511"/>
    <w:rsid w:val="0083753E"/>
    <w:rsid w:val="00837640"/>
    <w:rsid w:val="00837753"/>
    <w:rsid w:val="008377EB"/>
    <w:rsid w:val="008400BD"/>
    <w:rsid w:val="00840113"/>
    <w:rsid w:val="0084021A"/>
    <w:rsid w:val="00840292"/>
    <w:rsid w:val="008402AB"/>
    <w:rsid w:val="008403A7"/>
    <w:rsid w:val="008403B3"/>
    <w:rsid w:val="008406F3"/>
    <w:rsid w:val="0084090A"/>
    <w:rsid w:val="00841014"/>
    <w:rsid w:val="00841251"/>
    <w:rsid w:val="008416DC"/>
    <w:rsid w:val="00841770"/>
    <w:rsid w:val="00841BA4"/>
    <w:rsid w:val="00841F77"/>
    <w:rsid w:val="008420A7"/>
    <w:rsid w:val="00842516"/>
    <w:rsid w:val="0084259E"/>
    <w:rsid w:val="00842B88"/>
    <w:rsid w:val="00842E09"/>
    <w:rsid w:val="008436E7"/>
    <w:rsid w:val="00843831"/>
    <w:rsid w:val="00843A66"/>
    <w:rsid w:val="00843B6B"/>
    <w:rsid w:val="00843FA3"/>
    <w:rsid w:val="00844386"/>
    <w:rsid w:val="00844412"/>
    <w:rsid w:val="008447A1"/>
    <w:rsid w:val="00844924"/>
    <w:rsid w:val="00844CA4"/>
    <w:rsid w:val="00844E3B"/>
    <w:rsid w:val="008450AB"/>
    <w:rsid w:val="008454A8"/>
    <w:rsid w:val="008456BD"/>
    <w:rsid w:val="00845958"/>
    <w:rsid w:val="008459D1"/>
    <w:rsid w:val="00845A5E"/>
    <w:rsid w:val="00845BC2"/>
    <w:rsid w:val="00845D8E"/>
    <w:rsid w:val="00845E0D"/>
    <w:rsid w:val="00845ECE"/>
    <w:rsid w:val="0084602F"/>
    <w:rsid w:val="0084614D"/>
    <w:rsid w:val="0084624E"/>
    <w:rsid w:val="0084635A"/>
    <w:rsid w:val="008466D1"/>
    <w:rsid w:val="00846C3A"/>
    <w:rsid w:val="00847156"/>
    <w:rsid w:val="008471E1"/>
    <w:rsid w:val="00847261"/>
    <w:rsid w:val="00847620"/>
    <w:rsid w:val="00847C3E"/>
    <w:rsid w:val="00847DC8"/>
    <w:rsid w:val="00847FD1"/>
    <w:rsid w:val="008503B5"/>
    <w:rsid w:val="0085042B"/>
    <w:rsid w:val="00850975"/>
    <w:rsid w:val="008510AC"/>
    <w:rsid w:val="00851189"/>
    <w:rsid w:val="008513D6"/>
    <w:rsid w:val="00851508"/>
    <w:rsid w:val="00851531"/>
    <w:rsid w:val="008519C1"/>
    <w:rsid w:val="00851A7D"/>
    <w:rsid w:val="008520F9"/>
    <w:rsid w:val="00852924"/>
    <w:rsid w:val="00853402"/>
    <w:rsid w:val="00853604"/>
    <w:rsid w:val="0085399B"/>
    <w:rsid w:val="008539EB"/>
    <w:rsid w:val="00853D4E"/>
    <w:rsid w:val="00854257"/>
    <w:rsid w:val="008546EE"/>
    <w:rsid w:val="00854D9D"/>
    <w:rsid w:val="00854EB1"/>
    <w:rsid w:val="0085501C"/>
    <w:rsid w:val="0085508B"/>
    <w:rsid w:val="00855194"/>
    <w:rsid w:val="00855328"/>
    <w:rsid w:val="00855619"/>
    <w:rsid w:val="00855693"/>
    <w:rsid w:val="00855872"/>
    <w:rsid w:val="008559D1"/>
    <w:rsid w:val="00855CF9"/>
    <w:rsid w:val="00856055"/>
    <w:rsid w:val="00856A03"/>
    <w:rsid w:val="00856B9B"/>
    <w:rsid w:val="00856FC1"/>
    <w:rsid w:val="008570CF"/>
    <w:rsid w:val="00857155"/>
    <w:rsid w:val="00857300"/>
    <w:rsid w:val="00857461"/>
    <w:rsid w:val="00857587"/>
    <w:rsid w:val="00857D20"/>
    <w:rsid w:val="00857F43"/>
    <w:rsid w:val="00860281"/>
    <w:rsid w:val="0086085F"/>
    <w:rsid w:val="00860A3F"/>
    <w:rsid w:val="00860B90"/>
    <w:rsid w:val="00860BFE"/>
    <w:rsid w:val="00860C8B"/>
    <w:rsid w:val="00861352"/>
    <w:rsid w:val="00861640"/>
    <w:rsid w:val="0086237F"/>
    <w:rsid w:val="008626C4"/>
    <w:rsid w:val="0086278A"/>
    <w:rsid w:val="00862832"/>
    <w:rsid w:val="0086288B"/>
    <w:rsid w:val="00862B94"/>
    <w:rsid w:val="00863267"/>
    <w:rsid w:val="00863324"/>
    <w:rsid w:val="008635A0"/>
    <w:rsid w:val="00863B73"/>
    <w:rsid w:val="00864431"/>
    <w:rsid w:val="008645D0"/>
    <w:rsid w:val="008648C1"/>
    <w:rsid w:val="008649FA"/>
    <w:rsid w:val="0086507A"/>
    <w:rsid w:val="008651D0"/>
    <w:rsid w:val="008653A0"/>
    <w:rsid w:val="00865410"/>
    <w:rsid w:val="008657E8"/>
    <w:rsid w:val="00865950"/>
    <w:rsid w:val="00865D4A"/>
    <w:rsid w:val="00865EBC"/>
    <w:rsid w:val="008660D8"/>
    <w:rsid w:val="00866B45"/>
    <w:rsid w:val="00866BF5"/>
    <w:rsid w:val="00867028"/>
    <w:rsid w:val="00867260"/>
    <w:rsid w:val="008675CB"/>
    <w:rsid w:val="008676BC"/>
    <w:rsid w:val="008676CB"/>
    <w:rsid w:val="0086799A"/>
    <w:rsid w:val="00867EAE"/>
    <w:rsid w:val="00867F45"/>
    <w:rsid w:val="00870005"/>
    <w:rsid w:val="008702A7"/>
    <w:rsid w:val="00870506"/>
    <w:rsid w:val="0087094C"/>
    <w:rsid w:val="00870BDA"/>
    <w:rsid w:val="00870FB8"/>
    <w:rsid w:val="00871547"/>
    <w:rsid w:val="008715C2"/>
    <w:rsid w:val="00871BB2"/>
    <w:rsid w:val="0087251E"/>
    <w:rsid w:val="008727E4"/>
    <w:rsid w:val="008727E5"/>
    <w:rsid w:val="00872855"/>
    <w:rsid w:val="00872A7D"/>
    <w:rsid w:val="00872BB2"/>
    <w:rsid w:val="00872C48"/>
    <w:rsid w:val="00872C4A"/>
    <w:rsid w:val="0087301D"/>
    <w:rsid w:val="008730B2"/>
    <w:rsid w:val="0087335E"/>
    <w:rsid w:val="0087349C"/>
    <w:rsid w:val="008738D3"/>
    <w:rsid w:val="008738E5"/>
    <w:rsid w:val="00874042"/>
    <w:rsid w:val="00874679"/>
    <w:rsid w:val="0087483D"/>
    <w:rsid w:val="0087484D"/>
    <w:rsid w:val="00874C13"/>
    <w:rsid w:val="00874D77"/>
    <w:rsid w:val="00874E94"/>
    <w:rsid w:val="00875012"/>
    <w:rsid w:val="0087513F"/>
    <w:rsid w:val="00875624"/>
    <w:rsid w:val="00875928"/>
    <w:rsid w:val="00875957"/>
    <w:rsid w:val="0087660B"/>
    <w:rsid w:val="0087671A"/>
    <w:rsid w:val="00876802"/>
    <w:rsid w:val="00876B38"/>
    <w:rsid w:val="00876B4A"/>
    <w:rsid w:val="00876DA4"/>
    <w:rsid w:val="00877178"/>
    <w:rsid w:val="0087740F"/>
    <w:rsid w:val="008774F1"/>
    <w:rsid w:val="00877605"/>
    <w:rsid w:val="00877B08"/>
    <w:rsid w:val="00877BE4"/>
    <w:rsid w:val="00877E9A"/>
    <w:rsid w:val="00877FBB"/>
    <w:rsid w:val="008803B6"/>
    <w:rsid w:val="0088087A"/>
    <w:rsid w:val="00880B64"/>
    <w:rsid w:val="00880D9F"/>
    <w:rsid w:val="00881047"/>
    <w:rsid w:val="0088107D"/>
    <w:rsid w:val="0088170C"/>
    <w:rsid w:val="008818A6"/>
    <w:rsid w:val="00881B17"/>
    <w:rsid w:val="00881EAF"/>
    <w:rsid w:val="0088234F"/>
    <w:rsid w:val="008825BB"/>
    <w:rsid w:val="008827B4"/>
    <w:rsid w:val="00882D3C"/>
    <w:rsid w:val="008834B2"/>
    <w:rsid w:val="00883CF6"/>
    <w:rsid w:val="00883DD7"/>
    <w:rsid w:val="00883E36"/>
    <w:rsid w:val="00884337"/>
    <w:rsid w:val="00884975"/>
    <w:rsid w:val="008849D5"/>
    <w:rsid w:val="008849F5"/>
    <w:rsid w:val="00884A55"/>
    <w:rsid w:val="00884B3B"/>
    <w:rsid w:val="00884C90"/>
    <w:rsid w:val="00884F50"/>
    <w:rsid w:val="00884F56"/>
    <w:rsid w:val="00885388"/>
    <w:rsid w:val="008853EC"/>
    <w:rsid w:val="00885692"/>
    <w:rsid w:val="00885C24"/>
    <w:rsid w:val="0088606E"/>
    <w:rsid w:val="00886853"/>
    <w:rsid w:val="0088689F"/>
    <w:rsid w:val="00886A97"/>
    <w:rsid w:val="008872BA"/>
    <w:rsid w:val="0088784D"/>
    <w:rsid w:val="00887A12"/>
    <w:rsid w:val="00887AA4"/>
    <w:rsid w:val="00887BCD"/>
    <w:rsid w:val="0089050F"/>
    <w:rsid w:val="0089088D"/>
    <w:rsid w:val="00891521"/>
    <w:rsid w:val="00891633"/>
    <w:rsid w:val="00891733"/>
    <w:rsid w:val="00891A6E"/>
    <w:rsid w:val="00891CDC"/>
    <w:rsid w:val="00891D96"/>
    <w:rsid w:val="00891E9B"/>
    <w:rsid w:val="008922DD"/>
    <w:rsid w:val="00892ADE"/>
    <w:rsid w:val="00892BF9"/>
    <w:rsid w:val="00892D98"/>
    <w:rsid w:val="00892E85"/>
    <w:rsid w:val="00892F08"/>
    <w:rsid w:val="0089367C"/>
    <w:rsid w:val="0089377C"/>
    <w:rsid w:val="0089468C"/>
    <w:rsid w:val="008947D7"/>
    <w:rsid w:val="0089498C"/>
    <w:rsid w:val="00894A0B"/>
    <w:rsid w:val="00894B55"/>
    <w:rsid w:val="00894BD3"/>
    <w:rsid w:val="00895109"/>
    <w:rsid w:val="008952FB"/>
    <w:rsid w:val="008955D3"/>
    <w:rsid w:val="008956E0"/>
    <w:rsid w:val="00895D2C"/>
    <w:rsid w:val="00896289"/>
    <w:rsid w:val="00896353"/>
    <w:rsid w:val="008964E5"/>
    <w:rsid w:val="00896781"/>
    <w:rsid w:val="00896D46"/>
    <w:rsid w:val="00896E8E"/>
    <w:rsid w:val="00896FBD"/>
    <w:rsid w:val="008977FD"/>
    <w:rsid w:val="00897903"/>
    <w:rsid w:val="0089796B"/>
    <w:rsid w:val="008979C4"/>
    <w:rsid w:val="00897B1C"/>
    <w:rsid w:val="008A0066"/>
    <w:rsid w:val="008A04BF"/>
    <w:rsid w:val="008A0506"/>
    <w:rsid w:val="008A060C"/>
    <w:rsid w:val="008A0B81"/>
    <w:rsid w:val="008A0C88"/>
    <w:rsid w:val="008A0D54"/>
    <w:rsid w:val="008A0FE7"/>
    <w:rsid w:val="008A130A"/>
    <w:rsid w:val="008A1337"/>
    <w:rsid w:val="008A13BE"/>
    <w:rsid w:val="008A15DD"/>
    <w:rsid w:val="008A1846"/>
    <w:rsid w:val="008A1D37"/>
    <w:rsid w:val="008A1EF5"/>
    <w:rsid w:val="008A243E"/>
    <w:rsid w:val="008A2828"/>
    <w:rsid w:val="008A2D2F"/>
    <w:rsid w:val="008A3045"/>
    <w:rsid w:val="008A3193"/>
    <w:rsid w:val="008A34DA"/>
    <w:rsid w:val="008A3583"/>
    <w:rsid w:val="008A3B39"/>
    <w:rsid w:val="008A3D51"/>
    <w:rsid w:val="008A3DE7"/>
    <w:rsid w:val="008A3F86"/>
    <w:rsid w:val="008A3FA8"/>
    <w:rsid w:val="008A403B"/>
    <w:rsid w:val="008A41FB"/>
    <w:rsid w:val="008A4507"/>
    <w:rsid w:val="008A49B8"/>
    <w:rsid w:val="008A5075"/>
    <w:rsid w:val="008A5CFB"/>
    <w:rsid w:val="008A5D94"/>
    <w:rsid w:val="008A655A"/>
    <w:rsid w:val="008A658D"/>
    <w:rsid w:val="008A663F"/>
    <w:rsid w:val="008A6868"/>
    <w:rsid w:val="008A6DBA"/>
    <w:rsid w:val="008A728E"/>
    <w:rsid w:val="008A76C8"/>
    <w:rsid w:val="008A78F5"/>
    <w:rsid w:val="008A79D1"/>
    <w:rsid w:val="008A7A45"/>
    <w:rsid w:val="008A7AE4"/>
    <w:rsid w:val="008A7B20"/>
    <w:rsid w:val="008A7B61"/>
    <w:rsid w:val="008A7B66"/>
    <w:rsid w:val="008A7E7F"/>
    <w:rsid w:val="008B05E9"/>
    <w:rsid w:val="008B06AE"/>
    <w:rsid w:val="008B07D3"/>
    <w:rsid w:val="008B0CEF"/>
    <w:rsid w:val="008B0DD5"/>
    <w:rsid w:val="008B181C"/>
    <w:rsid w:val="008B1886"/>
    <w:rsid w:val="008B188D"/>
    <w:rsid w:val="008B1E92"/>
    <w:rsid w:val="008B1F1A"/>
    <w:rsid w:val="008B1F90"/>
    <w:rsid w:val="008B215B"/>
    <w:rsid w:val="008B2BD9"/>
    <w:rsid w:val="008B2D45"/>
    <w:rsid w:val="008B3137"/>
    <w:rsid w:val="008B316E"/>
    <w:rsid w:val="008B3778"/>
    <w:rsid w:val="008B3AA6"/>
    <w:rsid w:val="008B3FCA"/>
    <w:rsid w:val="008B466F"/>
    <w:rsid w:val="008B485C"/>
    <w:rsid w:val="008B4886"/>
    <w:rsid w:val="008B48E8"/>
    <w:rsid w:val="008B4A16"/>
    <w:rsid w:val="008B4E33"/>
    <w:rsid w:val="008B4F65"/>
    <w:rsid w:val="008B500A"/>
    <w:rsid w:val="008B5605"/>
    <w:rsid w:val="008B598D"/>
    <w:rsid w:val="008B5DF4"/>
    <w:rsid w:val="008B5F00"/>
    <w:rsid w:val="008B60B2"/>
    <w:rsid w:val="008B60EF"/>
    <w:rsid w:val="008B6492"/>
    <w:rsid w:val="008B65ED"/>
    <w:rsid w:val="008B67BF"/>
    <w:rsid w:val="008B6939"/>
    <w:rsid w:val="008B6A54"/>
    <w:rsid w:val="008B6A56"/>
    <w:rsid w:val="008B6CB7"/>
    <w:rsid w:val="008B72F6"/>
    <w:rsid w:val="008B73A1"/>
    <w:rsid w:val="008B7619"/>
    <w:rsid w:val="008C0373"/>
    <w:rsid w:val="008C0689"/>
    <w:rsid w:val="008C08ED"/>
    <w:rsid w:val="008C08F2"/>
    <w:rsid w:val="008C0E55"/>
    <w:rsid w:val="008C10EF"/>
    <w:rsid w:val="008C15B8"/>
    <w:rsid w:val="008C1B7E"/>
    <w:rsid w:val="008C2433"/>
    <w:rsid w:val="008C24DC"/>
    <w:rsid w:val="008C28EC"/>
    <w:rsid w:val="008C2B41"/>
    <w:rsid w:val="008C2C00"/>
    <w:rsid w:val="008C2E97"/>
    <w:rsid w:val="008C2EB8"/>
    <w:rsid w:val="008C3175"/>
    <w:rsid w:val="008C3239"/>
    <w:rsid w:val="008C3299"/>
    <w:rsid w:val="008C3535"/>
    <w:rsid w:val="008C3778"/>
    <w:rsid w:val="008C37C9"/>
    <w:rsid w:val="008C3809"/>
    <w:rsid w:val="008C3A27"/>
    <w:rsid w:val="008C3A71"/>
    <w:rsid w:val="008C3AAC"/>
    <w:rsid w:val="008C3CFE"/>
    <w:rsid w:val="008C40DD"/>
    <w:rsid w:val="008C44B9"/>
    <w:rsid w:val="008C4955"/>
    <w:rsid w:val="008C49DA"/>
    <w:rsid w:val="008C4B83"/>
    <w:rsid w:val="008C5144"/>
    <w:rsid w:val="008C5464"/>
    <w:rsid w:val="008C548A"/>
    <w:rsid w:val="008C5526"/>
    <w:rsid w:val="008C5810"/>
    <w:rsid w:val="008C603C"/>
    <w:rsid w:val="008C64D9"/>
    <w:rsid w:val="008C6709"/>
    <w:rsid w:val="008C67A3"/>
    <w:rsid w:val="008C6DE0"/>
    <w:rsid w:val="008C70C7"/>
    <w:rsid w:val="008C70D4"/>
    <w:rsid w:val="008C72CE"/>
    <w:rsid w:val="008C7505"/>
    <w:rsid w:val="008C757F"/>
    <w:rsid w:val="008C75B1"/>
    <w:rsid w:val="008C79CF"/>
    <w:rsid w:val="008C7FEB"/>
    <w:rsid w:val="008D00A6"/>
    <w:rsid w:val="008D0165"/>
    <w:rsid w:val="008D0E06"/>
    <w:rsid w:val="008D0FF6"/>
    <w:rsid w:val="008D1167"/>
    <w:rsid w:val="008D1456"/>
    <w:rsid w:val="008D1497"/>
    <w:rsid w:val="008D1DDB"/>
    <w:rsid w:val="008D1E26"/>
    <w:rsid w:val="008D1E3A"/>
    <w:rsid w:val="008D20C7"/>
    <w:rsid w:val="008D22E3"/>
    <w:rsid w:val="008D24CD"/>
    <w:rsid w:val="008D2857"/>
    <w:rsid w:val="008D29C1"/>
    <w:rsid w:val="008D2AFD"/>
    <w:rsid w:val="008D2BC6"/>
    <w:rsid w:val="008D2C6B"/>
    <w:rsid w:val="008D2EC5"/>
    <w:rsid w:val="008D309F"/>
    <w:rsid w:val="008D347D"/>
    <w:rsid w:val="008D3C19"/>
    <w:rsid w:val="008D3C79"/>
    <w:rsid w:val="008D4153"/>
    <w:rsid w:val="008D4215"/>
    <w:rsid w:val="008D4781"/>
    <w:rsid w:val="008D4892"/>
    <w:rsid w:val="008D4ABB"/>
    <w:rsid w:val="008D4D3B"/>
    <w:rsid w:val="008D4E10"/>
    <w:rsid w:val="008D4E7B"/>
    <w:rsid w:val="008D585D"/>
    <w:rsid w:val="008D635F"/>
    <w:rsid w:val="008D6378"/>
    <w:rsid w:val="008D6B81"/>
    <w:rsid w:val="008D6D43"/>
    <w:rsid w:val="008D744D"/>
    <w:rsid w:val="008D74F8"/>
    <w:rsid w:val="008D7726"/>
    <w:rsid w:val="008D7D24"/>
    <w:rsid w:val="008D7EED"/>
    <w:rsid w:val="008E0004"/>
    <w:rsid w:val="008E0013"/>
    <w:rsid w:val="008E0096"/>
    <w:rsid w:val="008E02C6"/>
    <w:rsid w:val="008E0442"/>
    <w:rsid w:val="008E092B"/>
    <w:rsid w:val="008E0B93"/>
    <w:rsid w:val="008E0E71"/>
    <w:rsid w:val="008E0EC6"/>
    <w:rsid w:val="008E0FFD"/>
    <w:rsid w:val="008E1765"/>
    <w:rsid w:val="008E18A3"/>
    <w:rsid w:val="008E1B82"/>
    <w:rsid w:val="008E201B"/>
    <w:rsid w:val="008E2071"/>
    <w:rsid w:val="008E2145"/>
    <w:rsid w:val="008E2530"/>
    <w:rsid w:val="008E2DE8"/>
    <w:rsid w:val="008E328A"/>
    <w:rsid w:val="008E3341"/>
    <w:rsid w:val="008E3443"/>
    <w:rsid w:val="008E3876"/>
    <w:rsid w:val="008E39C7"/>
    <w:rsid w:val="008E3DFA"/>
    <w:rsid w:val="008E4030"/>
    <w:rsid w:val="008E4036"/>
    <w:rsid w:val="008E4080"/>
    <w:rsid w:val="008E4646"/>
    <w:rsid w:val="008E48F9"/>
    <w:rsid w:val="008E4D98"/>
    <w:rsid w:val="008E4E3F"/>
    <w:rsid w:val="008E5178"/>
    <w:rsid w:val="008E528C"/>
    <w:rsid w:val="008E5428"/>
    <w:rsid w:val="008E58E1"/>
    <w:rsid w:val="008E5CFB"/>
    <w:rsid w:val="008E5E23"/>
    <w:rsid w:val="008E5F5D"/>
    <w:rsid w:val="008E5FF7"/>
    <w:rsid w:val="008E6114"/>
    <w:rsid w:val="008E6237"/>
    <w:rsid w:val="008E6BF8"/>
    <w:rsid w:val="008E6C42"/>
    <w:rsid w:val="008E6C92"/>
    <w:rsid w:val="008E6FC8"/>
    <w:rsid w:val="008E7222"/>
    <w:rsid w:val="008E72FD"/>
    <w:rsid w:val="008E7470"/>
    <w:rsid w:val="008E7783"/>
    <w:rsid w:val="008E7B6B"/>
    <w:rsid w:val="008E7B88"/>
    <w:rsid w:val="008E7B9F"/>
    <w:rsid w:val="008E7BA7"/>
    <w:rsid w:val="008E7F09"/>
    <w:rsid w:val="008F038A"/>
    <w:rsid w:val="008F0599"/>
    <w:rsid w:val="008F05BB"/>
    <w:rsid w:val="008F07E5"/>
    <w:rsid w:val="008F0B32"/>
    <w:rsid w:val="008F0B41"/>
    <w:rsid w:val="008F0BDE"/>
    <w:rsid w:val="008F1035"/>
    <w:rsid w:val="008F1119"/>
    <w:rsid w:val="008F14AB"/>
    <w:rsid w:val="008F1994"/>
    <w:rsid w:val="008F2335"/>
    <w:rsid w:val="008F24AA"/>
    <w:rsid w:val="008F263E"/>
    <w:rsid w:val="008F29F1"/>
    <w:rsid w:val="008F2B7D"/>
    <w:rsid w:val="008F323E"/>
    <w:rsid w:val="008F3367"/>
    <w:rsid w:val="008F3B9D"/>
    <w:rsid w:val="008F41CD"/>
    <w:rsid w:val="008F4557"/>
    <w:rsid w:val="008F4939"/>
    <w:rsid w:val="008F4AAA"/>
    <w:rsid w:val="008F4C04"/>
    <w:rsid w:val="008F4DD9"/>
    <w:rsid w:val="008F4EFF"/>
    <w:rsid w:val="008F5105"/>
    <w:rsid w:val="008F51D5"/>
    <w:rsid w:val="008F5282"/>
    <w:rsid w:val="008F54ED"/>
    <w:rsid w:val="008F54FF"/>
    <w:rsid w:val="008F57BF"/>
    <w:rsid w:val="008F581A"/>
    <w:rsid w:val="008F593E"/>
    <w:rsid w:val="008F5B2A"/>
    <w:rsid w:val="008F6181"/>
    <w:rsid w:val="008F66B3"/>
    <w:rsid w:val="008F6A6B"/>
    <w:rsid w:val="008F6CD5"/>
    <w:rsid w:val="008F6F5F"/>
    <w:rsid w:val="008F725C"/>
    <w:rsid w:val="008F7411"/>
    <w:rsid w:val="009004F8"/>
    <w:rsid w:val="0090054B"/>
    <w:rsid w:val="00900A20"/>
    <w:rsid w:val="00900A3B"/>
    <w:rsid w:val="00900E38"/>
    <w:rsid w:val="00901067"/>
    <w:rsid w:val="009011A1"/>
    <w:rsid w:val="0090183E"/>
    <w:rsid w:val="009018A1"/>
    <w:rsid w:val="00901BF7"/>
    <w:rsid w:val="00901CF3"/>
    <w:rsid w:val="00901D7D"/>
    <w:rsid w:val="0090246C"/>
    <w:rsid w:val="0090273E"/>
    <w:rsid w:val="00902906"/>
    <w:rsid w:val="00902BB2"/>
    <w:rsid w:val="00902C67"/>
    <w:rsid w:val="00902CF8"/>
    <w:rsid w:val="00902DEE"/>
    <w:rsid w:val="009031C1"/>
    <w:rsid w:val="00903241"/>
    <w:rsid w:val="009032DC"/>
    <w:rsid w:val="009037E6"/>
    <w:rsid w:val="00903A5F"/>
    <w:rsid w:val="00903AE2"/>
    <w:rsid w:val="00903D65"/>
    <w:rsid w:val="00903EBF"/>
    <w:rsid w:val="009044C9"/>
    <w:rsid w:val="00904C97"/>
    <w:rsid w:val="00904CB4"/>
    <w:rsid w:val="00904FBC"/>
    <w:rsid w:val="00904FBE"/>
    <w:rsid w:val="0090500B"/>
    <w:rsid w:val="009053A7"/>
    <w:rsid w:val="009055E0"/>
    <w:rsid w:val="009056C8"/>
    <w:rsid w:val="00905B10"/>
    <w:rsid w:val="00905BA6"/>
    <w:rsid w:val="009060D4"/>
    <w:rsid w:val="0090631B"/>
    <w:rsid w:val="00906365"/>
    <w:rsid w:val="00906AEB"/>
    <w:rsid w:val="00906ECE"/>
    <w:rsid w:val="0090764F"/>
    <w:rsid w:val="009077C1"/>
    <w:rsid w:val="0090782B"/>
    <w:rsid w:val="009078D8"/>
    <w:rsid w:val="00907C0C"/>
    <w:rsid w:val="00907C59"/>
    <w:rsid w:val="00910622"/>
    <w:rsid w:val="009107BC"/>
    <w:rsid w:val="009107ED"/>
    <w:rsid w:val="009114EF"/>
    <w:rsid w:val="00911B4F"/>
    <w:rsid w:val="00911BF4"/>
    <w:rsid w:val="009120E5"/>
    <w:rsid w:val="0091228C"/>
    <w:rsid w:val="009127DD"/>
    <w:rsid w:val="00912D20"/>
    <w:rsid w:val="00912E9D"/>
    <w:rsid w:val="0091350A"/>
    <w:rsid w:val="0091371F"/>
    <w:rsid w:val="00913AB3"/>
    <w:rsid w:val="00913BDB"/>
    <w:rsid w:val="00913C7D"/>
    <w:rsid w:val="00913D25"/>
    <w:rsid w:val="00913DD6"/>
    <w:rsid w:val="00913FCD"/>
    <w:rsid w:val="00914049"/>
    <w:rsid w:val="009140F4"/>
    <w:rsid w:val="00914190"/>
    <w:rsid w:val="00914670"/>
    <w:rsid w:val="00914817"/>
    <w:rsid w:val="0091491A"/>
    <w:rsid w:val="009151F5"/>
    <w:rsid w:val="009153BB"/>
    <w:rsid w:val="00915453"/>
    <w:rsid w:val="009154BA"/>
    <w:rsid w:val="00915608"/>
    <w:rsid w:val="00915852"/>
    <w:rsid w:val="00915FAF"/>
    <w:rsid w:val="009161E4"/>
    <w:rsid w:val="0091648A"/>
    <w:rsid w:val="00916A3C"/>
    <w:rsid w:val="00916EB7"/>
    <w:rsid w:val="00916F12"/>
    <w:rsid w:val="009172D4"/>
    <w:rsid w:val="0091734E"/>
    <w:rsid w:val="009173F0"/>
    <w:rsid w:val="009178AB"/>
    <w:rsid w:val="00920079"/>
    <w:rsid w:val="009200AC"/>
    <w:rsid w:val="009208FE"/>
    <w:rsid w:val="00920980"/>
    <w:rsid w:val="00920A33"/>
    <w:rsid w:val="00920D63"/>
    <w:rsid w:val="00920EB3"/>
    <w:rsid w:val="00920F62"/>
    <w:rsid w:val="00920FDB"/>
    <w:rsid w:val="009218DB"/>
    <w:rsid w:val="00921B79"/>
    <w:rsid w:val="00921CEF"/>
    <w:rsid w:val="00921E7A"/>
    <w:rsid w:val="00921F1C"/>
    <w:rsid w:val="009222FC"/>
    <w:rsid w:val="00922736"/>
    <w:rsid w:val="00922801"/>
    <w:rsid w:val="00922A0D"/>
    <w:rsid w:val="00922A88"/>
    <w:rsid w:val="00923571"/>
    <w:rsid w:val="009237D6"/>
    <w:rsid w:val="00923AF9"/>
    <w:rsid w:val="00924247"/>
    <w:rsid w:val="00924FB2"/>
    <w:rsid w:val="0092509B"/>
    <w:rsid w:val="0092517D"/>
    <w:rsid w:val="00925278"/>
    <w:rsid w:val="0092542F"/>
    <w:rsid w:val="009256D9"/>
    <w:rsid w:val="00926028"/>
    <w:rsid w:val="009260A7"/>
    <w:rsid w:val="0092612B"/>
    <w:rsid w:val="00926A13"/>
    <w:rsid w:val="00926A48"/>
    <w:rsid w:val="00926E27"/>
    <w:rsid w:val="0092726A"/>
    <w:rsid w:val="00927360"/>
    <w:rsid w:val="00927695"/>
    <w:rsid w:val="00927934"/>
    <w:rsid w:val="0092796A"/>
    <w:rsid w:val="0093056A"/>
    <w:rsid w:val="009308F0"/>
    <w:rsid w:val="009309AC"/>
    <w:rsid w:val="00930F2D"/>
    <w:rsid w:val="009317B3"/>
    <w:rsid w:val="00931B1B"/>
    <w:rsid w:val="00931F6D"/>
    <w:rsid w:val="0093206B"/>
    <w:rsid w:val="009320BD"/>
    <w:rsid w:val="009320F6"/>
    <w:rsid w:val="00932B10"/>
    <w:rsid w:val="00932B42"/>
    <w:rsid w:val="00932CEE"/>
    <w:rsid w:val="00932EC5"/>
    <w:rsid w:val="009331D4"/>
    <w:rsid w:val="009331FF"/>
    <w:rsid w:val="00933218"/>
    <w:rsid w:val="009332CA"/>
    <w:rsid w:val="00933502"/>
    <w:rsid w:val="00933C3F"/>
    <w:rsid w:val="00933C61"/>
    <w:rsid w:val="00933E22"/>
    <w:rsid w:val="00933ECA"/>
    <w:rsid w:val="00933EE3"/>
    <w:rsid w:val="009340DE"/>
    <w:rsid w:val="00934372"/>
    <w:rsid w:val="009349C8"/>
    <w:rsid w:val="00934B8C"/>
    <w:rsid w:val="00934BC1"/>
    <w:rsid w:val="009353E6"/>
    <w:rsid w:val="00935626"/>
    <w:rsid w:val="00935EBF"/>
    <w:rsid w:val="009361C1"/>
    <w:rsid w:val="00936236"/>
    <w:rsid w:val="00936386"/>
    <w:rsid w:val="009363BF"/>
    <w:rsid w:val="009364E7"/>
    <w:rsid w:val="009364E9"/>
    <w:rsid w:val="0093684C"/>
    <w:rsid w:val="00936C16"/>
    <w:rsid w:val="00936DB8"/>
    <w:rsid w:val="00936DC1"/>
    <w:rsid w:val="00936F7E"/>
    <w:rsid w:val="00936F95"/>
    <w:rsid w:val="00936FFF"/>
    <w:rsid w:val="0093745C"/>
    <w:rsid w:val="00937DBC"/>
    <w:rsid w:val="009400CB"/>
    <w:rsid w:val="009409CE"/>
    <w:rsid w:val="00940F1F"/>
    <w:rsid w:val="009410D4"/>
    <w:rsid w:val="00941316"/>
    <w:rsid w:val="0094176A"/>
    <w:rsid w:val="00941821"/>
    <w:rsid w:val="0094197E"/>
    <w:rsid w:val="0094198A"/>
    <w:rsid w:val="00942523"/>
    <w:rsid w:val="00942EAD"/>
    <w:rsid w:val="00943341"/>
    <w:rsid w:val="0094390F"/>
    <w:rsid w:val="009439DF"/>
    <w:rsid w:val="00943C2E"/>
    <w:rsid w:val="00943CE9"/>
    <w:rsid w:val="00943D30"/>
    <w:rsid w:val="009440BF"/>
    <w:rsid w:val="00944170"/>
    <w:rsid w:val="009442D8"/>
    <w:rsid w:val="009445E6"/>
    <w:rsid w:val="009446CD"/>
    <w:rsid w:val="00944969"/>
    <w:rsid w:val="00944B84"/>
    <w:rsid w:val="00944DFE"/>
    <w:rsid w:val="00944E3F"/>
    <w:rsid w:val="0094502C"/>
    <w:rsid w:val="0094531E"/>
    <w:rsid w:val="009453F5"/>
    <w:rsid w:val="00945616"/>
    <w:rsid w:val="00945746"/>
    <w:rsid w:val="00945821"/>
    <w:rsid w:val="00945ACA"/>
    <w:rsid w:val="00945D4D"/>
    <w:rsid w:val="00945D91"/>
    <w:rsid w:val="00945F27"/>
    <w:rsid w:val="0094662E"/>
    <w:rsid w:val="0094672B"/>
    <w:rsid w:val="009468EA"/>
    <w:rsid w:val="009469CE"/>
    <w:rsid w:val="00946A19"/>
    <w:rsid w:val="00946E95"/>
    <w:rsid w:val="00946F48"/>
    <w:rsid w:val="0094713A"/>
    <w:rsid w:val="00947A79"/>
    <w:rsid w:val="00947B64"/>
    <w:rsid w:val="00947E10"/>
    <w:rsid w:val="00950659"/>
    <w:rsid w:val="009507ED"/>
    <w:rsid w:val="009509A3"/>
    <w:rsid w:val="00950B8D"/>
    <w:rsid w:val="00950D78"/>
    <w:rsid w:val="00951056"/>
    <w:rsid w:val="009516B7"/>
    <w:rsid w:val="0095176B"/>
    <w:rsid w:val="00951DC2"/>
    <w:rsid w:val="00952365"/>
    <w:rsid w:val="009526E8"/>
    <w:rsid w:val="00952A8A"/>
    <w:rsid w:val="00952CBB"/>
    <w:rsid w:val="00952D6F"/>
    <w:rsid w:val="00952E79"/>
    <w:rsid w:val="009530B0"/>
    <w:rsid w:val="00953594"/>
    <w:rsid w:val="00953623"/>
    <w:rsid w:val="009538A1"/>
    <w:rsid w:val="00953B31"/>
    <w:rsid w:val="00953D45"/>
    <w:rsid w:val="00953D54"/>
    <w:rsid w:val="0095409B"/>
    <w:rsid w:val="0095449F"/>
    <w:rsid w:val="0095468C"/>
    <w:rsid w:val="009549EB"/>
    <w:rsid w:val="00954C6A"/>
    <w:rsid w:val="00955070"/>
    <w:rsid w:val="009552E1"/>
    <w:rsid w:val="00955460"/>
    <w:rsid w:val="009555A3"/>
    <w:rsid w:val="009555F6"/>
    <w:rsid w:val="009559BC"/>
    <w:rsid w:val="009565FA"/>
    <w:rsid w:val="00956C19"/>
    <w:rsid w:val="00956C46"/>
    <w:rsid w:val="00956C52"/>
    <w:rsid w:val="00956D75"/>
    <w:rsid w:val="00956D76"/>
    <w:rsid w:val="00956F83"/>
    <w:rsid w:val="00957063"/>
    <w:rsid w:val="00957141"/>
    <w:rsid w:val="00957312"/>
    <w:rsid w:val="0095739E"/>
    <w:rsid w:val="0095759F"/>
    <w:rsid w:val="00957ADC"/>
    <w:rsid w:val="00960092"/>
    <w:rsid w:val="009601FD"/>
    <w:rsid w:val="009609A2"/>
    <w:rsid w:val="00960DA0"/>
    <w:rsid w:val="00960FEB"/>
    <w:rsid w:val="009610A2"/>
    <w:rsid w:val="009613C4"/>
    <w:rsid w:val="00961684"/>
    <w:rsid w:val="009616DE"/>
    <w:rsid w:val="0096178E"/>
    <w:rsid w:val="009617D0"/>
    <w:rsid w:val="00962171"/>
    <w:rsid w:val="0096234E"/>
    <w:rsid w:val="009625EF"/>
    <w:rsid w:val="009628A5"/>
    <w:rsid w:val="00962A9C"/>
    <w:rsid w:val="00962C96"/>
    <w:rsid w:val="00962D51"/>
    <w:rsid w:val="00962F44"/>
    <w:rsid w:val="009630A5"/>
    <w:rsid w:val="00963299"/>
    <w:rsid w:val="00963330"/>
    <w:rsid w:val="0096342E"/>
    <w:rsid w:val="00963C96"/>
    <w:rsid w:val="00963D92"/>
    <w:rsid w:val="00964A7C"/>
    <w:rsid w:val="00964E19"/>
    <w:rsid w:val="00964E59"/>
    <w:rsid w:val="00964F5C"/>
    <w:rsid w:val="0096565F"/>
    <w:rsid w:val="0096575A"/>
    <w:rsid w:val="009658DB"/>
    <w:rsid w:val="00965EC0"/>
    <w:rsid w:val="00965EE3"/>
    <w:rsid w:val="009660DC"/>
    <w:rsid w:val="009660F1"/>
    <w:rsid w:val="00966471"/>
    <w:rsid w:val="009667C7"/>
    <w:rsid w:val="0096691C"/>
    <w:rsid w:val="00966A06"/>
    <w:rsid w:val="00966F22"/>
    <w:rsid w:val="009671CC"/>
    <w:rsid w:val="009673D7"/>
    <w:rsid w:val="0096760F"/>
    <w:rsid w:val="00967BA9"/>
    <w:rsid w:val="00967E0B"/>
    <w:rsid w:val="00970161"/>
    <w:rsid w:val="009708A2"/>
    <w:rsid w:val="0097095E"/>
    <w:rsid w:val="00970D12"/>
    <w:rsid w:val="00971380"/>
    <w:rsid w:val="0097193A"/>
    <w:rsid w:val="00971B42"/>
    <w:rsid w:val="00971B7B"/>
    <w:rsid w:val="00971EC2"/>
    <w:rsid w:val="00971EEF"/>
    <w:rsid w:val="00972004"/>
    <w:rsid w:val="009723B6"/>
    <w:rsid w:val="009725A5"/>
    <w:rsid w:val="00972C4F"/>
    <w:rsid w:val="0097300D"/>
    <w:rsid w:val="00973081"/>
    <w:rsid w:val="009732B7"/>
    <w:rsid w:val="00973F2A"/>
    <w:rsid w:val="00973F97"/>
    <w:rsid w:val="00974022"/>
    <w:rsid w:val="009743C5"/>
    <w:rsid w:val="00974414"/>
    <w:rsid w:val="009744B4"/>
    <w:rsid w:val="00974AD9"/>
    <w:rsid w:val="00974D2B"/>
    <w:rsid w:val="00974E76"/>
    <w:rsid w:val="00974F36"/>
    <w:rsid w:val="00975044"/>
    <w:rsid w:val="00975188"/>
    <w:rsid w:val="0097540B"/>
    <w:rsid w:val="00975582"/>
    <w:rsid w:val="009755A2"/>
    <w:rsid w:val="00975735"/>
    <w:rsid w:val="00975A9F"/>
    <w:rsid w:val="00975BDC"/>
    <w:rsid w:val="009762C2"/>
    <w:rsid w:val="0097693C"/>
    <w:rsid w:val="00976A8D"/>
    <w:rsid w:val="00976E97"/>
    <w:rsid w:val="009771D2"/>
    <w:rsid w:val="00977BCF"/>
    <w:rsid w:val="00980422"/>
    <w:rsid w:val="00980512"/>
    <w:rsid w:val="00980AB4"/>
    <w:rsid w:val="00980B9C"/>
    <w:rsid w:val="00980C36"/>
    <w:rsid w:val="00981225"/>
    <w:rsid w:val="009814D5"/>
    <w:rsid w:val="00982085"/>
    <w:rsid w:val="00982191"/>
    <w:rsid w:val="00982994"/>
    <w:rsid w:val="00982B3E"/>
    <w:rsid w:val="00982E36"/>
    <w:rsid w:val="009830B4"/>
    <w:rsid w:val="00983752"/>
    <w:rsid w:val="00983A83"/>
    <w:rsid w:val="00983A8E"/>
    <w:rsid w:val="00983FBB"/>
    <w:rsid w:val="00984161"/>
    <w:rsid w:val="00984436"/>
    <w:rsid w:val="009845BF"/>
    <w:rsid w:val="00984754"/>
    <w:rsid w:val="00985022"/>
    <w:rsid w:val="009850D0"/>
    <w:rsid w:val="009852C5"/>
    <w:rsid w:val="00985425"/>
    <w:rsid w:val="009857DB"/>
    <w:rsid w:val="0098619F"/>
    <w:rsid w:val="009861DD"/>
    <w:rsid w:val="00986207"/>
    <w:rsid w:val="0098653B"/>
    <w:rsid w:val="00987357"/>
    <w:rsid w:val="009876D3"/>
    <w:rsid w:val="009876EF"/>
    <w:rsid w:val="00987B7F"/>
    <w:rsid w:val="00990212"/>
    <w:rsid w:val="009904BC"/>
    <w:rsid w:val="00990642"/>
    <w:rsid w:val="0099071A"/>
    <w:rsid w:val="00990821"/>
    <w:rsid w:val="009910E7"/>
    <w:rsid w:val="009910EB"/>
    <w:rsid w:val="009913CE"/>
    <w:rsid w:val="0099155E"/>
    <w:rsid w:val="00991611"/>
    <w:rsid w:val="0099170A"/>
    <w:rsid w:val="00991D01"/>
    <w:rsid w:val="00992173"/>
    <w:rsid w:val="00992390"/>
    <w:rsid w:val="009927AB"/>
    <w:rsid w:val="00992A55"/>
    <w:rsid w:val="00992B5D"/>
    <w:rsid w:val="00992F60"/>
    <w:rsid w:val="009932F0"/>
    <w:rsid w:val="00993566"/>
    <w:rsid w:val="00993C3A"/>
    <w:rsid w:val="00994047"/>
    <w:rsid w:val="009948AF"/>
    <w:rsid w:val="00994C6D"/>
    <w:rsid w:val="00994C7F"/>
    <w:rsid w:val="00994E2F"/>
    <w:rsid w:val="00994F2B"/>
    <w:rsid w:val="0099535F"/>
    <w:rsid w:val="009954C5"/>
    <w:rsid w:val="00995B46"/>
    <w:rsid w:val="00995CCC"/>
    <w:rsid w:val="009961C0"/>
    <w:rsid w:val="00996360"/>
    <w:rsid w:val="0099636A"/>
    <w:rsid w:val="00996F51"/>
    <w:rsid w:val="0099743A"/>
    <w:rsid w:val="00997761"/>
    <w:rsid w:val="00997881"/>
    <w:rsid w:val="00997CAC"/>
    <w:rsid w:val="00997F11"/>
    <w:rsid w:val="009A03E8"/>
    <w:rsid w:val="009A04DA"/>
    <w:rsid w:val="009A0822"/>
    <w:rsid w:val="009A0847"/>
    <w:rsid w:val="009A0B1B"/>
    <w:rsid w:val="009A0B55"/>
    <w:rsid w:val="009A0DD1"/>
    <w:rsid w:val="009A0F0A"/>
    <w:rsid w:val="009A1126"/>
    <w:rsid w:val="009A14B6"/>
    <w:rsid w:val="009A16EF"/>
    <w:rsid w:val="009A1B3F"/>
    <w:rsid w:val="009A1D5F"/>
    <w:rsid w:val="009A2176"/>
    <w:rsid w:val="009A21D8"/>
    <w:rsid w:val="009A2254"/>
    <w:rsid w:val="009A23AB"/>
    <w:rsid w:val="009A27AD"/>
    <w:rsid w:val="009A3979"/>
    <w:rsid w:val="009A4415"/>
    <w:rsid w:val="009A4826"/>
    <w:rsid w:val="009A48F4"/>
    <w:rsid w:val="009A4968"/>
    <w:rsid w:val="009A4A70"/>
    <w:rsid w:val="009A4ACB"/>
    <w:rsid w:val="009A5193"/>
    <w:rsid w:val="009A555E"/>
    <w:rsid w:val="009A5936"/>
    <w:rsid w:val="009A5C70"/>
    <w:rsid w:val="009A5CD0"/>
    <w:rsid w:val="009A5D3E"/>
    <w:rsid w:val="009A5F89"/>
    <w:rsid w:val="009A5FA5"/>
    <w:rsid w:val="009A6030"/>
    <w:rsid w:val="009A629D"/>
    <w:rsid w:val="009A6E90"/>
    <w:rsid w:val="009A6F5F"/>
    <w:rsid w:val="009A6FDF"/>
    <w:rsid w:val="009A7031"/>
    <w:rsid w:val="009A7790"/>
    <w:rsid w:val="009A7869"/>
    <w:rsid w:val="009A79A7"/>
    <w:rsid w:val="009A7BC5"/>
    <w:rsid w:val="009A7C08"/>
    <w:rsid w:val="009A7DC7"/>
    <w:rsid w:val="009B006C"/>
    <w:rsid w:val="009B026A"/>
    <w:rsid w:val="009B033C"/>
    <w:rsid w:val="009B0494"/>
    <w:rsid w:val="009B063D"/>
    <w:rsid w:val="009B0711"/>
    <w:rsid w:val="009B0C6B"/>
    <w:rsid w:val="009B0D8D"/>
    <w:rsid w:val="009B0EB2"/>
    <w:rsid w:val="009B1156"/>
    <w:rsid w:val="009B1335"/>
    <w:rsid w:val="009B1486"/>
    <w:rsid w:val="009B1630"/>
    <w:rsid w:val="009B1D2A"/>
    <w:rsid w:val="009B2F6B"/>
    <w:rsid w:val="009B35C9"/>
    <w:rsid w:val="009B37D4"/>
    <w:rsid w:val="009B3857"/>
    <w:rsid w:val="009B3A03"/>
    <w:rsid w:val="009B3BA0"/>
    <w:rsid w:val="009B3D95"/>
    <w:rsid w:val="009B3EC1"/>
    <w:rsid w:val="009B3F93"/>
    <w:rsid w:val="009B41E0"/>
    <w:rsid w:val="009B4321"/>
    <w:rsid w:val="009B46D0"/>
    <w:rsid w:val="009B488D"/>
    <w:rsid w:val="009B49E3"/>
    <w:rsid w:val="009B4B2E"/>
    <w:rsid w:val="009B4DCC"/>
    <w:rsid w:val="009B5086"/>
    <w:rsid w:val="009B51CD"/>
    <w:rsid w:val="009B5C6E"/>
    <w:rsid w:val="009B6686"/>
    <w:rsid w:val="009B6766"/>
    <w:rsid w:val="009B7032"/>
    <w:rsid w:val="009B713D"/>
    <w:rsid w:val="009B762E"/>
    <w:rsid w:val="009B777F"/>
    <w:rsid w:val="009B77F5"/>
    <w:rsid w:val="009B7912"/>
    <w:rsid w:val="009B79E2"/>
    <w:rsid w:val="009B7A9B"/>
    <w:rsid w:val="009C0272"/>
    <w:rsid w:val="009C07E7"/>
    <w:rsid w:val="009C0B71"/>
    <w:rsid w:val="009C0BB8"/>
    <w:rsid w:val="009C0D88"/>
    <w:rsid w:val="009C13CC"/>
    <w:rsid w:val="009C1637"/>
    <w:rsid w:val="009C16E5"/>
    <w:rsid w:val="009C18A3"/>
    <w:rsid w:val="009C1981"/>
    <w:rsid w:val="009C1ACF"/>
    <w:rsid w:val="009C1BAC"/>
    <w:rsid w:val="009C1E2D"/>
    <w:rsid w:val="009C1E9B"/>
    <w:rsid w:val="009C225D"/>
    <w:rsid w:val="009C2263"/>
    <w:rsid w:val="009C28FB"/>
    <w:rsid w:val="009C2B3A"/>
    <w:rsid w:val="009C300C"/>
    <w:rsid w:val="009C3303"/>
    <w:rsid w:val="009C337B"/>
    <w:rsid w:val="009C3C4C"/>
    <w:rsid w:val="009C3DE6"/>
    <w:rsid w:val="009C4B06"/>
    <w:rsid w:val="009C4D08"/>
    <w:rsid w:val="009C5048"/>
    <w:rsid w:val="009C5188"/>
    <w:rsid w:val="009C5285"/>
    <w:rsid w:val="009C566A"/>
    <w:rsid w:val="009C56A3"/>
    <w:rsid w:val="009C5B37"/>
    <w:rsid w:val="009C5DFD"/>
    <w:rsid w:val="009C5ECB"/>
    <w:rsid w:val="009C5FAA"/>
    <w:rsid w:val="009C60A7"/>
    <w:rsid w:val="009C60AA"/>
    <w:rsid w:val="009C6636"/>
    <w:rsid w:val="009C69DA"/>
    <w:rsid w:val="009C6AD7"/>
    <w:rsid w:val="009C6C51"/>
    <w:rsid w:val="009C72CE"/>
    <w:rsid w:val="009C78C3"/>
    <w:rsid w:val="009C7B5E"/>
    <w:rsid w:val="009C7D91"/>
    <w:rsid w:val="009C7E4D"/>
    <w:rsid w:val="009D06F6"/>
    <w:rsid w:val="009D0B08"/>
    <w:rsid w:val="009D143A"/>
    <w:rsid w:val="009D18C1"/>
    <w:rsid w:val="009D1EAF"/>
    <w:rsid w:val="009D2119"/>
    <w:rsid w:val="009D2165"/>
    <w:rsid w:val="009D21C3"/>
    <w:rsid w:val="009D223C"/>
    <w:rsid w:val="009D27ED"/>
    <w:rsid w:val="009D39AA"/>
    <w:rsid w:val="009D39C0"/>
    <w:rsid w:val="009D3A21"/>
    <w:rsid w:val="009D3A35"/>
    <w:rsid w:val="009D3CF6"/>
    <w:rsid w:val="009D4234"/>
    <w:rsid w:val="009D4B27"/>
    <w:rsid w:val="009D4EC5"/>
    <w:rsid w:val="009D5BF0"/>
    <w:rsid w:val="009D6073"/>
    <w:rsid w:val="009D64B4"/>
    <w:rsid w:val="009D6A8E"/>
    <w:rsid w:val="009D72C4"/>
    <w:rsid w:val="009D7364"/>
    <w:rsid w:val="009D7571"/>
    <w:rsid w:val="009D75DD"/>
    <w:rsid w:val="009D75EB"/>
    <w:rsid w:val="009D766C"/>
    <w:rsid w:val="009D767A"/>
    <w:rsid w:val="009D770F"/>
    <w:rsid w:val="009D7ACA"/>
    <w:rsid w:val="009D7C8C"/>
    <w:rsid w:val="009D7F83"/>
    <w:rsid w:val="009E006C"/>
    <w:rsid w:val="009E014D"/>
    <w:rsid w:val="009E018E"/>
    <w:rsid w:val="009E0459"/>
    <w:rsid w:val="009E05DC"/>
    <w:rsid w:val="009E0786"/>
    <w:rsid w:val="009E078E"/>
    <w:rsid w:val="009E0A44"/>
    <w:rsid w:val="009E0CA0"/>
    <w:rsid w:val="009E0EAB"/>
    <w:rsid w:val="009E1258"/>
    <w:rsid w:val="009E14CA"/>
    <w:rsid w:val="009E165B"/>
    <w:rsid w:val="009E1912"/>
    <w:rsid w:val="009E1CD8"/>
    <w:rsid w:val="009E1CF3"/>
    <w:rsid w:val="009E1D48"/>
    <w:rsid w:val="009E1F89"/>
    <w:rsid w:val="009E2529"/>
    <w:rsid w:val="009E284B"/>
    <w:rsid w:val="009E2AB7"/>
    <w:rsid w:val="009E2C45"/>
    <w:rsid w:val="009E2D5A"/>
    <w:rsid w:val="009E3105"/>
    <w:rsid w:val="009E3636"/>
    <w:rsid w:val="009E3944"/>
    <w:rsid w:val="009E3A76"/>
    <w:rsid w:val="009E3BA8"/>
    <w:rsid w:val="009E3C43"/>
    <w:rsid w:val="009E3E4F"/>
    <w:rsid w:val="009E3EC9"/>
    <w:rsid w:val="009E4331"/>
    <w:rsid w:val="009E45C2"/>
    <w:rsid w:val="009E46C7"/>
    <w:rsid w:val="009E4747"/>
    <w:rsid w:val="009E4B58"/>
    <w:rsid w:val="009E4CFC"/>
    <w:rsid w:val="009E521E"/>
    <w:rsid w:val="009E5C52"/>
    <w:rsid w:val="009E5F4F"/>
    <w:rsid w:val="009E601D"/>
    <w:rsid w:val="009E604E"/>
    <w:rsid w:val="009E61B0"/>
    <w:rsid w:val="009E627E"/>
    <w:rsid w:val="009E672D"/>
    <w:rsid w:val="009E6B85"/>
    <w:rsid w:val="009E6E21"/>
    <w:rsid w:val="009E6F20"/>
    <w:rsid w:val="009E6F9D"/>
    <w:rsid w:val="009E727E"/>
    <w:rsid w:val="009E7546"/>
    <w:rsid w:val="009E76C1"/>
    <w:rsid w:val="009E775B"/>
    <w:rsid w:val="009E7798"/>
    <w:rsid w:val="009E78B5"/>
    <w:rsid w:val="009E7A0D"/>
    <w:rsid w:val="009F03A5"/>
    <w:rsid w:val="009F04BD"/>
    <w:rsid w:val="009F0696"/>
    <w:rsid w:val="009F08F7"/>
    <w:rsid w:val="009F0DA4"/>
    <w:rsid w:val="009F11EF"/>
    <w:rsid w:val="009F12F5"/>
    <w:rsid w:val="009F14AB"/>
    <w:rsid w:val="009F160E"/>
    <w:rsid w:val="009F1FB7"/>
    <w:rsid w:val="009F20E6"/>
    <w:rsid w:val="009F2106"/>
    <w:rsid w:val="009F297E"/>
    <w:rsid w:val="009F29E0"/>
    <w:rsid w:val="009F2A99"/>
    <w:rsid w:val="009F2D49"/>
    <w:rsid w:val="009F315F"/>
    <w:rsid w:val="009F3248"/>
    <w:rsid w:val="009F369F"/>
    <w:rsid w:val="009F36FE"/>
    <w:rsid w:val="009F379F"/>
    <w:rsid w:val="009F478E"/>
    <w:rsid w:val="009F507D"/>
    <w:rsid w:val="009F58BE"/>
    <w:rsid w:val="009F5977"/>
    <w:rsid w:val="009F5E79"/>
    <w:rsid w:val="009F6243"/>
    <w:rsid w:val="009F6317"/>
    <w:rsid w:val="009F65BA"/>
    <w:rsid w:val="009F65D7"/>
    <w:rsid w:val="009F6691"/>
    <w:rsid w:val="009F6B3F"/>
    <w:rsid w:val="009F6B77"/>
    <w:rsid w:val="009F78C1"/>
    <w:rsid w:val="009F7E3C"/>
    <w:rsid w:val="009F7E94"/>
    <w:rsid w:val="00A00949"/>
    <w:rsid w:val="00A00B20"/>
    <w:rsid w:val="00A00D6E"/>
    <w:rsid w:val="00A011B1"/>
    <w:rsid w:val="00A01232"/>
    <w:rsid w:val="00A01814"/>
    <w:rsid w:val="00A01AAE"/>
    <w:rsid w:val="00A01E35"/>
    <w:rsid w:val="00A020AA"/>
    <w:rsid w:val="00A0258F"/>
    <w:rsid w:val="00A02762"/>
    <w:rsid w:val="00A02892"/>
    <w:rsid w:val="00A02F89"/>
    <w:rsid w:val="00A02F8D"/>
    <w:rsid w:val="00A03118"/>
    <w:rsid w:val="00A03364"/>
    <w:rsid w:val="00A03B73"/>
    <w:rsid w:val="00A03DC3"/>
    <w:rsid w:val="00A03EF7"/>
    <w:rsid w:val="00A043CC"/>
    <w:rsid w:val="00A04D24"/>
    <w:rsid w:val="00A052B5"/>
    <w:rsid w:val="00A059E3"/>
    <w:rsid w:val="00A059F2"/>
    <w:rsid w:val="00A059FC"/>
    <w:rsid w:val="00A05D45"/>
    <w:rsid w:val="00A05EF6"/>
    <w:rsid w:val="00A06142"/>
    <w:rsid w:val="00A06258"/>
    <w:rsid w:val="00A0657A"/>
    <w:rsid w:val="00A06F20"/>
    <w:rsid w:val="00A071AB"/>
    <w:rsid w:val="00A0756F"/>
    <w:rsid w:val="00A07B6E"/>
    <w:rsid w:val="00A07F7E"/>
    <w:rsid w:val="00A1020A"/>
    <w:rsid w:val="00A108D6"/>
    <w:rsid w:val="00A10A63"/>
    <w:rsid w:val="00A11000"/>
    <w:rsid w:val="00A1136A"/>
    <w:rsid w:val="00A11435"/>
    <w:rsid w:val="00A11704"/>
    <w:rsid w:val="00A11905"/>
    <w:rsid w:val="00A11D3A"/>
    <w:rsid w:val="00A11D55"/>
    <w:rsid w:val="00A122DD"/>
    <w:rsid w:val="00A1234D"/>
    <w:rsid w:val="00A12587"/>
    <w:rsid w:val="00A12737"/>
    <w:rsid w:val="00A12B5A"/>
    <w:rsid w:val="00A12CB8"/>
    <w:rsid w:val="00A12DBA"/>
    <w:rsid w:val="00A130E8"/>
    <w:rsid w:val="00A13671"/>
    <w:rsid w:val="00A13ACD"/>
    <w:rsid w:val="00A13B81"/>
    <w:rsid w:val="00A143DF"/>
    <w:rsid w:val="00A14493"/>
    <w:rsid w:val="00A14748"/>
    <w:rsid w:val="00A14831"/>
    <w:rsid w:val="00A15303"/>
    <w:rsid w:val="00A15609"/>
    <w:rsid w:val="00A15786"/>
    <w:rsid w:val="00A157B3"/>
    <w:rsid w:val="00A158A8"/>
    <w:rsid w:val="00A1595C"/>
    <w:rsid w:val="00A15DD5"/>
    <w:rsid w:val="00A15FA5"/>
    <w:rsid w:val="00A16053"/>
    <w:rsid w:val="00A1624C"/>
    <w:rsid w:val="00A162B2"/>
    <w:rsid w:val="00A1656F"/>
    <w:rsid w:val="00A16C2D"/>
    <w:rsid w:val="00A16F53"/>
    <w:rsid w:val="00A1752C"/>
    <w:rsid w:val="00A17644"/>
    <w:rsid w:val="00A17F1F"/>
    <w:rsid w:val="00A200F7"/>
    <w:rsid w:val="00A20D1F"/>
    <w:rsid w:val="00A20F74"/>
    <w:rsid w:val="00A212A7"/>
    <w:rsid w:val="00A21923"/>
    <w:rsid w:val="00A219B7"/>
    <w:rsid w:val="00A21A6F"/>
    <w:rsid w:val="00A22112"/>
    <w:rsid w:val="00A22281"/>
    <w:rsid w:val="00A222AA"/>
    <w:rsid w:val="00A22700"/>
    <w:rsid w:val="00A22A63"/>
    <w:rsid w:val="00A22FC7"/>
    <w:rsid w:val="00A2302F"/>
    <w:rsid w:val="00A232F4"/>
    <w:rsid w:val="00A233DD"/>
    <w:rsid w:val="00A2340F"/>
    <w:rsid w:val="00A2342C"/>
    <w:rsid w:val="00A2363A"/>
    <w:rsid w:val="00A236BC"/>
    <w:rsid w:val="00A237DD"/>
    <w:rsid w:val="00A23A55"/>
    <w:rsid w:val="00A23BA9"/>
    <w:rsid w:val="00A23E2A"/>
    <w:rsid w:val="00A23E6C"/>
    <w:rsid w:val="00A24079"/>
    <w:rsid w:val="00A24AEE"/>
    <w:rsid w:val="00A24B97"/>
    <w:rsid w:val="00A24BFB"/>
    <w:rsid w:val="00A24CBE"/>
    <w:rsid w:val="00A24E23"/>
    <w:rsid w:val="00A24EEA"/>
    <w:rsid w:val="00A25220"/>
    <w:rsid w:val="00A259D8"/>
    <w:rsid w:val="00A25A32"/>
    <w:rsid w:val="00A25A57"/>
    <w:rsid w:val="00A25D39"/>
    <w:rsid w:val="00A25DF5"/>
    <w:rsid w:val="00A260A4"/>
    <w:rsid w:val="00A26134"/>
    <w:rsid w:val="00A263C9"/>
    <w:rsid w:val="00A263FE"/>
    <w:rsid w:val="00A266C1"/>
    <w:rsid w:val="00A26BF2"/>
    <w:rsid w:val="00A26DBF"/>
    <w:rsid w:val="00A275AE"/>
    <w:rsid w:val="00A2776C"/>
    <w:rsid w:val="00A27BD5"/>
    <w:rsid w:val="00A305DC"/>
    <w:rsid w:val="00A30A26"/>
    <w:rsid w:val="00A30D62"/>
    <w:rsid w:val="00A313DF"/>
    <w:rsid w:val="00A3155C"/>
    <w:rsid w:val="00A3180F"/>
    <w:rsid w:val="00A31B29"/>
    <w:rsid w:val="00A31BF7"/>
    <w:rsid w:val="00A31D7D"/>
    <w:rsid w:val="00A32162"/>
    <w:rsid w:val="00A32408"/>
    <w:rsid w:val="00A324C3"/>
    <w:rsid w:val="00A32513"/>
    <w:rsid w:val="00A32A1D"/>
    <w:rsid w:val="00A32A95"/>
    <w:rsid w:val="00A3332B"/>
    <w:rsid w:val="00A33331"/>
    <w:rsid w:val="00A33581"/>
    <w:rsid w:val="00A33686"/>
    <w:rsid w:val="00A336F9"/>
    <w:rsid w:val="00A337C6"/>
    <w:rsid w:val="00A337CE"/>
    <w:rsid w:val="00A33A56"/>
    <w:rsid w:val="00A33DA4"/>
    <w:rsid w:val="00A3401F"/>
    <w:rsid w:val="00A3402A"/>
    <w:rsid w:val="00A34364"/>
    <w:rsid w:val="00A34574"/>
    <w:rsid w:val="00A346AB"/>
    <w:rsid w:val="00A346DD"/>
    <w:rsid w:val="00A3484B"/>
    <w:rsid w:val="00A34944"/>
    <w:rsid w:val="00A34ADE"/>
    <w:rsid w:val="00A34B72"/>
    <w:rsid w:val="00A34C69"/>
    <w:rsid w:val="00A357EA"/>
    <w:rsid w:val="00A35A9E"/>
    <w:rsid w:val="00A3621B"/>
    <w:rsid w:val="00A362A4"/>
    <w:rsid w:val="00A364ED"/>
    <w:rsid w:val="00A3694E"/>
    <w:rsid w:val="00A369F0"/>
    <w:rsid w:val="00A36B24"/>
    <w:rsid w:val="00A371A9"/>
    <w:rsid w:val="00A373B7"/>
    <w:rsid w:val="00A377F2"/>
    <w:rsid w:val="00A37E12"/>
    <w:rsid w:val="00A4018D"/>
    <w:rsid w:val="00A40316"/>
    <w:rsid w:val="00A40446"/>
    <w:rsid w:val="00A4079B"/>
    <w:rsid w:val="00A40A6F"/>
    <w:rsid w:val="00A40AE7"/>
    <w:rsid w:val="00A40C4C"/>
    <w:rsid w:val="00A40E65"/>
    <w:rsid w:val="00A4119A"/>
    <w:rsid w:val="00A412BC"/>
    <w:rsid w:val="00A412C6"/>
    <w:rsid w:val="00A4135E"/>
    <w:rsid w:val="00A415DE"/>
    <w:rsid w:val="00A41696"/>
    <w:rsid w:val="00A41801"/>
    <w:rsid w:val="00A419DA"/>
    <w:rsid w:val="00A41A62"/>
    <w:rsid w:val="00A4200D"/>
    <w:rsid w:val="00A42170"/>
    <w:rsid w:val="00A42D90"/>
    <w:rsid w:val="00A42DD2"/>
    <w:rsid w:val="00A42EE7"/>
    <w:rsid w:val="00A42F21"/>
    <w:rsid w:val="00A432FF"/>
    <w:rsid w:val="00A433CF"/>
    <w:rsid w:val="00A43418"/>
    <w:rsid w:val="00A43B2D"/>
    <w:rsid w:val="00A43C57"/>
    <w:rsid w:val="00A44442"/>
    <w:rsid w:val="00A444A4"/>
    <w:rsid w:val="00A449FA"/>
    <w:rsid w:val="00A44C01"/>
    <w:rsid w:val="00A44CC3"/>
    <w:rsid w:val="00A44D48"/>
    <w:rsid w:val="00A454D3"/>
    <w:rsid w:val="00A45D72"/>
    <w:rsid w:val="00A45E54"/>
    <w:rsid w:val="00A45FD1"/>
    <w:rsid w:val="00A46000"/>
    <w:rsid w:val="00A466C0"/>
    <w:rsid w:val="00A4679C"/>
    <w:rsid w:val="00A467D2"/>
    <w:rsid w:val="00A47210"/>
    <w:rsid w:val="00A477BA"/>
    <w:rsid w:val="00A477CC"/>
    <w:rsid w:val="00A47BBC"/>
    <w:rsid w:val="00A47CBE"/>
    <w:rsid w:val="00A47EBC"/>
    <w:rsid w:val="00A500EF"/>
    <w:rsid w:val="00A50282"/>
    <w:rsid w:val="00A5045A"/>
    <w:rsid w:val="00A5075D"/>
    <w:rsid w:val="00A50AF4"/>
    <w:rsid w:val="00A50D36"/>
    <w:rsid w:val="00A50F31"/>
    <w:rsid w:val="00A50F45"/>
    <w:rsid w:val="00A5102F"/>
    <w:rsid w:val="00A512B5"/>
    <w:rsid w:val="00A515B7"/>
    <w:rsid w:val="00A51CF4"/>
    <w:rsid w:val="00A520A0"/>
    <w:rsid w:val="00A521C0"/>
    <w:rsid w:val="00A5223A"/>
    <w:rsid w:val="00A52613"/>
    <w:rsid w:val="00A52BEB"/>
    <w:rsid w:val="00A52D23"/>
    <w:rsid w:val="00A52DD7"/>
    <w:rsid w:val="00A53293"/>
    <w:rsid w:val="00A53AED"/>
    <w:rsid w:val="00A53CEB"/>
    <w:rsid w:val="00A53EF7"/>
    <w:rsid w:val="00A54260"/>
    <w:rsid w:val="00A545D3"/>
    <w:rsid w:val="00A547FB"/>
    <w:rsid w:val="00A549D2"/>
    <w:rsid w:val="00A549D4"/>
    <w:rsid w:val="00A550BA"/>
    <w:rsid w:val="00A55288"/>
    <w:rsid w:val="00A558F7"/>
    <w:rsid w:val="00A55A8E"/>
    <w:rsid w:val="00A55CFA"/>
    <w:rsid w:val="00A55F82"/>
    <w:rsid w:val="00A55F94"/>
    <w:rsid w:val="00A565EF"/>
    <w:rsid w:val="00A566A1"/>
    <w:rsid w:val="00A5684A"/>
    <w:rsid w:val="00A568FE"/>
    <w:rsid w:val="00A569E5"/>
    <w:rsid w:val="00A56C54"/>
    <w:rsid w:val="00A570BE"/>
    <w:rsid w:val="00A5778B"/>
    <w:rsid w:val="00A57791"/>
    <w:rsid w:val="00A57A8D"/>
    <w:rsid w:val="00A57ACD"/>
    <w:rsid w:val="00A57E79"/>
    <w:rsid w:val="00A6001C"/>
    <w:rsid w:val="00A6023D"/>
    <w:rsid w:val="00A60433"/>
    <w:rsid w:val="00A604E9"/>
    <w:rsid w:val="00A605C2"/>
    <w:rsid w:val="00A607B1"/>
    <w:rsid w:val="00A6082D"/>
    <w:rsid w:val="00A60C66"/>
    <w:rsid w:val="00A61639"/>
    <w:rsid w:val="00A616ED"/>
    <w:rsid w:val="00A62191"/>
    <w:rsid w:val="00A621DD"/>
    <w:rsid w:val="00A62249"/>
    <w:rsid w:val="00A624C2"/>
    <w:rsid w:val="00A6258A"/>
    <w:rsid w:val="00A629C9"/>
    <w:rsid w:val="00A631D6"/>
    <w:rsid w:val="00A63245"/>
    <w:rsid w:val="00A63511"/>
    <w:rsid w:val="00A63581"/>
    <w:rsid w:val="00A63729"/>
    <w:rsid w:val="00A639A8"/>
    <w:rsid w:val="00A63A26"/>
    <w:rsid w:val="00A63AB9"/>
    <w:rsid w:val="00A63BB9"/>
    <w:rsid w:val="00A63C8B"/>
    <w:rsid w:val="00A63C8C"/>
    <w:rsid w:val="00A64194"/>
    <w:rsid w:val="00A643B1"/>
    <w:rsid w:val="00A64571"/>
    <w:rsid w:val="00A6550A"/>
    <w:rsid w:val="00A65724"/>
    <w:rsid w:val="00A65956"/>
    <w:rsid w:val="00A65A81"/>
    <w:rsid w:val="00A65B32"/>
    <w:rsid w:val="00A65B60"/>
    <w:rsid w:val="00A65B7F"/>
    <w:rsid w:val="00A65D59"/>
    <w:rsid w:val="00A6627A"/>
    <w:rsid w:val="00A663D2"/>
    <w:rsid w:val="00A6641D"/>
    <w:rsid w:val="00A66502"/>
    <w:rsid w:val="00A665AE"/>
    <w:rsid w:val="00A66DB4"/>
    <w:rsid w:val="00A66F0B"/>
    <w:rsid w:val="00A671BB"/>
    <w:rsid w:val="00A6745B"/>
    <w:rsid w:val="00A675CF"/>
    <w:rsid w:val="00A67683"/>
    <w:rsid w:val="00A70193"/>
    <w:rsid w:val="00A70467"/>
    <w:rsid w:val="00A7049F"/>
    <w:rsid w:val="00A70580"/>
    <w:rsid w:val="00A70B45"/>
    <w:rsid w:val="00A70CCA"/>
    <w:rsid w:val="00A70E9C"/>
    <w:rsid w:val="00A710DD"/>
    <w:rsid w:val="00A7151D"/>
    <w:rsid w:val="00A71A87"/>
    <w:rsid w:val="00A71AE0"/>
    <w:rsid w:val="00A71B6F"/>
    <w:rsid w:val="00A71B89"/>
    <w:rsid w:val="00A71F01"/>
    <w:rsid w:val="00A71F7B"/>
    <w:rsid w:val="00A72493"/>
    <w:rsid w:val="00A725D4"/>
    <w:rsid w:val="00A7281B"/>
    <w:rsid w:val="00A72A97"/>
    <w:rsid w:val="00A72AF9"/>
    <w:rsid w:val="00A72B85"/>
    <w:rsid w:val="00A7313E"/>
    <w:rsid w:val="00A73359"/>
    <w:rsid w:val="00A734A9"/>
    <w:rsid w:val="00A735AE"/>
    <w:rsid w:val="00A735C3"/>
    <w:rsid w:val="00A7385E"/>
    <w:rsid w:val="00A73AF3"/>
    <w:rsid w:val="00A73E4D"/>
    <w:rsid w:val="00A742C2"/>
    <w:rsid w:val="00A7442D"/>
    <w:rsid w:val="00A74705"/>
    <w:rsid w:val="00A74D9F"/>
    <w:rsid w:val="00A74DAA"/>
    <w:rsid w:val="00A74F7A"/>
    <w:rsid w:val="00A75022"/>
    <w:rsid w:val="00A75060"/>
    <w:rsid w:val="00A750B1"/>
    <w:rsid w:val="00A75559"/>
    <w:rsid w:val="00A755C1"/>
    <w:rsid w:val="00A75959"/>
    <w:rsid w:val="00A766C3"/>
    <w:rsid w:val="00A7674B"/>
    <w:rsid w:val="00A76840"/>
    <w:rsid w:val="00A76901"/>
    <w:rsid w:val="00A7691B"/>
    <w:rsid w:val="00A769A5"/>
    <w:rsid w:val="00A76C55"/>
    <w:rsid w:val="00A7723D"/>
    <w:rsid w:val="00A77A16"/>
    <w:rsid w:val="00A8089C"/>
    <w:rsid w:val="00A80FAF"/>
    <w:rsid w:val="00A819B3"/>
    <w:rsid w:val="00A81AE2"/>
    <w:rsid w:val="00A81DA8"/>
    <w:rsid w:val="00A81FD8"/>
    <w:rsid w:val="00A824F0"/>
    <w:rsid w:val="00A824F7"/>
    <w:rsid w:val="00A825DF"/>
    <w:rsid w:val="00A82AA8"/>
    <w:rsid w:val="00A82E5B"/>
    <w:rsid w:val="00A82F25"/>
    <w:rsid w:val="00A83079"/>
    <w:rsid w:val="00A83179"/>
    <w:rsid w:val="00A83488"/>
    <w:rsid w:val="00A838AC"/>
    <w:rsid w:val="00A84024"/>
    <w:rsid w:val="00A84130"/>
    <w:rsid w:val="00A843F6"/>
    <w:rsid w:val="00A8442C"/>
    <w:rsid w:val="00A84447"/>
    <w:rsid w:val="00A84657"/>
    <w:rsid w:val="00A84903"/>
    <w:rsid w:val="00A84B25"/>
    <w:rsid w:val="00A84F1B"/>
    <w:rsid w:val="00A852B3"/>
    <w:rsid w:val="00A852F1"/>
    <w:rsid w:val="00A85612"/>
    <w:rsid w:val="00A8569E"/>
    <w:rsid w:val="00A857F9"/>
    <w:rsid w:val="00A85A30"/>
    <w:rsid w:val="00A85B88"/>
    <w:rsid w:val="00A86258"/>
    <w:rsid w:val="00A86292"/>
    <w:rsid w:val="00A86FF4"/>
    <w:rsid w:val="00A87091"/>
    <w:rsid w:val="00A8740D"/>
    <w:rsid w:val="00A900CE"/>
    <w:rsid w:val="00A90191"/>
    <w:rsid w:val="00A9065A"/>
    <w:rsid w:val="00A908BA"/>
    <w:rsid w:val="00A90C9A"/>
    <w:rsid w:val="00A90CB0"/>
    <w:rsid w:val="00A90FEF"/>
    <w:rsid w:val="00A91098"/>
    <w:rsid w:val="00A91364"/>
    <w:rsid w:val="00A913F4"/>
    <w:rsid w:val="00A915FD"/>
    <w:rsid w:val="00A91981"/>
    <w:rsid w:val="00A91C18"/>
    <w:rsid w:val="00A91DCD"/>
    <w:rsid w:val="00A91F08"/>
    <w:rsid w:val="00A92535"/>
    <w:rsid w:val="00A92742"/>
    <w:rsid w:val="00A927E2"/>
    <w:rsid w:val="00A928F8"/>
    <w:rsid w:val="00A92D0C"/>
    <w:rsid w:val="00A93021"/>
    <w:rsid w:val="00A930F2"/>
    <w:rsid w:val="00A93343"/>
    <w:rsid w:val="00A9377B"/>
    <w:rsid w:val="00A93DB9"/>
    <w:rsid w:val="00A94026"/>
    <w:rsid w:val="00A9408B"/>
    <w:rsid w:val="00A943E8"/>
    <w:rsid w:val="00A9451B"/>
    <w:rsid w:val="00A945EB"/>
    <w:rsid w:val="00A948DD"/>
    <w:rsid w:val="00A94933"/>
    <w:rsid w:val="00A94BA4"/>
    <w:rsid w:val="00A95276"/>
    <w:rsid w:val="00A9540B"/>
    <w:rsid w:val="00A95438"/>
    <w:rsid w:val="00A956E3"/>
    <w:rsid w:val="00A9597D"/>
    <w:rsid w:val="00A95DB9"/>
    <w:rsid w:val="00A95DC4"/>
    <w:rsid w:val="00A95E28"/>
    <w:rsid w:val="00A95E76"/>
    <w:rsid w:val="00A95FE9"/>
    <w:rsid w:val="00A96045"/>
    <w:rsid w:val="00A9618D"/>
    <w:rsid w:val="00A96270"/>
    <w:rsid w:val="00A963BB"/>
    <w:rsid w:val="00A96504"/>
    <w:rsid w:val="00A96965"/>
    <w:rsid w:val="00A969ED"/>
    <w:rsid w:val="00A96B57"/>
    <w:rsid w:val="00A96CD1"/>
    <w:rsid w:val="00A96E8A"/>
    <w:rsid w:val="00A97579"/>
    <w:rsid w:val="00A97C47"/>
    <w:rsid w:val="00AA0466"/>
    <w:rsid w:val="00AA07C9"/>
    <w:rsid w:val="00AA08FA"/>
    <w:rsid w:val="00AA0B5F"/>
    <w:rsid w:val="00AA0B7A"/>
    <w:rsid w:val="00AA0C5B"/>
    <w:rsid w:val="00AA0EA2"/>
    <w:rsid w:val="00AA1177"/>
    <w:rsid w:val="00AA12C7"/>
    <w:rsid w:val="00AA164B"/>
    <w:rsid w:val="00AA183A"/>
    <w:rsid w:val="00AA18B1"/>
    <w:rsid w:val="00AA1A71"/>
    <w:rsid w:val="00AA1B8F"/>
    <w:rsid w:val="00AA1BD0"/>
    <w:rsid w:val="00AA1D56"/>
    <w:rsid w:val="00AA2460"/>
    <w:rsid w:val="00AA2B1B"/>
    <w:rsid w:val="00AA2E4F"/>
    <w:rsid w:val="00AA2F93"/>
    <w:rsid w:val="00AA3012"/>
    <w:rsid w:val="00AA3074"/>
    <w:rsid w:val="00AA31FD"/>
    <w:rsid w:val="00AA34FB"/>
    <w:rsid w:val="00AA3580"/>
    <w:rsid w:val="00AA362E"/>
    <w:rsid w:val="00AA372C"/>
    <w:rsid w:val="00AA3B52"/>
    <w:rsid w:val="00AA3C9E"/>
    <w:rsid w:val="00AA3FC2"/>
    <w:rsid w:val="00AA4347"/>
    <w:rsid w:val="00AA4DC7"/>
    <w:rsid w:val="00AA4FB0"/>
    <w:rsid w:val="00AA504D"/>
    <w:rsid w:val="00AA5209"/>
    <w:rsid w:val="00AA531D"/>
    <w:rsid w:val="00AA5B90"/>
    <w:rsid w:val="00AA5C5B"/>
    <w:rsid w:val="00AA600F"/>
    <w:rsid w:val="00AA6976"/>
    <w:rsid w:val="00AA6982"/>
    <w:rsid w:val="00AA6C35"/>
    <w:rsid w:val="00AA713E"/>
    <w:rsid w:val="00AA71ED"/>
    <w:rsid w:val="00AA7581"/>
    <w:rsid w:val="00AA7A56"/>
    <w:rsid w:val="00AA7CA5"/>
    <w:rsid w:val="00AB05CE"/>
    <w:rsid w:val="00AB06DF"/>
    <w:rsid w:val="00AB08D1"/>
    <w:rsid w:val="00AB09B5"/>
    <w:rsid w:val="00AB0D27"/>
    <w:rsid w:val="00AB0E5A"/>
    <w:rsid w:val="00AB0EE5"/>
    <w:rsid w:val="00AB0FE1"/>
    <w:rsid w:val="00AB1054"/>
    <w:rsid w:val="00AB120F"/>
    <w:rsid w:val="00AB1246"/>
    <w:rsid w:val="00AB16EE"/>
    <w:rsid w:val="00AB171C"/>
    <w:rsid w:val="00AB1962"/>
    <w:rsid w:val="00AB1B69"/>
    <w:rsid w:val="00AB1E30"/>
    <w:rsid w:val="00AB23FC"/>
    <w:rsid w:val="00AB2464"/>
    <w:rsid w:val="00AB246B"/>
    <w:rsid w:val="00AB2580"/>
    <w:rsid w:val="00AB25BE"/>
    <w:rsid w:val="00AB25C4"/>
    <w:rsid w:val="00AB27C5"/>
    <w:rsid w:val="00AB294F"/>
    <w:rsid w:val="00AB2965"/>
    <w:rsid w:val="00AB2A55"/>
    <w:rsid w:val="00AB2A76"/>
    <w:rsid w:val="00AB2FA9"/>
    <w:rsid w:val="00AB3091"/>
    <w:rsid w:val="00AB35F8"/>
    <w:rsid w:val="00AB3D41"/>
    <w:rsid w:val="00AB4032"/>
    <w:rsid w:val="00AB4093"/>
    <w:rsid w:val="00AB428E"/>
    <w:rsid w:val="00AB4446"/>
    <w:rsid w:val="00AB46FA"/>
    <w:rsid w:val="00AB4807"/>
    <w:rsid w:val="00AB488F"/>
    <w:rsid w:val="00AB4A5E"/>
    <w:rsid w:val="00AB5018"/>
    <w:rsid w:val="00AB5520"/>
    <w:rsid w:val="00AB5A32"/>
    <w:rsid w:val="00AB5AEF"/>
    <w:rsid w:val="00AB603D"/>
    <w:rsid w:val="00AB604D"/>
    <w:rsid w:val="00AB6169"/>
    <w:rsid w:val="00AB634D"/>
    <w:rsid w:val="00AB639D"/>
    <w:rsid w:val="00AB64BE"/>
    <w:rsid w:val="00AB6608"/>
    <w:rsid w:val="00AB73E3"/>
    <w:rsid w:val="00AB7424"/>
    <w:rsid w:val="00AB7445"/>
    <w:rsid w:val="00AB79BD"/>
    <w:rsid w:val="00AC02C0"/>
    <w:rsid w:val="00AC036B"/>
    <w:rsid w:val="00AC0A36"/>
    <w:rsid w:val="00AC0A60"/>
    <w:rsid w:val="00AC113A"/>
    <w:rsid w:val="00AC140E"/>
    <w:rsid w:val="00AC170D"/>
    <w:rsid w:val="00AC173A"/>
    <w:rsid w:val="00AC1E03"/>
    <w:rsid w:val="00AC2094"/>
    <w:rsid w:val="00AC2279"/>
    <w:rsid w:val="00AC237C"/>
    <w:rsid w:val="00AC243E"/>
    <w:rsid w:val="00AC27CD"/>
    <w:rsid w:val="00AC28E9"/>
    <w:rsid w:val="00AC2AC3"/>
    <w:rsid w:val="00AC2AF2"/>
    <w:rsid w:val="00AC2BAF"/>
    <w:rsid w:val="00AC2BF1"/>
    <w:rsid w:val="00AC2F6B"/>
    <w:rsid w:val="00AC33F1"/>
    <w:rsid w:val="00AC3864"/>
    <w:rsid w:val="00AC388E"/>
    <w:rsid w:val="00AC39C7"/>
    <w:rsid w:val="00AC3BC5"/>
    <w:rsid w:val="00AC3D1A"/>
    <w:rsid w:val="00AC3D4E"/>
    <w:rsid w:val="00AC3D79"/>
    <w:rsid w:val="00AC3E3B"/>
    <w:rsid w:val="00AC404F"/>
    <w:rsid w:val="00AC4153"/>
    <w:rsid w:val="00AC4177"/>
    <w:rsid w:val="00AC4303"/>
    <w:rsid w:val="00AC46C1"/>
    <w:rsid w:val="00AC47A6"/>
    <w:rsid w:val="00AC4CDC"/>
    <w:rsid w:val="00AC4E41"/>
    <w:rsid w:val="00AC4F4B"/>
    <w:rsid w:val="00AC55E6"/>
    <w:rsid w:val="00AC5634"/>
    <w:rsid w:val="00AC578B"/>
    <w:rsid w:val="00AC5DF9"/>
    <w:rsid w:val="00AC6318"/>
    <w:rsid w:val="00AC679F"/>
    <w:rsid w:val="00AC6ADF"/>
    <w:rsid w:val="00AC6D66"/>
    <w:rsid w:val="00AC6E2B"/>
    <w:rsid w:val="00AC7100"/>
    <w:rsid w:val="00AC7849"/>
    <w:rsid w:val="00AC7C0C"/>
    <w:rsid w:val="00AC7E99"/>
    <w:rsid w:val="00AC7EDE"/>
    <w:rsid w:val="00AD004F"/>
    <w:rsid w:val="00AD07DA"/>
    <w:rsid w:val="00AD09BD"/>
    <w:rsid w:val="00AD0A3E"/>
    <w:rsid w:val="00AD0AA4"/>
    <w:rsid w:val="00AD0AFF"/>
    <w:rsid w:val="00AD1439"/>
    <w:rsid w:val="00AD1507"/>
    <w:rsid w:val="00AD1A92"/>
    <w:rsid w:val="00AD232D"/>
    <w:rsid w:val="00AD241F"/>
    <w:rsid w:val="00AD24D5"/>
    <w:rsid w:val="00AD2975"/>
    <w:rsid w:val="00AD3120"/>
    <w:rsid w:val="00AD31C5"/>
    <w:rsid w:val="00AD3375"/>
    <w:rsid w:val="00AD3BCA"/>
    <w:rsid w:val="00AD3EE7"/>
    <w:rsid w:val="00AD40C4"/>
    <w:rsid w:val="00AD4199"/>
    <w:rsid w:val="00AD43D2"/>
    <w:rsid w:val="00AD4548"/>
    <w:rsid w:val="00AD4646"/>
    <w:rsid w:val="00AD46CE"/>
    <w:rsid w:val="00AD49E6"/>
    <w:rsid w:val="00AD4CF7"/>
    <w:rsid w:val="00AD4D97"/>
    <w:rsid w:val="00AD4DD0"/>
    <w:rsid w:val="00AD4F40"/>
    <w:rsid w:val="00AD51F1"/>
    <w:rsid w:val="00AD5869"/>
    <w:rsid w:val="00AD5A44"/>
    <w:rsid w:val="00AD5D7C"/>
    <w:rsid w:val="00AD6A70"/>
    <w:rsid w:val="00AD6BEE"/>
    <w:rsid w:val="00AD6DBE"/>
    <w:rsid w:val="00AD6ECD"/>
    <w:rsid w:val="00AD7069"/>
    <w:rsid w:val="00AD7414"/>
    <w:rsid w:val="00AD75AE"/>
    <w:rsid w:val="00AD7793"/>
    <w:rsid w:val="00AD79D8"/>
    <w:rsid w:val="00AD7AC3"/>
    <w:rsid w:val="00AE008F"/>
    <w:rsid w:val="00AE04AA"/>
    <w:rsid w:val="00AE05A4"/>
    <w:rsid w:val="00AE05B5"/>
    <w:rsid w:val="00AE0A86"/>
    <w:rsid w:val="00AE0BA7"/>
    <w:rsid w:val="00AE1200"/>
    <w:rsid w:val="00AE1338"/>
    <w:rsid w:val="00AE1727"/>
    <w:rsid w:val="00AE19B0"/>
    <w:rsid w:val="00AE1B00"/>
    <w:rsid w:val="00AE21BB"/>
    <w:rsid w:val="00AE2383"/>
    <w:rsid w:val="00AE27DF"/>
    <w:rsid w:val="00AE28AB"/>
    <w:rsid w:val="00AE29FA"/>
    <w:rsid w:val="00AE2A6E"/>
    <w:rsid w:val="00AE2B35"/>
    <w:rsid w:val="00AE318E"/>
    <w:rsid w:val="00AE38F5"/>
    <w:rsid w:val="00AE3BDD"/>
    <w:rsid w:val="00AE3E4D"/>
    <w:rsid w:val="00AE4360"/>
    <w:rsid w:val="00AE4471"/>
    <w:rsid w:val="00AE4FBD"/>
    <w:rsid w:val="00AE52FE"/>
    <w:rsid w:val="00AE5309"/>
    <w:rsid w:val="00AE5526"/>
    <w:rsid w:val="00AE58DE"/>
    <w:rsid w:val="00AE5B20"/>
    <w:rsid w:val="00AE5C29"/>
    <w:rsid w:val="00AE61CF"/>
    <w:rsid w:val="00AE6348"/>
    <w:rsid w:val="00AE6497"/>
    <w:rsid w:val="00AE6832"/>
    <w:rsid w:val="00AE6B9D"/>
    <w:rsid w:val="00AE6F04"/>
    <w:rsid w:val="00AE7170"/>
    <w:rsid w:val="00AE7297"/>
    <w:rsid w:val="00AE7625"/>
    <w:rsid w:val="00AE7776"/>
    <w:rsid w:val="00AE779F"/>
    <w:rsid w:val="00AF02E8"/>
    <w:rsid w:val="00AF03D0"/>
    <w:rsid w:val="00AF03D9"/>
    <w:rsid w:val="00AF0427"/>
    <w:rsid w:val="00AF055F"/>
    <w:rsid w:val="00AF05E2"/>
    <w:rsid w:val="00AF08C9"/>
    <w:rsid w:val="00AF09A2"/>
    <w:rsid w:val="00AF0BCD"/>
    <w:rsid w:val="00AF0C64"/>
    <w:rsid w:val="00AF0E04"/>
    <w:rsid w:val="00AF10F8"/>
    <w:rsid w:val="00AF1174"/>
    <w:rsid w:val="00AF1398"/>
    <w:rsid w:val="00AF179E"/>
    <w:rsid w:val="00AF1B45"/>
    <w:rsid w:val="00AF1C37"/>
    <w:rsid w:val="00AF1FB9"/>
    <w:rsid w:val="00AF213F"/>
    <w:rsid w:val="00AF2193"/>
    <w:rsid w:val="00AF27B4"/>
    <w:rsid w:val="00AF2864"/>
    <w:rsid w:val="00AF32B1"/>
    <w:rsid w:val="00AF32D8"/>
    <w:rsid w:val="00AF36BA"/>
    <w:rsid w:val="00AF37FA"/>
    <w:rsid w:val="00AF397A"/>
    <w:rsid w:val="00AF3AA2"/>
    <w:rsid w:val="00AF3B5D"/>
    <w:rsid w:val="00AF3BBF"/>
    <w:rsid w:val="00AF4292"/>
    <w:rsid w:val="00AF4427"/>
    <w:rsid w:val="00AF44F0"/>
    <w:rsid w:val="00AF4F72"/>
    <w:rsid w:val="00AF4FEB"/>
    <w:rsid w:val="00AF51A1"/>
    <w:rsid w:val="00AF5B14"/>
    <w:rsid w:val="00AF5C12"/>
    <w:rsid w:val="00AF603B"/>
    <w:rsid w:val="00AF6122"/>
    <w:rsid w:val="00AF61A2"/>
    <w:rsid w:val="00AF6EBD"/>
    <w:rsid w:val="00AF6FAD"/>
    <w:rsid w:val="00AF7270"/>
    <w:rsid w:val="00AF7751"/>
    <w:rsid w:val="00AF7979"/>
    <w:rsid w:val="00AF7B45"/>
    <w:rsid w:val="00AF7C91"/>
    <w:rsid w:val="00AF7E23"/>
    <w:rsid w:val="00B0000B"/>
    <w:rsid w:val="00B00538"/>
    <w:rsid w:val="00B0062F"/>
    <w:rsid w:val="00B00990"/>
    <w:rsid w:val="00B00C1A"/>
    <w:rsid w:val="00B00F55"/>
    <w:rsid w:val="00B015F2"/>
    <w:rsid w:val="00B01A3D"/>
    <w:rsid w:val="00B01CD7"/>
    <w:rsid w:val="00B01D29"/>
    <w:rsid w:val="00B01E8B"/>
    <w:rsid w:val="00B02950"/>
    <w:rsid w:val="00B029AB"/>
    <w:rsid w:val="00B031BC"/>
    <w:rsid w:val="00B032D1"/>
    <w:rsid w:val="00B039D9"/>
    <w:rsid w:val="00B03D7A"/>
    <w:rsid w:val="00B0411C"/>
    <w:rsid w:val="00B04379"/>
    <w:rsid w:val="00B046CE"/>
    <w:rsid w:val="00B04BA7"/>
    <w:rsid w:val="00B0554B"/>
    <w:rsid w:val="00B055EE"/>
    <w:rsid w:val="00B0581E"/>
    <w:rsid w:val="00B05910"/>
    <w:rsid w:val="00B06425"/>
    <w:rsid w:val="00B064D3"/>
    <w:rsid w:val="00B0663F"/>
    <w:rsid w:val="00B06748"/>
    <w:rsid w:val="00B06877"/>
    <w:rsid w:val="00B06D2D"/>
    <w:rsid w:val="00B06FCF"/>
    <w:rsid w:val="00B073AE"/>
    <w:rsid w:val="00B07750"/>
    <w:rsid w:val="00B07BD7"/>
    <w:rsid w:val="00B07D95"/>
    <w:rsid w:val="00B07E44"/>
    <w:rsid w:val="00B07E65"/>
    <w:rsid w:val="00B1026B"/>
    <w:rsid w:val="00B108E8"/>
    <w:rsid w:val="00B10D6C"/>
    <w:rsid w:val="00B10F54"/>
    <w:rsid w:val="00B110B6"/>
    <w:rsid w:val="00B11536"/>
    <w:rsid w:val="00B115C7"/>
    <w:rsid w:val="00B117DD"/>
    <w:rsid w:val="00B117F5"/>
    <w:rsid w:val="00B119EA"/>
    <w:rsid w:val="00B11EC5"/>
    <w:rsid w:val="00B12049"/>
    <w:rsid w:val="00B12200"/>
    <w:rsid w:val="00B12669"/>
    <w:rsid w:val="00B12FDA"/>
    <w:rsid w:val="00B12FE8"/>
    <w:rsid w:val="00B132B6"/>
    <w:rsid w:val="00B13824"/>
    <w:rsid w:val="00B13A78"/>
    <w:rsid w:val="00B13A93"/>
    <w:rsid w:val="00B13AEB"/>
    <w:rsid w:val="00B13E47"/>
    <w:rsid w:val="00B13F90"/>
    <w:rsid w:val="00B14036"/>
    <w:rsid w:val="00B1414F"/>
    <w:rsid w:val="00B1436A"/>
    <w:rsid w:val="00B14421"/>
    <w:rsid w:val="00B1452C"/>
    <w:rsid w:val="00B14DA5"/>
    <w:rsid w:val="00B15376"/>
    <w:rsid w:val="00B1576E"/>
    <w:rsid w:val="00B1581F"/>
    <w:rsid w:val="00B1583A"/>
    <w:rsid w:val="00B1592C"/>
    <w:rsid w:val="00B15AEC"/>
    <w:rsid w:val="00B162E9"/>
    <w:rsid w:val="00B166B6"/>
    <w:rsid w:val="00B16A1E"/>
    <w:rsid w:val="00B16A47"/>
    <w:rsid w:val="00B16F13"/>
    <w:rsid w:val="00B172DA"/>
    <w:rsid w:val="00B17467"/>
    <w:rsid w:val="00B17A48"/>
    <w:rsid w:val="00B17A58"/>
    <w:rsid w:val="00B20320"/>
    <w:rsid w:val="00B207F6"/>
    <w:rsid w:val="00B20AAC"/>
    <w:rsid w:val="00B20B4B"/>
    <w:rsid w:val="00B20D5B"/>
    <w:rsid w:val="00B20E58"/>
    <w:rsid w:val="00B21065"/>
    <w:rsid w:val="00B213C4"/>
    <w:rsid w:val="00B21769"/>
    <w:rsid w:val="00B2183A"/>
    <w:rsid w:val="00B21847"/>
    <w:rsid w:val="00B21CFA"/>
    <w:rsid w:val="00B21CFD"/>
    <w:rsid w:val="00B221D3"/>
    <w:rsid w:val="00B22216"/>
    <w:rsid w:val="00B2229D"/>
    <w:rsid w:val="00B22329"/>
    <w:rsid w:val="00B225D3"/>
    <w:rsid w:val="00B227CC"/>
    <w:rsid w:val="00B22A17"/>
    <w:rsid w:val="00B22AEC"/>
    <w:rsid w:val="00B22AF9"/>
    <w:rsid w:val="00B22D9E"/>
    <w:rsid w:val="00B23030"/>
    <w:rsid w:val="00B23909"/>
    <w:rsid w:val="00B23BA3"/>
    <w:rsid w:val="00B240EE"/>
    <w:rsid w:val="00B245AD"/>
    <w:rsid w:val="00B2471C"/>
    <w:rsid w:val="00B247C3"/>
    <w:rsid w:val="00B2492F"/>
    <w:rsid w:val="00B24A05"/>
    <w:rsid w:val="00B24EBA"/>
    <w:rsid w:val="00B24F36"/>
    <w:rsid w:val="00B2553E"/>
    <w:rsid w:val="00B25948"/>
    <w:rsid w:val="00B259F6"/>
    <w:rsid w:val="00B25E81"/>
    <w:rsid w:val="00B25F92"/>
    <w:rsid w:val="00B25FA2"/>
    <w:rsid w:val="00B25FA7"/>
    <w:rsid w:val="00B260F2"/>
    <w:rsid w:val="00B264F0"/>
    <w:rsid w:val="00B267DC"/>
    <w:rsid w:val="00B26A03"/>
    <w:rsid w:val="00B27087"/>
    <w:rsid w:val="00B2731D"/>
    <w:rsid w:val="00B27731"/>
    <w:rsid w:val="00B277C0"/>
    <w:rsid w:val="00B27945"/>
    <w:rsid w:val="00B27DFB"/>
    <w:rsid w:val="00B27F30"/>
    <w:rsid w:val="00B3041E"/>
    <w:rsid w:val="00B3049E"/>
    <w:rsid w:val="00B30B60"/>
    <w:rsid w:val="00B30D32"/>
    <w:rsid w:val="00B30ED7"/>
    <w:rsid w:val="00B31924"/>
    <w:rsid w:val="00B321C3"/>
    <w:rsid w:val="00B32301"/>
    <w:rsid w:val="00B32820"/>
    <w:rsid w:val="00B329EC"/>
    <w:rsid w:val="00B32C2E"/>
    <w:rsid w:val="00B32FF1"/>
    <w:rsid w:val="00B330A1"/>
    <w:rsid w:val="00B3314B"/>
    <w:rsid w:val="00B33265"/>
    <w:rsid w:val="00B333A4"/>
    <w:rsid w:val="00B33462"/>
    <w:rsid w:val="00B33BD8"/>
    <w:rsid w:val="00B33FD6"/>
    <w:rsid w:val="00B343B2"/>
    <w:rsid w:val="00B3547A"/>
    <w:rsid w:val="00B36136"/>
    <w:rsid w:val="00B36170"/>
    <w:rsid w:val="00B36181"/>
    <w:rsid w:val="00B361AF"/>
    <w:rsid w:val="00B361C9"/>
    <w:rsid w:val="00B36E15"/>
    <w:rsid w:val="00B3745E"/>
    <w:rsid w:val="00B37608"/>
    <w:rsid w:val="00B37669"/>
    <w:rsid w:val="00B377BA"/>
    <w:rsid w:val="00B3784C"/>
    <w:rsid w:val="00B37862"/>
    <w:rsid w:val="00B37ADE"/>
    <w:rsid w:val="00B37E2A"/>
    <w:rsid w:val="00B37ECA"/>
    <w:rsid w:val="00B40258"/>
    <w:rsid w:val="00B4032D"/>
    <w:rsid w:val="00B403BA"/>
    <w:rsid w:val="00B4067E"/>
    <w:rsid w:val="00B40776"/>
    <w:rsid w:val="00B4114B"/>
    <w:rsid w:val="00B411C8"/>
    <w:rsid w:val="00B4132E"/>
    <w:rsid w:val="00B41E91"/>
    <w:rsid w:val="00B41F05"/>
    <w:rsid w:val="00B422E7"/>
    <w:rsid w:val="00B4234A"/>
    <w:rsid w:val="00B425DD"/>
    <w:rsid w:val="00B427BC"/>
    <w:rsid w:val="00B4295A"/>
    <w:rsid w:val="00B42C5D"/>
    <w:rsid w:val="00B42C74"/>
    <w:rsid w:val="00B43219"/>
    <w:rsid w:val="00B433EC"/>
    <w:rsid w:val="00B4364E"/>
    <w:rsid w:val="00B43952"/>
    <w:rsid w:val="00B43B5C"/>
    <w:rsid w:val="00B43E5C"/>
    <w:rsid w:val="00B4480B"/>
    <w:rsid w:val="00B448CE"/>
    <w:rsid w:val="00B44B05"/>
    <w:rsid w:val="00B44CAF"/>
    <w:rsid w:val="00B44E84"/>
    <w:rsid w:val="00B451BB"/>
    <w:rsid w:val="00B4523C"/>
    <w:rsid w:val="00B45324"/>
    <w:rsid w:val="00B45401"/>
    <w:rsid w:val="00B4587B"/>
    <w:rsid w:val="00B461E9"/>
    <w:rsid w:val="00B46598"/>
    <w:rsid w:val="00B46A9E"/>
    <w:rsid w:val="00B46F28"/>
    <w:rsid w:val="00B46FC1"/>
    <w:rsid w:val="00B47215"/>
    <w:rsid w:val="00B47261"/>
    <w:rsid w:val="00B4778E"/>
    <w:rsid w:val="00B47AF2"/>
    <w:rsid w:val="00B47B2A"/>
    <w:rsid w:val="00B47B85"/>
    <w:rsid w:val="00B47BFB"/>
    <w:rsid w:val="00B5000F"/>
    <w:rsid w:val="00B5047A"/>
    <w:rsid w:val="00B50480"/>
    <w:rsid w:val="00B504AA"/>
    <w:rsid w:val="00B5073B"/>
    <w:rsid w:val="00B50846"/>
    <w:rsid w:val="00B50E59"/>
    <w:rsid w:val="00B51420"/>
    <w:rsid w:val="00B515C3"/>
    <w:rsid w:val="00B51C23"/>
    <w:rsid w:val="00B51CD3"/>
    <w:rsid w:val="00B51EDC"/>
    <w:rsid w:val="00B52398"/>
    <w:rsid w:val="00B52517"/>
    <w:rsid w:val="00B538D4"/>
    <w:rsid w:val="00B5390D"/>
    <w:rsid w:val="00B53920"/>
    <w:rsid w:val="00B5392B"/>
    <w:rsid w:val="00B53B3D"/>
    <w:rsid w:val="00B53E40"/>
    <w:rsid w:val="00B54153"/>
    <w:rsid w:val="00B54443"/>
    <w:rsid w:val="00B54A3F"/>
    <w:rsid w:val="00B54C0F"/>
    <w:rsid w:val="00B54F86"/>
    <w:rsid w:val="00B55362"/>
    <w:rsid w:val="00B5542D"/>
    <w:rsid w:val="00B55527"/>
    <w:rsid w:val="00B55904"/>
    <w:rsid w:val="00B55CEB"/>
    <w:rsid w:val="00B55D66"/>
    <w:rsid w:val="00B55E4C"/>
    <w:rsid w:val="00B55EA0"/>
    <w:rsid w:val="00B55F0C"/>
    <w:rsid w:val="00B55FDF"/>
    <w:rsid w:val="00B56236"/>
    <w:rsid w:val="00B562A1"/>
    <w:rsid w:val="00B564B3"/>
    <w:rsid w:val="00B56634"/>
    <w:rsid w:val="00B56D53"/>
    <w:rsid w:val="00B56EFE"/>
    <w:rsid w:val="00B57096"/>
    <w:rsid w:val="00B57574"/>
    <w:rsid w:val="00B576E7"/>
    <w:rsid w:val="00B60409"/>
    <w:rsid w:val="00B6101B"/>
    <w:rsid w:val="00B61076"/>
    <w:rsid w:val="00B61098"/>
    <w:rsid w:val="00B61952"/>
    <w:rsid w:val="00B61F34"/>
    <w:rsid w:val="00B61FCC"/>
    <w:rsid w:val="00B620B5"/>
    <w:rsid w:val="00B62120"/>
    <w:rsid w:val="00B62E57"/>
    <w:rsid w:val="00B62F1B"/>
    <w:rsid w:val="00B63313"/>
    <w:rsid w:val="00B6366C"/>
    <w:rsid w:val="00B63819"/>
    <w:rsid w:val="00B63A30"/>
    <w:rsid w:val="00B63A51"/>
    <w:rsid w:val="00B63A80"/>
    <w:rsid w:val="00B64287"/>
    <w:rsid w:val="00B642C9"/>
    <w:rsid w:val="00B64AFA"/>
    <w:rsid w:val="00B658F9"/>
    <w:rsid w:val="00B65C06"/>
    <w:rsid w:val="00B65C14"/>
    <w:rsid w:val="00B65D6D"/>
    <w:rsid w:val="00B66011"/>
    <w:rsid w:val="00B661A3"/>
    <w:rsid w:val="00B66226"/>
    <w:rsid w:val="00B66267"/>
    <w:rsid w:val="00B663BB"/>
    <w:rsid w:val="00B66454"/>
    <w:rsid w:val="00B664EC"/>
    <w:rsid w:val="00B6683E"/>
    <w:rsid w:val="00B668E7"/>
    <w:rsid w:val="00B66971"/>
    <w:rsid w:val="00B66D36"/>
    <w:rsid w:val="00B66D59"/>
    <w:rsid w:val="00B670E0"/>
    <w:rsid w:val="00B6727A"/>
    <w:rsid w:val="00B6727B"/>
    <w:rsid w:val="00B67382"/>
    <w:rsid w:val="00B6787E"/>
    <w:rsid w:val="00B678A9"/>
    <w:rsid w:val="00B67A84"/>
    <w:rsid w:val="00B67DD4"/>
    <w:rsid w:val="00B67F5D"/>
    <w:rsid w:val="00B700C1"/>
    <w:rsid w:val="00B70514"/>
    <w:rsid w:val="00B7051A"/>
    <w:rsid w:val="00B708D0"/>
    <w:rsid w:val="00B70C3E"/>
    <w:rsid w:val="00B7162A"/>
    <w:rsid w:val="00B717E6"/>
    <w:rsid w:val="00B72841"/>
    <w:rsid w:val="00B72A29"/>
    <w:rsid w:val="00B72E7F"/>
    <w:rsid w:val="00B7303C"/>
    <w:rsid w:val="00B733EF"/>
    <w:rsid w:val="00B73E4E"/>
    <w:rsid w:val="00B73EA6"/>
    <w:rsid w:val="00B73F99"/>
    <w:rsid w:val="00B742F4"/>
    <w:rsid w:val="00B74398"/>
    <w:rsid w:val="00B749E1"/>
    <w:rsid w:val="00B74A56"/>
    <w:rsid w:val="00B74BEA"/>
    <w:rsid w:val="00B7506C"/>
    <w:rsid w:val="00B751B3"/>
    <w:rsid w:val="00B7542B"/>
    <w:rsid w:val="00B7559F"/>
    <w:rsid w:val="00B7563C"/>
    <w:rsid w:val="00B7589A"/>
    <w:rsid w:val="00B75C45"/>
    <w:rsid w:val="00B75E04"/>
    <w:rsid w:val="00B75F90"/>
    <w:rsid w:val="00B760EE"/>
    <w:rsid w:val="00B7660E"/>
    <w:rsid w:val="00B767D1"/>
    <w:rsid w:val="00B767F4"/>
    <w:rsid w:val="00B76A52"/>
    <w:rsid w:val="00B76B91"/>
    <w:rsid w:val="00B76D0E"/>
    <w:rsid w:val="00B77173"/>
    <w:rsid w:val="00B7737C"/>
    <w:rsid w:val="00B77713"/>
    <w:rsid w:val="00B778B9"/>
    <w:rsid w:val="00B77F11"/>
    <w:rsid w:val="00B802BD"/>
    <w:rsid w:val="00B802E2"/>
    <w:rsid w:val="00B8069B"/>
    <w:rsid w:val="00B807D3"/>
    <w:rsid w:val="00B80975"/>
    <w:rsid w:val="00B80DF8"/>
    <w:rsid w:val="00B81214"/>
    <w:rsid w:val="00B8144B"/>
    <w:rsid w:val="00B8148A"/>
    <w:rsid w:val="00B81687"/>
    <w:rsid w:val="00B818EF"/>
    <w:rsid w:val="00B819FF"/>
    <w:rsid w:val="00B81AB4"/>
    <w:rsid w:val="00B82085"/>
    <w:rsid w:val="00B822AE"/>
    <w:rsid w:val="00B82387"/>
    <w:rsid w:val="00B824F7"/>
    <w:rsid w:val="00B83091"/>
    <w:rsid w:val="00B831B5"/>
    <w:rsid w:val="00B834B0"/>
    <w:rsid w:val="00B83697"/>
    <w:rsid w:val="00B837D5"/>
    <w:rsid w:val="00B8380D"/>
    <w:rsid w:val="00B83B43"/>
    <w:rsid w:val="00B83D7C"/>
    <w:rsid w:val="00B83DD7"/>
    <w:rsid w:val="00B84021"/>
    <w:rsid w:val="00B84B36"/>
    <w:rsid w:val="00B85239"/>
    <w:rsid w:val="00B8526E"/>
    <w:rsid w:val="00B85294"/>
    <w:rsid w:val="00B85AC6"/>
    <w:rsid w:val="00B861B4"/>
    <w:rsid w:val="00B86274"/>
    <w:rsid w:val="00B865DF"/>
    <w:rsid w:val="00B868CD"/>
    <w:rsid w:val="00B86CC0"/>
    <w:rsid w:val="00B86E4E"/>
    <w:rsid w:val="00B870C7"/>
    <w:rsid w:val="00B8725A"/>
    <w:rsid w:val="00B87A74"/>
    <w:rsid w:val="00B87B53"/>
    <w:rsid w:val="00B87D9C"/>
    <w:rsid w:val="00B87F0C"/>
    <w:rsid w:val="00B87FF5"/>
    <w:rsid w:val="00B90017"/>
    <w:rsid w:val="00B90275"/>
    <w:rsid w:val="00B9076A"/>
    <w:rsid w:val="00B90CBB"/>
    <w:rsid w:val="00B90DDF"/>
    <w:rsid w:val="00B91136"/>
    <w:rsid w:val="00B918D1"/>
    <w:rsid w:val="00B9191A"/>
    <w:rsid w:val="00B9193C"/>
    <w:rsid w:val="00B91D2E"/>
    <w:rsid w:val="00B91F9A"/>
    <w:rsid w:val="00B921B9"/>
    <w:rsid w:val="00B92268"/>
    <w:rsid w:val="00B925D8"/>
    <w:rsid w:val="00B92682"/>
    <w:rsid w:val="00B92868"/>
    <w:rsid w:val="00B92C35"/>
    <w:rsid w:val="00B92E12"/>
    <w:rsid w:val="00B92F30"/>
    <w:rsid w:val="00B92FEA"/>
    <w:rsid w:val="00B933D8"/>
    <w:rsid w:val="00B9348C"/>
    <w:rsid w:val="00B94085"/>
    <w:rsid w:val="00B94767"/>
    <w:rsid w:val="00B94A4B"/>
    <w:rsid w:val="00B94D25"/>
    <w:rsid w:val="00B94DC1"/>
    <w:rsid w:val="00B951A6"/>
    <w:rsid w:val="00B95515"/>
    <w:rsid w:val="00B958C8"/>
    <w:rsid w:val="00B95FD8"/>
    <w:rsid w:val="00B9631B"/>
    <w:rsid w:val="00B964BE"/>
    <w:rsid w:val="00B965D7"/>
    <w:rsid w:val="00B96961"/>
    <w:rsid w:val="00B96D40"/>
    <w:rsid w:val="00B96DBB"/>
    <w:rsid w:val="00B96FB1"/>
    <w:rsid w:val="00B9725D"/>
    <w:rsid w:val="00B9743D"/>
    <w:rsid w:val="00B97472"/>
    <w:rsid w:val="00B976DC"/>
    <w:rsid w:val="00B977A1"/>
    <w:rsid w:val="00B978A5"/>
    <w:rsid w:val="00B978F4"/>
    <w:rsid w:val="00B97966"/>
    <w:rsid w:val="00B979D4"/>
    <w:rsid w:val="00B97CBA"/>
    <w:rsid w:val="00BA0042"/>
    <w:rsid w:val="00BA0047"/>
    <w:rsid w:val="00BA0076"/>
    <w:rsid w:val="00BA03EF"/>
    <w:rsid w:val="00BA073C"/>
    <w:rsid w:val="00BA111E"/>
    <w:rsid w:val="00BA1AE4"/>
    <w:rsid w:val="00BA2044"/>
    <w:rsid w:val="00BA2251"/>
    <w:rsid w:val="00BA2620"/>
    <w:rsid w:val="00BA266C"/>
    <w:rsid w:val="00BA2D03"/>
    <w:rsid w:val="00BA2F89"/>
    <w:rsid w:val="00BA3379"/>
    <w:rsid w:val="00BA3758"/>
    <w:rsid w:val="00BA3920"/>
    <w:rsid w:val="00BA3B90"/>
    <w:rsid w:val="00BA3DE8"/>
    <w:rsid w:val="00BA4B12"/>
    <w:rsid w:val="00BA4D4E"/>
    <w:rsid w:val="00BA4D5B"/>
    <w:rsid w:val="00BA55C1"/>
    <w:rsid w:val="00BA5708"/>
    <w:rsid w:val="00BA57DF"/>
    <w:rsid w:val="00BA59D0"/>
    <w:rsid w:val="00BA5A18"/>
    <w:rsid w:val="00BA5BA8"/>
    <w:rsid w:val="00BA5C60"/>
    <w:rsid w:val="00BA5DCF"/>
    <w:rsid w:val="00BA63EC"/>
    <w:rsid w:val="00BA6975"/>
    <w:rsid w:val="00BA6AF6"/>
    <w:rsid w:val="00BA6C06"/>
    <w:rsid w:val="00BA6D93"/>
    <w:rsid w:val="00BA6F59"/>
    <w:rsid w:val="00BA70F7"/>
    <w:rsid w:val="00BA7341"/>
    <w:rsid w:val="00BA752D"/>
    <w:rsid w:val="00BA7572"/>
    <w:rsid w:val="00BA75C8"/>
    <w:rsid w:val="00BA79CC"/>
    <w:rsid w:val="00BA7A00"/>
    <w:rsid w:val="00BA7D77"/>
    <w:rsid w:val="00BB0939"/>
    <w:rsid w:val="00BB0FA3"/>
    <w:rsid w:val="00BB112E"/>
    <w:rsid w:val="00BB1556"/>
    <w:rsid w:val="00BB15DC"/>
    <w:rsid w:val="00BB16D7"/>
    <w:rsid w:val="00BB17EA"/>
    <w:rsid w:val="00BB1AB3"/>
    <w:rsid w:val="00BB1AC6"/>
    <w:rsid w:val="00BB23AB"/>
    <w:rsid w:val="00BB24B1"/>
    <w:rsid w:val="00BB2DA4"/>
    <w:rsid w:val="00BB3178"/>
    <w:rsid w:val="00BB3283"/>
    <w:rsid w:val="00BB34AE"/>
    <w:rsid w:val="00BB35C3"/>
    <w:rsid w:val="00BB3698"/>
    <w:rsid w:val="00BB39F2"/>
    <w:rsid w:val="00BB449B"/>
    <w:rsid w:val="00BB494F"/>
    <w:rsid w:val="00BB4A73"/>
    <w:rsid w:val="00BB4C97"/>
    <w:rsid w:val="00BB4DEB"/>
    <w:rsid w:val="00BB5091"/>
    <w:rsid w:val="00BB50A2"/>
    <w:rsid w:val="00BB518C"/>
    <w:rsid w:val="00BB537D"/>
    <w:rsid w:val="00BB621B"/>
    <w:rsid w:val="00BB661F"/>
    <w:rsid w:val="00BB699E"/>
    <w:rsid w:val="00BB6AD3"/>
    <w:rsid w:val="00BB6DC8"/>
    <w:rsid w:val="00BB715C"/>
    <w:rsid w:val="00BB7238"/>
    <w:rsid w:val="00BB79D6"/>
    <w:rsid w:val="00BB7BA4"/>
    <w:rsid w:val="00BB7BF8"/>
    <w:rsid w:val="00BB7C7C"/>
    <w:rsid w:val="00BB7F9B"/>
    <w:rsid w:val="00BC0391"/>
    <w:rsid w:val="00BC0402"/>
    <w:rsid w:val="00BC0D8A"/>
    <w:rsid w:val="00BC1980"/>
    <w:rsid w:val="00BC1B5A"/>
    <w:rsid w:val="00BC1C45"/>
    <w:rsid w:val="00BC1E79"/>
    <w:rsid w:val="00BC214F"/>
    <w:rsid w:val="00BC234F"/>
    <w:rsid w:val="00BC23B1"/>
    <w:rsid w:val="00BC2402"/>
    <w:rsid w:val="00BC24B3"/>
    <w:rsid w:val="00BC258A"/>
    <w:rsid w:val="00BC2691"/>
    <w:rsid w:val="00BC275F"/>
    <w:rsid w:val="00BC28E9"/>
    <w:rsid w:val="00BC2C90"/>
    <w:rsid w:val="00BC2ED6"/>
    <w:rsid w:val="00BC311F"/>
    <w:rsid w:val="00BC313F"/>
    <w:rsid w:val="00BC3168"/>
    <w:rsid w:val="00BC316B"/>
    <w:rsid w:val="00BC35A5"/>
    <w:rsid w:val="00BC381C"/>
    <w:rsid w:val="00BC3B50"/>
    <w:rsid w:val="00BC3E08"/>
    <w:rsid w:val="00BC3ECA"/>
    <w:rsid w:val="00BC412C"/>
    <w:rsid w:val="00BC4171"/>
    <w:rsid w:val="00BC451C"/>
    <w:rsid w:val="00BC4806"/>
    <w:rsid w:val="00BC4C51"/>
    <w:rsid w:val="00BC4D83"/>
    <w:rsid w:val="00BC4D86"/>
    <w:rsid w:val="00BC5617"/>
    <w:rsid w:val="00BC56E1"/>
    <w:rsid w:val="00BC59CC"/>
    <w:rsid w:val="00BC5ABA"/>
    <w:rsid w:val="00BC5EAB"/>
    <w:rsid w:val="00BC5FFB"/>
    <w:rsid w:val="00BC643B"/>
    <w:rsid w:val="00BC649D"/>
    <w:rsid w:val="00BC683F"/>
    <w:rsid w:val="00BC68FA"/>
    <w:rsid w:val="00BC6977"/>
    <w:rsid w:val="00BC6BA5"/>
    <w:rsid w:val="00BC6FED"/>
    <w:rsid w:val="00BC71F5"/>
    <w:rsid w:val="00BC72BB"/>
    <w:rsid w:val="00BC7549"/>
    <w:rsid w:val="00BC76B7"/>
    <w:rsid w:val="00BC7A1D"/>
    <w:rsid w:val="00BC7B0E"/>
    <w:rsid w:val="00BC7C06"/>
    <w:rsid w:val="00BD0619"/>
    <w:rsid w:val="00BD0630"/>
    <w:rsid w:val="00BD107D"/>
    <w:rsid w:val="00BD1080"/>
    <w:rsid w:val="00BD1186"/>
    <w:rsid w:val="00BD1510"/>
    <w:rsid w:val="00BD1525"/>
    <w:rsid w:val="00BD1616"/>
    <w:rsid w:val="00BD19C1"/>
    <w:rsid w:val="00BD1AE5"/>
    <w:rsid w:val="00BD2311"/>
    <w:rsid w:val="00BD2875"/>
    <w:rsid w:val="00BD2BC3"/>
    <w:rsid w:val="00BD30ED"/>
    <w:rsid w:val="00BD3184"/>
    <w:rsid w:val="00BD36D4"/>
    <w:rsid w:val="00BD36E7"/>
    <w:rsid w:val="00BD3D58"/>
    <w:rsid w:val="00BD3EBD"/>
    <w:rsid w:val="00BD4133"/>
    <w:rsid w:val="00BD49DE"/>
    <w:rsid w:val="00BD55E3"/>
    <w:rsid w:val="00BD5615"/>
    <w:rsid w:val="00BD58DA"/>
    <w:rsid w:val="00BD590F"/>
    <w:rsid w:val="00BD5A03"/>
    <w:rsid w:val="00BD5A5E"/>
    <w:rsid w:val="00BD65FB"/>
    <w:rsid w:val="00BD6CFF"/>
    <w:rsid w:val="00BD6D2A"/>
    <w:rsid w:val="00BD6FFA"/>
    <w:rsid w:val="00BD76F4"/>
    <w:rsid w:val="00BE01DD"/>
    <w:rsid w:val="00BE0367"/>
    <w:rsid w:val="00BE0649"/>
    <w:rsid w:val="00BE0733"/>
    <w:rsid w:val="00BE09C3"/>
    <w:rsid w:val="00BE0A4A"/>
    <w:rsid w:val="00BE0F1D"/>
    <w:rsid w:val="00BE13C3"/>
    <w:rsid w:val="00BE1731"/>
    <w:rsid w:val="00BE1FE2"/>
    <w:rsid w:val="00BE2250"/>
    <w:rsid w:val="00BE248B"/>
    <w:rsid w:val="00BE25E6"/>
    <w:rsid w:val="00BE278C"/>
    <w:rsid w:val="00BE2C83"/>
    <w:rsid w:val="00BE355F"/>
    <w:rsid w:val="00BE3753"/>
    <w:rsid w:val="00BE3919"/>
    <w:rsid w:val="00BE3973"/>
    <w:rsid w:val="00BE39FF"/>
    <w:rsid w:val="00BE3BBB"/>
    <w:rsid w:val="00BE3EB7"/>
    <w:rsid w:val="00BE3FD3"/>
    <w:rsid w:val="00BE3FE8"/>
    <w:rsid w:val="00BE420C"/>
    <w:rsid w:val="00BE4270"/>
    <w:rsid w:val="00BE439D"/>
    <w:rsid w:val="00BE4639"/>
    <w:rsid w:val="00BE4A05"/>
    <w:rsid w:val="00BE4A8F"/>
    <w:rsid w:val="00BE4ABD"/>
    <w:rsid w:val="00BE4C5E"/>
    <w:rsid w:val="00BE4CBC"/>
    <w:rsid w:val="00BE4D81"/>
    <w:rsid w:val="00BE5022"/>
    <w:rsid w:val="00BE50BF"/>
    <w:rsid w:val="00BE5116"/>
    <w:rsid w:val="00BE5418"/>
    <w:rsid w:val="00BE564E"/>
    <w:rsid w:val="00BE57FF"/>
    <w:rsid w:val="00BE587B"/>
    <w:rsid w:val="00BE58BC"/>
    <w:rsid w:val="00BE60D0"/>
    <w:rsid w:val="00BE65CC"/>
    <w:rsid w:val="00BE65FD"/>
    <w:rsid w:val="00BE6D99"/>
    <w:rsid w:val="00BE74A2"/>
    <w:rsid w:val="00BE780D"/>
    <w:rsid w:val="00BF067B"/>
    <w:rsid w:val="00BF0949"/>
    <w:rsid w:val="00BF0C0E"/>
    <w:rsid w:val="00BF0DCE"/>
    <w:rsid w:val="00BF14FC"/>
    <w:rsid w:val="00BF1837"/>
    <w:rsid w:val="00BF1930"/>
    <w:rsid w:val="00BF1D65"/>
    <w:rsid w:val="00BF1DA2"/>
    <w:rsid w:val="00BF1EEC"/>
    <w:rsid w:val="00BF24E4"/>
    <w:rsid w:val="00BF2605"/>
    <w:rsid w:val="00BF2616"/>
    <w:rsid w:val="00BF2804"/>
    <w:rsid w:val="00BF2BD5"/>
    <w:rsid w:val="00BF2D10"/>
    <w:rsid w:val="00BF2E03"/>
    <w:rsid w:val="00BF2E29"/>
    <w:rsid w:val="00BF2F3C"/>
    <w:rsid w:val="00BF32E4"/>
    <w:rsid w:val="00BF34BC"/>
    <w:rsid w:val="00BF355F"/>
    <w:rsid w:val="00BF358C"/>
    <w:rsid w:val="00BF37CD"/>
    <w:rsid w:val="00BF3CD5"/>
    <w:rsid w:val="00BF468B"/>
    <w:rsid w:val="00BF4AAA"/>
    <w:rsid w:val="00BF4B6D"/>
    <w:rsid w:val="00BF4C17"/>
    <w:rsid w:val="00BF4F78"/>
    <w:rsid w:val="00BF5189"/>
    <w:rsid w:val="00BF518E"/>
    <w:rsid w:val="00BF540D"/>
    <w:rsid w:val="00BF5A6F"/>
    <w:rsid w:val="00BF5DB0"/>
    <w:rsid w:val="00BF5FD9"/>
    <w:rsid w:val="00BF6465"/>
    <w:rsid w:val="00BF64BA"/>
    <w:rsid w:val="00BF666E"/>
    <w:rsid w:val="00BF670A"/>
    <w:rsid w:val="00BF69A0"/>
    <w:rsid w:val="00BF6A69"/>
    <w:rsid w:val="00BF7316"/>
    <w:rsid w:val="00C0007D"/>
    <w:rsid w:val="00C0037C"/>
    <w:rsid w:val="00C0075C"/>
    <w:rsid w:val="00C00F82"/>
    <w:rsid w:val="00C0126E"/>
    <w:rsid w:val="00C016E2"/>
    <w:rsid w:val="00C01B3B"/>
    <w:rsid w:val="00C01C3C"/>
    <w:rsid w:val="00C01F7F"/>
    <w:rsid w:val="00C023A7"/>
    <w:rsid w:val="00C023D8"/>
    <w:rsid w:val="00C024DA"/>
    <w:rsid w:val="00C02779"/>
    <w:rsid w:val="00C02A99"/>
    <w:rsid w:val="00C02ABC"/>
    <w:rsid w:val="00C03720"/>
    <w:rsid w:val="00C039B6"/>
    <w:rsid w:val="00C03EBE"/>
    <w:rsid w:val="00C041BF"/>
    <w:rsid w:val="00C042A6"/>
    <w:rsid w:val="00C0459E"/>
    <w:rsid w:val="00C047E5"/>
    <w:rsid w:val="00C04B64"/>
    <w:rsid w:val="00C04CAB"/>
    <w:rsid w:val="00C04E23"/>
    <w:rsid w:val="00C04E35"/>
    <w:rsid w:val="00C0512E"/>
    <w:rsid w:val="00C0580A"/>
    <w:rsid w:val="00C05C93"/>
    <w:rsid w:val="00C0604D"/>
    <w:rsid w:val="00C06115"/>
    <w:rsid w:val="00C063F4"/>
    <w:rsid w:val="00C067DD"/>
    <w:rsid w:val="00C068A5"/>
    <w:rsid w:val="00C069F3"/>
    <w:rsid w:val="00C06A85"/>
    <w:rsid w:val="00C06AC0"/>
    <w:rsid w:val="00C06C00"/>
    <w:rsid w:val="00C06D3F"/>
    <w:rsid w:val="00C06DB1"/>
    <w:rsid w:val="00C0704F"/>
    <w:rsid w:val="00C07460"/>
    <w:rsid w:val="00C075AA"/>
    <w:rsid w:val="00C07716"/>
    <w:rsid w:val="00C079A9"/>
    <w:rsid w:val="00C07BD9"/>
    <w:rsid w:val="00C07D50"/>
    <w:rsid w:val="00C1005A"/>
    <w:rsid w:val="00C10698"/>
    <w:rsid w:val="00C10D1C"/>
    <w:rsid w:val="00C110AF"/>
    <w:rsid w:val="00C1148A"/>
    <w:rsid w:val="00C11543"/>
    <w:rsid w:val="00C1173D"/>
    <w:rsid w:val="00C11F60"/>
    <w:rsid w:val="00C11FE6"/>
    <w:rsid w:val="00C1209D"/>
    <w:rsid w:val="00C1216A"/>
    <w:rsid w:val="00C1226C"/>
    <w:rsid w:val="00C1230D"/>
    <w:rsid w:val="00C124EC"/>
    <w:rsid w:val="00C1260B"/>
    <w:rsid w:val="00C12631"/>
    <w:rsid w:val="00C12988"/>
    <w:rsid w:val="00C12A4B"/>
    <w:rsid w:val="00C13158"/>
    <w:rsid w:val="00C1359A"/>
    <w:rsid w:val="00C140CC"/>
    <w:rsid w:val="00C14111"/>
    <w:rsid w:val="00C143FE"/>
    <w:rsid w:val="00C144F6"/>
    <w:rsid w:val="00C14534"/>
    <w:rsid w:val="00C145D2"/>
    <w:rsid w:val="00C14EAE"/>
    <w:rsid w:val="00C15141"/>
    <w:rsid w:val="00C15455"/>
    <w:rsid w:val="00C15FBF"/>
    <w:rsid w:val="00C1616A"/>
    <w:rsid w:val="00C16C5C"/>
    <w:rsid w:val="00C16F5A"/>
    <w:rsid w:val="00C174FD"/>
    <w:rsid w:val="00C17EC5"/>
    <w:rsid w:val="00C2039D"/>
    <w:rsid w:val="00C20708"/>
    <w:rsid w:val="00C211F7"/>
    <w:rsid w:val="00C21334"/>
    <w:rsid w:val="00C2154E"/>
    <w:rsid w:val="00C218BD"/>
    <w:rsid w:val="00C2191F"/>
    <w:rsid w:val="00C21C74"/>
    <w:rsid w:val="00C21C8F"/>
    <w:rsid w:val="00C222A3"/>
    <w:rsid w:val="00C2254E"/>
    <w:rsid w:val="00C225A8"/>
    <w:rsid w:val="00C22ABB"/>
    <w:rsid w:val="00C22AC3"/>
    <w:rsid w:val="00C22B77"/>
    <w:rsid w:val="00C22CA8"/>
    <w:rsid w:val="00C22D2B"/>
    <w:rsid w:val="00C2373B"/>
    <w:rsid w:val="00C23817"/>
    <w:rsid w:val="00C23AF8"/>
    <w:rsid w:val="00C23BDC"/>
    <w:rsid w:val="00C241F6"/>
    <w:rsid w:val="00C24251"/>
    <w:rsid w:val="00C246F6"/>
    <w:rsid w:val="00C249D6"/>
    <w:rsid w:val="00C24CF7"/>
    <w:rsid w:val="00C254BD"/>
    <w:rsid w:val="00C258F3"/>
    <w:rsid w:val="00C25937"/>
    <w:rsid w:val="00C26132"/>
    <w:rsid w:val="00C269F7"/>
    <w:rsid w:val="00C26A22"/>
    <w:rsid w:val="00C26ABC"/>
    <w:rsid w:val="00C26C1A"/>
    <w:rsid w:val="00C26C7A"/>
    <w:rsid w:val="00C27132"/>
    <w:rsid w:val="00C2740D"/>
    <w:rsid w:val="00C27536"/>
    <w:rsid w:val="00C27563"/>
    <w:rsid w:val="00C27BB5"/>
    <w:rsid w:val="00C27CDF"/>
    <w:rsid w:val="00C27EBC"/>
    <w:rsid w:val="00C3056C"/>
    <w:rsid w:val="00C30F4F"/>
    <w:rsid w:val="00C31127"/>
    <w:rsid w:val="00C31294"/>
    <w:rsid w:val="00C312EA"/>
    <w:rsid w:val="00C314EA"/>
    <w:rsid w:val="00C314FB"/>
    <w:rsid w:val="00C31F2B"/>
    <w:rsid w:val="00C32579"/>
    <w:rsid w:val="00C325B3"/>
    <w:rsid w:val="00C325D5"/>
    <w:rsid w:val="00C3296A"/>
    <w:rsid w:val="00C32C2E"/>
    <w:rsid w:val="00C333D0"/>
    <w:rsid w:val="00C334F7"/>
    <w:rsid w:val="00C33DC8"/>
    <w:rsid w:val="00C33F2F"/>
    <w:rsid w:val="00C3406A"/>
    <w:rsid w:val="00C340D4"/>
    <w:rsid w:val="00C341F4"/>
    <w:rsid w:val="00C34223"/>
    <w:rsid w:val="00C34847"/>
    <w:rsid w:val="00C3566C"/>
    <w:rsid w:val="00C35720"/>
    <w:rsid w:val="00C3580C"/>
    <w:rsid w:val="00C35D3D"/>
    <w:rsid w:val="00C35FE8"/>
    <w:rsid w:val="00C3600A"/>
    <w:rsid w:val="00C3610D"/>
    <w:rsid w:val="00C36227"/>
    <w:rsid w:val="00C365B5"/>
    <w:rsid w:val="00C36734"/>
    <w:rsid w:val="00C36C31"/>
    <w:rsid w:val="00C36D31"/>
    <w:rsid w:val="00C37016"/>
    <w:rsid w:val="00C37181"/>
    <w:rsid w:val="00C37299"/>
    <w:rsid w:val="00C373F0"/>
    <w:rsid w:val="00C37661"/>
    <w:rsid w:val="00C3778C"/>
    <w:rsid w:val="00C3785A"/>
    <w:rsid w:val="00C37950"/>
    <w:rsid w:val="00C37B2A"/>
    <w:rsid w:val="00C37CC8"/>
    <w:rsid w:val="00C37ECE"/>
    <w:rsid w:val="00C400A6"/>
    <w:rsid w:val="00C40669"/>
    <w:rsid w:val="00C4130A"/>
    <w:rsid w:val="00C41366"/>
    <w:rsid w:val="00C4164C"/>
    <w:rsid w:val="00C4185C"/>
    <w:rsid w:val="00C41A8C"/>
    <w:rsid w:val="00C41E93"/>
    <w:rsid w:val="00C42709"/>
    <w:rsid w:val="00C4286B"/>
    <w:rsid w:val="00C42CFA"/>
    <w:rsid w:val="00C4323E"/>
    <w:rsid w:val="00C4348F"/>
    <w:rsid w:val="00C435BF"/>
    <w:rsid w:val="00C43973"/>
    <w:rsid w:val="00C43AE2"/>
    <w:rsid w:val="00C43DBA"/>
    <w:rsid w:val="00C440F1"/>
    <w:rsid w:val="00C44868"/>
    <w:rsid w:val="00C44B48"/>
    <w:rsid w:val="00C44DFE"/>
    <w:rsid w:val="00C44EF0"/>
    <w:rsid w:val="00C45251"/>
    <w:rsid w:val="00C4526D"/>
    <w:rsid w:val="00C45632"/>
    <w:rsid w:val="00C45661"/>
    <w:rsid w:val="00C4573D"/>
    <w:rsid w:val="00C4585F"/>
    <w:rsid w:val="00C458B4"/>
    <w:rsid w:val="00C459BA"/>
    <w:rsid w:val="00C45F5C"/>
    <w:rsid w:val="00C461B9"/>
    <w:rsid w:val="00C461E2"/>
    <w:rsid w:val="00C469DD"/>
    <w:rsid w:val="00C46CAA"/>
    <w:rsid w:val="00C46CED"/>
    <w:rsid w:val="00C4710A"/>
    <w:rsid w:val="00C473B1"/>
    <w:rsid w:val="00C4773F"/>
    <w:rsid w:val="00C47EA3"/>
    <w:rsid w:val="00C503E1"/>
    <w:rsid w:val="00C50750"/>
    <w:rsid w:val="00C50FB3"/>
    <w:rsid w:val="00C510F8"/>
    <w:rsid w:val="00C516BE"/>
    <w:rsid w:val="00C519B9"/>
    <w:rsid w:val="00C52434"/>
    <w:rsid w:val="00C52FA4"/>
    <w:rsid w:val="00C531C9"/>
    <w:rsid w:val="00C534C3"/>
    <w:rsid w:val="00C538FD"/>
    <w:rsid w:val="00C53BD1"/>
    <w:rsid w:val="00C53CF9"/>
    <w:rsid w:val="00C53D55"/>
    <w:rsid w:val="00C53DDD"/>
    <w:rsid w:val="00C54309"/>
    <w:rsid w:val="00C54335"/>
    <w:rsid w:val="00C54385"/>
    <w:rsid w:val="00C54D47"/>
    <w:rsid w:val="00C54E70"/>
    <w:rsid w:val="00C550DA"/>
    <w:rsid w:val="00C555BC"/>
    <w:rsid w:val="00C556E3"/>
    <w:rsid w:val="00C558B4"/>
    <w:rsid w:val="00C55A10"/>
    <w:rsid w:val="00C55FEE"/>
    <w:rsid w:val="00C56610"/>
    <w:rsid w:val="00C56AEF"/>
    <w:rsid w:val="00C56B0C"/>
    <w:rsid w:val="00C56DD0"/>
    <w:rsid w:val="00C570EF"/>
    <w:rsid w:val="00C57118"/>
    <w:rsid w:val="00C57364"/>
    <w:rsid w:val="00C5787F"/>
    <w:rsid w:val="00C6041D"/>
    <w:rsid w:val="00C60AE1"/>
    <w:rsid w:val="00C60CDE"/>
    <w:rsid w:val="00C611CB"/>
    <w:rsid w:val="00C61256"/>
    <w:rsid w:val="00C61450"/>
    <w:rsid w:val="00C6187D"/>
    <w:rsid w:val="00C619C5"/>
    <w:rsid w:val="00C61F53"/>
    <w:rsid w:val="00C62D31"/>
    <w:rsid w:val="00C62FD8"/>
    <w:rsid w:val="00C63064"/>
    <w:rsid w:val="00C63405"/>
    <w:rsid w:val="00C6342B"/>
    <w:rsid w:val="00C635AA"/>
    <w:rsid w:val="00C63D66"/>
    <w:rsid w:val="00C642BC"/>
    <w:rsid w:val="00C64794"/>
    <w:rsid w:val="00C64D8D"/>
    <w:rsid w:val="00C64D99"/>
    <w:rsid w:val="00C64DC1"/>
    <w:rsid w:val="00C650B4"/>
    <w:rsid w:val="00C652BE"/>
    <w:rsid w:val="00C6543D"/>
    <w:rsid w:val="00C6548B"/>
    <w:rsid w:val="00C6581B"/>
    <w:rsid w:val="00C65845"/>
    <w:rsid w:val="00C65DF2"/>
    <w:rsid w:val="00C663D0"/>
    <w:rsid w:val="00C6648D"/>
    <w:rsid w:val="00C664AC"/>
    <w:rsid w:val="00C666BB"/>
    <w:rsid w:val="00C66713"/>
    <w:rsid w:val="00C66D8E"/>
    <w:rsid w:val="00C66F73"/>
    <w:rsid w:val="00C672F6"/>
    <w:rsid w:val="00C67425"/>
    <w:rsid w:val="00C675D2"/>
    <w:rsid w:val="00C67772"/>
    <w:rsid w:val="00C67C54"/>
    <w:rsid w:val="00C67C5A"/>
    <w:rsid w:val="00C70056"/>
    <w:rsid w:val="00C70121"/>
    <w:rsid w:val="00C702E3"/>
    <w:rsid w:val="00C7085B"/>
    <w:rsid w:val="00C709FE"/>
    <w:rsid w:val="00C70BEA"/>
    <w:rsid w:val="00C70D54"/>
    <w:rsid w:val="00C7192B"/>
    <w:rsid w:val="00C71A8C"/>
    <w:rsid w:val="00C71C95"/>
    <w:rsid w:val="00C72372"/>
    <w:rsid w:val="00C7313B"/>
    <w:rsid w:val="00C7323A"/>
    <w:rsid w:val="00C7326B"/>
    <w:rsid w:val="00C732E1"/>
    <w:rsid w:val="00C73668"/>
    <w:rsid w:val="00C739E9"/>
    <w:rsid w:val="00C73E69"/>
    <w:rsid w:val="00C74B2C"/>
    <w:rsid w:val="00C74CB6"/>
    <w:rsid w:val="00C7502B"/>
    <w:rsid w:val="00C75860"/>
    <w:rsid w:val="00C75CFD"/>
    <w:rsid w:val="00C75D80"/>
    <w:rsid w:val="00C76049"/>
    <w:rsid w:val="00C76B02"/>
    <w:rsid w:val="00C76C88"/>
    <w:rsid w:val="00C7734E"/>
    <w:rsid w:val="00C77605"/>
    <w:rsid w:val="00C77A88"/>
    <w:rsid w:val="00C77BE8"/>
    <w:rsid w:val="00C77DD5"/>
    <w:rsid w:val="00C800F7"/>
    <w:rsid w:val="00C80677"/>
    <w:rsid w:val="00C808C1"/>
    <w:rsid w:val="00C81177"/>
    <w:rsid w:val="00C811C6"/>
    <w:rsid w:val="00C81240"/>
    <w:rsid w:val="00C81641"/>
    <w:rsid w:val="00C81855"/>
    <w:rsid w:val="00C819F0"/>
    <w:rsid w:val="00C821BE"/>
    <w:rsid w:val="00C82857"/>
    <w:rsid w:val="00C82C43"/>
    <w:rsid w:val="00C82C8F"/>
    <w:rsid w:val="00C82FAF"/>
    <w:rsid w:val="00C83DDC"/>
    <w:rsid w:val="00C840EE"/>
    <w:rsid w:val="00C84175"/>
    <w:rsid w:val="00C84220"/>
    <w:rsid w:val="00C84483"/>
    <w:rsid w:val="00C8450C"/>
    <w:rsid w:val="00C845EA"/>
    <w:rsid w:val="00C8499D"/>
    <w:rsid w:val="00C84D88"/>
    <w:rsid w:val="00C8500D"/>
    <w:rsid w:val="00C856A2"/>
    <w:rsid w:val="00C85C03"/>
    <w:rsid w:val="00C85D1B"/>
    <w:rsid w:val="00C85DBE"/>
    <w:rsid w:val="00C85DE3"/>
    <w:rsid w:val="00C85FBC"/>
    <w:rsid w:val="00C8617C"/>
    <w:rsid w:val="00C8623B"/>
    <w:rsid w:val="00C86321"/>
    <w:rsid w:val="00C8645E"/>
    <w:rsid w:val="00C871A7"/>
    <w:rsid w:val="00C87282"/>
    <w:rsid w:val="00C8742C"/>
    <w:rsid w:val="00C87703"/>
    <w:rsid w:val="00C87C49"/>
    <w:rsid w:val="00C87E7F"/>
    <w:rsid w:val="00C90086"/>
    <w:rsid w:val="00C903C6"/>
    <w:rsid w:val="00C90876"/>
    <w:rsid w:val="00C90AAF"/>
    <w:rsid w:val="00C90BE6"/>
    <w:rsid w:val="00C90E44"/>
    <w:rsid w:val="00C90F36"/>
    <w:rsid w:val="00C914D8"/>
    <w:rsid w:val="00C915D4"/>
    <w:rsid w:val="00C9180E"/>
    <w:rsid w:val="00C91938"/>
    <w:rsid w:val="00C91C17"/>
    <w:rsid w:val="00C9214B"/>
    <w:rsid w:val="00C921F7"/>
    <w:rsid w:val="00C926C6"/>
    <w:rsid w:val="00C927FD"/>
    <w:rsid w:val="00C92872"/>
    <w:rsid w:val="00C92AE9"/>
    <w:rsid w:val="00C92BC5"/>
    <w:rsid w:val="00C92EFE"/>
    <w:rsid w:val="00C9344B"/>
    <w:rsid w:val="00C93505"/>
    <w:rsid w:val="00C93A8C"/>
    <w:rsid w:val="00C93AF5"/>
    <w:rsid w:val="00C93CBB"/>
    <w:rsid w:val="00C93F6C"/>
    <w:rsid w:val="00C9454F"/>
    <w:rsid w:val="00C9480C"/>
    <w:rsid w:val="00C94925"/>
    <w:rsid w:val="00C94B2F"/>
    <w:rsid w:val="00C94C22"/>
    <w:rsid w:val="00C94D6F"/>
    <w:rsid w:val="00C94E16"/>
    <w:rsid w:val="00C95177"/>
    <w:rsid w:val="00C952BA"/>
    <w:rsid w:val="00C95417"/>
    <w:rsid w:val="00C9581C"/>
    <w:rsid w:val="00C95A54"/>
    <w:rsid w:val="00C95BBA"/>
    <w:rsid w:val="00C96491"/>
    <w:rsid w:val="00C968E5"/>
    <w:rsid w:val="00C96ADF"/>
    <w:rsid w:val="00C96C15"/>
    <w:rsid w:val="00C9711F"/>
    <w:rsid w:val="00C971A5"/>
    <w:rsid w:val="00C972AE"/>
    <w:rsid w:val="00C9735A"/>
    <w:rsid w:val="00C97536"/>
    <w:rsid w:val="00C976C7"/>
    <w:rsid w:val="00C979A6"/>
    <w:rsid w:val="00C97A30"/>
    <w:rsid w:val="00C97B22"/>
    <w:rsid w:val="00CA015E"/>
    <w:rsid w:val="00CA082A"/>
    <w:rsid w:val="00CA090C"/>
    <w:rsid w:val="00CA0BAF"/>
    <w:rsid w:val="00CA0D30"/>
    <w:rsid w:val="00CA0F51"/>
    <w:rsid w:val="00CA13EA"/>
    <w:rsid w:val="00CA16EB"/>
    <w:rsid w:val="00CA17B7"/>
    <w:rsid w:val="00CA1BDD"/>
    <w:rsid w:val="00CA1E7E"/>
    <w:rsid w:val="00CA1F29"/>
    <w:rsid w:val="00CA2366"/>
    <w:rsid w:val="00CA23BF"/>
    <w:rsid w:val="00CA2469"/>
    <w:rsid w:val="00CA25AA"/>
    <w:rsid w:val="00CA2927"/>
    <w:rsid w:val="00CA2E2D"/>
    <w:rsid w:val="00CA3198"/>
    <w:rsid w:val="00CA35DD"/>
    <w:rsid w:val="00CA3614"/>
    <w:rsid w:val="00CA36D2"/>
    <w:rsid w:val="00CA3721"/>
    <w:rsid w:val="00CA3823"/>
    <w:rsid w:val="00CA389A"/>
    <w:rsid w:val="00CA3E3B"/>
    <w:rsid w:val="00CA3E41"/>
    <w:rsid w:val="00CA4514"/>
    <w:rsid w:val="00CA49F8"/>
    <w:rsid w:val="00CA4BB9"/>
    <w:rsid w:val="00CA4E69"/>
    <w:rsid w:val="00CA5190"/>
    <w:rsid w:val="00CA5252"/>
    <w:rsid w:val="00CA5263"/>
    <w:rsid w:val="00CA57BF"/>
    <w:rsid w:val="00CA5C14"/>
    <w:rsid w:val="00CA5FBB"/>
    <w:rsid w:val="00CA63AD"/>
    <w:rsid w:val="00CA6452"/>
    <w:rsid w:val="00CA78B1"/>
    <w:rsid w:val="00CA7AD4"/>
    <w:rsid w:val="00CA7E8D"/>
    <w:rsid w:val="00CA7F22"/>
    <w:rsid w:val="00CB006E"/>
    <w:rsid w:val="00CB0672"/>
    <w:rsid w:val="00CB0991"/>
    <w:rsid w:val="00CB0A65"/>
    <w:rsid w:val="00CB0E91"/>
    <w:rsid w:val="00CB12F7"/>
    <w:rsid w:val="00CB13FA"/>
    <w:rsid w:val="00CB147B"/>
    <w:rsid w:val="00CB16AE"/>
    <w:rsid w:val="00CB184C"/>
    <w:rsid w:val="00CB1D60"/>
    <w:rsid w:val="00CB1E69"/>
    <w:rsid w:val="00CB21F8"/>
    <w:rsid w:val="00CB2464"/>
    <w:rsid w:val="00CB24D7"/>
    <w:rsid w:val="00CB2937"/>
    <w:rsid w:val="00CB2D40"/>
    <w:rsid w:val="00CB32A3"/>
    <w:rsid w:val="00CB3409"/>
    <w:rsid w:val="00CB3440"/>
    <w:rsid w:val="00CB3635"/>
    <w:rsid w:val="00CB368B"/>
    <w:rsid w:val="00CB3733"/>
    <w:rsid w:val="00CB398F"/>
    <w:rsid w:val="00CB3C02"/>
    <w:rsid w:val="00CB3E7C"/>
    <w:rsid w:val="00CB44C5"/>
    <w:rsid w:val="00CB46CA"/>
    <w:rsid w:val="00CB4792"/>
    <w:rsid w:val="00CB48CB"/>
    <w:rsid w:val="00CB4A9D"/>
    <w:rsid w:val="00CB53ED"/>
    <w:rsid w:val="00CB5413"/>
    <w:rsid w:val="00CB5505"/>
    <w:rsid w:val="00CB5AD1"/>
    <w:rsid w:val="00CB5B71"/>
    <w:rsid w:val="00CB5C60"/>
    <w:rsid w:val="00CB5E85"/>
    <w:rsid w:val="00CB5FCC"/>
    <w:rsid w:val="00CB6049"/>
    <w:rsid w:val="00CB6263"/>
    <w:rsid w:val="00CB682B"/>
    <w:rsid w:val="00CB6C5B"/>
    <w:rsid w:val="00CB73BA"/>
    <w:rsid w:val="00CB73BD"/>
    <w:rsid w:val="00CB7587"/>
    <w:rsid w:val="00CB772C"/>
    <w:rsid w:val="00CB7A22"/>
    <w:rsid w:val="00CB7BB3"/>
    <w:rsid w:val="00CB7D65"/>
    <w:rsid w:val="00CB7DAC"/>
    <w:rsid w:val="00CB7E8F"/>
    <w:rsid w:val="00CB7EDD"/>
    <w:rsid w:val="00CC02F2"/>
    <w:rsid w:val="00CC04ED"/>
    <w:rsid w:val="00CC0BAF"/>
    <w:rsid w:val="00CC0BF1"/>
    <w:rsid w:val="00CC0EA9"/>
    <w:rsid w:val="00CC1161"/>
    <w:rsid w:val="00CC147C"/>
    <w:rsid w:val="00CC1660"/>
    <w:rsid w:val="00CC17CF"/>
    <w:rsid w:val="00CC182B"/>
    <w:rsid w:val="00CC19C3"/>
    <w:rsid w:val="00CC27AC"/>
    <w:rsid w:val="00CC287D"/>
    <w:rsid w:val="00CC2A3B"/>
    <w:rsid w:val="00CC2A97"/>
    <w:rsid w:val="00CC2BB5"/>
    <w:rsid w:val="00CC2C23"/>
    <w:rsid w:val="00CC2F10"/>
    <w:rsid w:val="00CC33AC"/>
    <w:rsid w:val="00CC3538"/>
    <w:rsid w:val="00CC3565"/>
    <w:rsid w:val="00CC3666"/>
    <w:rsid w:val="00CC39E4"/>
    <w:rsid w:val="00CC3A12"/>
    <w:rsid w:val="00CC3D87"/>
    <w:rsid w:val="00CC3F52"/>
    <w:rsid w:val="00CC4063"/>
    <w:rsid w:val="00CC422B"/>
    <w:rsid w:val="00CC42AD"/>
    <w:rsid w:val="00CC465B"/>
    <w:rsid w:val="00CC4682"/>
    <w:rsid w:val="00CC46CA"/>
    <w:rsid w:val="00CC48F2"/>
    <w:rsid w:val="00CC4C4F"/>
    <w:rsid w:val="00CC4CB0"/>
    <w:rsid w:val="00CC4EDF"/>
    <w:rsid w:val="00CC551F"/>
    <w:rsid w:val="00CC552A"/>
    <w:rsid w:val="00CC5964"/>
    <w:rsid w:val="00CC5E7B"/>
    <w:rsid w:val="00CC6228"/>
    <w:rsid w:val="00CC682A"/>
    <w:rsid w:val="00CC6A66"/>
    <w:rsid w:val="00CC6BE3"/>
    <w:rsid w:val="00CC714D"/>
    <w:rsid w:val="00CC7219"/>
    <w:rsid w:val="00CC72CF"/>
    <w:rsid w:val="00CC72ED"/>
    <w:rsid w:val="00CC784D"/>
    <w:rsid w:val="00CC7E0A"/>
    <w:rsid w:val="00CC7E2E"/>
    <w:rsid w:val="00CC7F66"/>
    <w:rsid w:val="00CD01C5"/>
    <w:rsid w:val="00CD0557"/>
    <w:rsid w:val="00CD0702"/>
    <w:rsid w:val="00CD0882"/>
    <w:rsid w:val="00CD09F0"/>
    <w:rsid w:val="00CD0A6A"/>
    <w:rsid w:val="00CD0BF7"/>
    <w:rsid w:val="00CD1254"/>
    <w:rsid w:val="00CD1263"/>
    <w:rsid w:val="00CD12A6"/>
    <w:rsid w:val="00CD14BA"/>
    <w:rsid w:val="00CD164D"/>
    <w:rsid w:val="00CD1774"/>
    <w:rsid w:val="00CD1BAA"/>
    <w:rsid w:val="00CD2135"/>
    <w:rsid w:val="00CD244F"/>
    <w:rsid w:val="00CD2957"/>
    <w:rsid w:val="00CD2DA4"/>
    <w:rsid w:val="00CD2E0B"/>
    <w:rsid w:val="00CD2EB0"/>
    <w:rsid w:val="00CD2F54"/>
    <w:rsid w:val="00CD3266"/>
    <w:rsid w:val="00CD36BC"/>
    <w:rsid w:val="00CD3874"/>
    <w:rsid w:val="00CD38EE"/>
    <w:rsid w:val="00CD3E1D"/>
    <w:rsid w:val="00CD41D0"/>
    <w:rsid w:val="00CD4585"/>
    <w:rsid w:val="00CD45F0"/>
    <w:rsid w:val="00CD4941"/>
    <w:rsid w:val="00CD4EE3"/>
    <w:rsid w:val="00CD5C28"/>
    <w:rsid w:val="00CD617D"/>
    <w:rsid w:val="00CD6449"/>
    <w:rsid w:val="00CD6916"/>
    <w:rsid w:val="00CD6EBA"/>
    <w:rsid w:val="00CD6EBE"/>
    <w:rsid w:val="00CD7053"/>
    <w:rsid w:val="00CD7169"/>
    <w:rsid w:val="00CD746D"/>
    <w:rsid w:val="00CD7671"/>
    <w:rsid w:val="00CD7E0D"/>
    <w:rsid w:val="00CE0363"/>
    <w:rsid w:val="00CE036C"/>
    <w:rsid w:val="00CE047A"/>
    <w:rsid w:val="00CE05BC"/>
    <w:rsid w:val="00CE0738"/>
    <w:rsid w:val="00CE0D39"/>
    <w:rsid w:val="00CE0F25"/>
    <w:rsid w:val="00CE10B5"/>
    <w:rsid w:val="00CE18A6"/>
    <w:rsid w:val="00CE1977"/>
    <w:rsid w:val="00CE1DCA"/>
    <w:rsid w:val="00CE2970"/>
    <w:rsid w:val="00CE2B6C"/>
    <w:rsid w:val="00CE2C4C"/>
    <w:rsid w:val="00CE2DD4"/>
    <w:rsid w:val="00CE344B"/>
    <w:rsid w:val="00CE35EC"/>
    <w:rsid w:val="00CE370E"/>
    <w:rsid w:val="00CE37D2"/>
    <w:rsid w:val="00CE4194"/>
    <w:rsid w:val="00CE41D6"/>
    <w:rsid w:val="00CE4366"/>
    <w:rsid w:val="00CE4977"/>
    <w:rsid w:val="00CE4A72"/>
    <w:rsid w:val="00CE4B4E"/>
    <w:rsid w:val="00CE4DAC"/>
    <w:rsid w:val="00CE4FC2"/>
    <w:rsid w:val="00CE4FF3"/>
    <w:rsid w:val="00CE54C7"/>
    <w:rsid w:val="00CE574D"/>
    <w:rsid w:val="00CE5C79"/>
    <w:rsid w:val="00CE5D69"/>
    <w:rsid w:val="00CE5E88"/>
    <w:rsid w:val="00CE5F16"/>
    <w:rsid w:val="00CE6150"/>
    <w:rsid w:val="00CE62AB"/>
    <w:rsid w:val="00CE6765"/>
    <w:rsid w:val="00CE67D1"/>
    <w:rsid w:val="00CE69B8"/>
    <w:rsid w:val="00CE6AB2"/>
    <w:rsid w:val="00CE6C24"/>
    <w:rsid w:val="00CE6D8F"/>
    <w:rsid w:val="00CE7028"/>
    <w:rsid w:val="00CE75A4"/>
    <w:rsid w:val="00CE77D7"/>
    <w:rsid w:val="00CE789A"/>
    <w:rsid w:val="00CE7AD3"/>
    <w:rsid w:val="00CE7D67"/>
    <w:rsid w:val="00CE7DBE"/>
    <w:rsid w:val="00CE7DD5"/>
    <w:rsid w:val="00CF022C"/>
    <w:rsid w:val="00CF0489"/>
    <w:rsid w:val="00CF0872"/>
    <w:rsid w:val="00CF0CD9"/>
    <w:rsid w:val="00CF0D04"/>
    <w:rsid w:val="00CF0DAA"/>
    <w:rsid w:val="00CF1007"/>
    <w:rsid w:val="00CF11DD"/>
    <w:rsid w:val="00CF1219"/>
    <w:rsid w:val="00CF1515"/>
    <w:rsid w:val="00CF1807"/>
    <w:rsid w:val="00CF1F1B"/>
    <w:rsid w:val="00CF30D0"/>
    <w:rsid w:val="00CF33FB"/>
    <w:rsid w:val="00CF3682"/>
    <w:rsid w:val="00CF393F"/>
    <w:rsid w:val="00CF3F16"/>
    <w:rsid w:val="00CF45C6"/>
    <w:rsid w:val="00CF496E"/>
    <w:rsid w:val="00CF4B6F"/>
    <w:rsid w:val="00CF5632"/>
    <w:rsid w:val="00CF56A0"/>
    <w:rsid w:val="00CF57E5"/>
    <w:rsid w:val="00CF5852"/>
    <w:rsid w:val="00CF594F"/>
    <w:rsid w:val="00CF5CDB"/>
    <w:rsid w:val="00CF616D"/>
    <w:rsid w:val="00CF635A"/>
    <w:rsid w:val="00CF697A"/>
    <w:rsid w:val="00CF6B7B"/>
    <w:rsid w:val="00CF6C6E"/>
    <w:rsid w:val="00CF6EBA"/>
    <w:rsid w:val="00CF7238"/>
    <w:rsid w:val="00CF75EA"/>
    <w:rsid w:val="00CF7C42"/>
    <w:rsid w:val="00CF7C7C"/>
    <w:rsid w:val="00CF7E80"/>
    <w:rsid w:val="00CF7F1F"/>
    <w:rsid w:val="00D0034D"/>
    <w:rsid w:val="00D0075D"/>
    <w:rsid w:val="00D008C2"/>
    <w:rsid w:val="00D008ED"/>
    <w:rsid w:val="00D00B86"/>
    <w:rsid w:val="00D00BAF"/>
    <w:rsid w:val="00D00EE3"/>
    <w:rsid w:val="00D01464"/>
    <w:rsid w:val="00D015D6"/>
    <w:rsid w:val="00D01D81"/>
    <w:rsid w:val="00D01F2F"/>
    <w:rsid w:val="00D02698"/>
    <w:rsid w:val="00D028DC"/>
    <w:rsid w:val="00D02A9E"/>
    <w:rsid w:val="00D02B04"/>
    <w:rsid w:val="00D02E0E"/>
    <w:rsid w:val="00D03057"/>
    <w:rsid w:val="00D030EE"/>
    <w:rsid w:val="00D036C3"/>
    <w:rsid w:val="00D03B46"/>
    <w:rsid w:val="00D03CA9"/>
    <w:rsid w:val="00D04155"/>
    <w:rsid w:val="00D048AC"/>
    <w:rsid w:val="00D0494D"/>
    <w:rsid w:val="00D04C46"/>
    <w:rsid w:val="00D05158"/>
    <w:rsid w:val="00D056A5"/>
    <w:rsid w:val="00D056F1"/>
    <w:rsid w:val="00D0594E"/>
    <w:rsid w:val="00D05AB8"/>
    <w:rsid w:val="00D065C6"/>
    <w:rsid w:val="00D06B0D"/>
    <w:rsid w:val="00D06C28"/>
    <w:rsid w:val="00D06C96"/>
    <w:rsid w:val="00D06DD1"/>
    <w:rsid w:val="00D07B99"/>
    <w:rsid w:val="00D07D80"/>
    <w:rsid w:val="00D10096"/>
    <w:rsid w:val="00D10C02"/>
    <w:rsid w:val="00D10C90"/>
    <w:rsid w:val="00D10D3A"/>
    <w:rsid w:val="00D110D7"/>
    <w:rsid w:val="00D113E0"/>
    <w:rsid w:val="00D11701"/>
    <w:rsid w:val="00D11848"/>
    <w:rsid w:val="00D11851"/>
    <w:rsid w:val="00D1196F"/>
    <w:rsid w:val="00D11C9E"/>
    <w:rsid w:val="00D121BC"/>
    <w:rsid w:val="00D123C3"/>
    <w:rsid w:val="00D12446"/>
    <w:rsid w:val="00D12836"/>
    <w:rsid w:val="00D12D8A"/>
    <w:rsid w:val="00D130CF"/>
    <w:rsid w:val="00D13655"/>
    <w:rsid w:val="00D1375A"/>
    <w:rsid w:val="00D13A41"/>
    <w:rsid w:val="00D13EE5"/>
    <w:rsid w:val="00D13EFE"/>
    <w:rsid w:val="00D14097"/>
    <w:rsid w:val="00D140E5"/>
    <w:rsid w:val="00D1448B"/>
    <w:rsid w:val="00D145DD"/>
    <w:rsid w:val="00D1493F"/>
    <w:rsid w:val="00D14A86"/>
    <w:rsid w:val="00D155A1"/>
    <w:rsid w:val="00D15623"/>
    <w:rsid w:val="00D158EA"/>
    <w:rsid w:val="00D158FD"/>
    <w:rsid w:val="00D16224"/>
    <w:rsid w:val="00D16771"/>
    <w:rsid w:val="00D1737C"/>
    <w:rsid w:val="00D175A3"/>
    <w:rsid w:val="00D177BC"/>
    <w:rsid w:val="00D17CAF"/>
    <w:rsid w:val="00D17CF0"/>
    <w:rsid w:val="00D17ED7"/>
    <w:rsid w:val="00D20001"/>
    <w:rsid w:val="00D205F3"/>
    <w:rsid w:val="00D2077A"/>
    <w:rsid w:val="00D21322"/>
    <w:rsid w:val="00D21895"/>
    <w:rsid w:val="00D21F69"/>
    <w:rsid w:val="00D221C4"/>
    <w:rsid w:val="00D22282"/>
    <w:rsid w:val="00D222AF"/>
    <w:rsid w:val="00D223F9"/>
    <w:rsid w:val="00D22670"/>
    <w:rsid w:val="00D227F0"/>
    <w:rsid w:val="00D22B9C"/>
    <w:rsid w:val="00D2316D"/>
    <w:rsid w:val="00D2317F"/>
    <w:rsid w:val="00D234C7"/>
    <w:rsid w:val="00D234E1"/>
    <w:rsid w:val="00D23574"/>
    <w:rsid w:val="00D23720"/>
    <w:rsid w:val="00D23731"/>
    <w:rsid w:val="00D23A44"/>
    <w:rsid w:val="00D23AD1"/>
    <w:rsid w:val="00D23C10"/>
    <w:rsid w:val="00D23CB9"/>
    <w:rsid w:val="00D23DE9"/>
    <w:rsid w:val="00D240BC"/>
    <w:rsid w:val="00D24688"/>
    <w:rsid w:val="00D2487C"/>
    <w:rsid w:val="00D24939"/>
    <w:rsid w:val="00D24B54"/>
    <w:rsid w:val="00D24F91"/>
    <w:rsid w:val="00D2505F"/>
    <w:rsid w:val="00D257D4"/>
    <w:rsid w:val="00D25A1A"/>
    <w:rsid w:val="00D25AA1"/>
    <w:rsid w:val="00D25C9D"/>
    <w:rsid w:val="00D25CE1"/>
    <w:rsid w:val="00D25F52"/>
    <w:rsid w:val="00D261CD"/>
    <w:rsid w:val="00D26694"/>
    <w:rsid w:val="00D26A0A"/>
    <w:rsid w:val="00D270DB"/>
    <w:rsid w:val="00D273DF"/>
    <w:rsid w:val="00D27400"/>
    <w:rsid w:val="00D27A0B"/>
    <w:rsid w:val="00D27B0D"/>
    <w:rsid w:val="00D27D8E"/>
    <w:rsid w:val="00D30102"/>
    <w:rsid w:val="00D304A9"/>
    <w:rsid w:val="00D309EB"/>
    <w:rsid w:val="00D30B78"/>
    <w:rsid w:val="00D30D88"/>
    <w:rsid w:val="00D31207"/>
    <w:rsid w:val="00D3130F"/>
    <w:rsid w:val="00D31441"/>
    <w:rsid w:val="00D3153F"/>
    <w:rsid w:val="00D31577"/>
    <w:rsid w:val="00D31652"/>
    <w:rsid w:val="00D3180A"/>
    <w:rsid w:val="00D31AE0"/>
    <w:rsid w:val="00D31DE2"/>
    <w:rsid w:val="00D320FE"/>
    <w:rsid w:val="00D3212F"/>
    <w:rsid w:val="00D325C5"/>
    <w:rsid w:val="00D326F6"/>
    <w:rsid w:val="00D32726"/>
    <w:rsid w:val="00D327EB"/>
    <w:rsid w:val="00D32949"/>
    <w:rsid w:val="00D329C3"/>
    <w:rsid w:val="00D32F3F"/>
    <w:rsid w:val="00D331F2"/>
    <w:rsid w:val="00D33352"/>
    <w:rsid w:val="00D33936"/>
    <w:rsid w:val="00D33C9B"/>
    <w:rsid w:val="00D33CED"/>
    <w:rsid w:val="00D34050"/>
    <w:rsid w:val="00D34189"/>
    <w:rsid w:val="00D3423E"/>
    <w:rsid w:val="00D34716"/>
    <w:rsid w:val="00D34D28"/>
    <w:rsid w:val="00D34E72"/>
    <w:rsid w:val="00D3505C"/>
    <w:rsid w:val="00D3535E"/>
    <w:rsid w:val="00D354C5"/>
    <w:rsid w:val="00D35D92"/>
    <w:rsid w:val="00D35EB9"/>
    <w:rsid w:val="00D36D71"/>
    <w:rsid w:val="00D370C9"/>
    <w:rsid w:val="00D37301"/>
    <w:rsid w:val="00D3732F"/>
    <w:rsid w:val="00D37961"/>
    <w:rsid w:val="00D37D19"/>
    <w:rsid w:val="00D37E3F"/>
    <w:rsid w:val="00D4041D"/>
    <w:rsid w:val="00D404B9"/>
    <w:rsid w:val="00D4086C"/>
    <w:rsid w:val="00D40BA3"/>
    <w:rsid w:val="00D41147"/>
    <w:rsid w:val="00D411C6"/>
    <w:rsid w:val="00D4133F"/>
    <w:rsid w:val="00D415D8"/>
    <w:rsid w:val="00D41818"/>
    <w:rsid w:val="00D4189B"/>
    <w:rsid w:val="00D41FAD"/>
    <w:rsid w:val="00D42174"/>
    <w:rsid w:val="00D42451"/>
    <w:rsid w:val="00D42C13"/>
    <w:rsid w:val="00D42E28"/>
    <w:rsid w:val="00D42F43"/>
    <w:rsid w:val="00D42FEF"/>
    <w:rsid w:val="00D437DC"/>
    <w:rsid w:val="00D437E2"/>
    <w:rsid w:val="00D439ED"/>
    <w:rsid w:val="00D43DCB"/>
    <w:rsid w:val="00D43FA9"/>
    <w:rsid w:val="00D440DD"/>
    <w:rsid w:val="00D44472"/>
    <w:rsid w:val="00D44593"/>
    <w:rsid w:val="00D44738"/>
    <w:rsid w:val="00D44AE0"/>
    <w:rsid w:val="00D44CCC"/>
    <w:rsid w:val="00D44DF7"/>
    <w:rsid w:val="00D45086"/>
    <w:rsid w:val="00D45114"/>
    <w:rsid w:val="00D4517E"/>
    <w:rsid w:val="00D451AE"/>
    <w:rsid w:val="00D45844"/>
    <w:rsid w:val="00D4589A"/>
    <w:rsid w:val="00D45ADB"/>
    <w:rsid w:val="00D45C22"/>
    <w:rsid w:val="00D45C42"/>
    <w:rsid w:val="00D45E40"/>
    <w:rsid w:val="00D4632B"/>
    <w:rsid w:val="00D4665F"/>
    <w:rsid w:val="00D46C29"/>
    <w:rsid w:val="00D46DEB"/>
    <w:rsid w:val="00D475AA"/>
    <w:rsid w:val="00D47617"/>
    <w:rsid w:val="00D4763A"/>
    <w:rsid w:val="00D47679"/>
    <w:rsid w:val="00D477EF"/>
    <w:rsid w:val="00D50686"/>
    <w:rsid w:val="00D5079E"/>
    <w:rsid w:val="00D50DBD"/>
    <w:rsid w:val="00D50F3A"/>
    <w:rsid w:val="00D5112F"/>
    <w:rsid w:val="00D5127E"/>
    <w:rsid w:val="00D512D9"/>
    <w:rsid w:val="00D516CB"/>
    <w:rsid w:val="00D517D2"/>
    <w:rsid w:val="00D51E96"/>
    <w:rsid w:val="00D51F59"/>
    <w:rsid w:val="00D523AB"/>
    <w:rsid w:val="00D523CF"/>
    <w:rsid w:val="00D526BF"/>
    <w:rsid w:val="00D52ECC"/>
    <w:rsid w:val="00D52F14"/>
    <w:rsid w:val="00D531E5"/>
    <w:rsid w:val="00D53577"/>
    <w:rsid w:val="00D5375C"/>
    <w:rsid w:val="00D53857"/>
    <w:rsid w:val="00D53BD1"/>
    <w:rsid w:val="00D53FF6"/>
    <w:rsid w:val="00D540C4"/>
    <w:rsid w:val="00D541CE"/>
    <w:rsid w:val="00D542AB"/>
    <w:rsid w:val="00D54451"/>
    <w:rsid w:val="00D5461A"/>
    <w:rsid w:val="00D54882"/>
    <w:rsid w:val="00D548F1"/>
    <w:rsid w:val="00D549CC"/>
    <w:rsid w:val="00D54D31"/>
    <w:rsid w:val="00D55013"/>
    <w:rsid w:val="00D550D5"/>
    <w:rsid w:val="00D552B6"/>
    <w:rsid w:val="00D55704"/>
    <w:rsid w:val="00D558D3"/>
    <w:rsid w:val="00D55B0F"/>
    <w:rsid w:val="00D55FB1"/>
    <w:rsid w:val="00D560CF"/>
    <w:rsid w:val="00D561E7"/>
    <w:rsid w:val="00D564C2"/>
    <w:rsid w:val="00D56940"/>
    <w:rsid w:val="00D56A2F"/>
    <w:rsid w:val="00D570B8"/>
    <w:rsid w:val="00D575FE"/>
    <w:rsid w:val="00D57AEC"/>
    <w:rsid w:val="00D60421"/>
    <w:rsid w:val="00D60638"/>
    <w:rsid w:val="00D6076C"/>
    <w:rsid w:val="00D6077E"/>
    <w:rsid w:val="00D60D59"/>
    <w:rsid w:val="00D6108E"/>
    <w:rsid w:val="00D61234"/>
    <w:rsid w:val="00D61235"/>
    <w:rsid w:val="00D613A3"/>
    <w:rsid w:val="00D61615"/>
    <w:rsid w:val="00D62057"/>
    <w:rsid w:val="00D62158"/>
    <w:rsid w:val="00D62172"/>
    <w:rsid w:val="00D629C0"/>
    <w:rsid w:val="00D634D5"/>
    <w:rsid w:val="00D63B6A"/>
    <w:rsid w:val="00D645DF"/>
    <w:rsid w:val="00D64697"/>
    <w:rsid w:val="00D64A28"/>
    <w:rsid w:val="00D64F7E"/>
    <w:rsid w:val="00D65089"/>
    <w:rsid w:val="00D65510"/>
    <w:rsid w:val="00D65645"/>
    <w:rsid w:val="00D65896"/>
    <w:rsid w:val="00D65CF7"/>
    <w:rsid w:val="00D65EC5"/>
    <w:rsid w:val="00D65FAF"/>
    <w:rsid w:val="00D660CD"/>
    <w:rsid w:val="00D66878"/>
    <w:rsid w:val="00D66BCC"/>
    <w:rsid w:val="00D66C44"/>
    <w:rsid w:val="00D67185"/>
    <w:rsid w:val="00D679D9"/>
    <w:rsid w:val="00D67DAF"/>
    <w:rsid w:val="00D67E15"/>
    <w:rsid w:val="00D67E36"/>
    <w:rsid w:val="00D67F11"/>
    <w:rsid w:val="00D700D2"/>
    <w:rsid w:val="00D70265"/>
    <w:rsid w:val="00D704A9"/>
    <w:rsid w:val="00D70851"/>
    <w:rsid w:val="00D70867"/>
    <w:rsid w:val="00D70C2D"/>
    <w:rsid w:val="00D711EF"/>
    <w:rsid w:val="00D71345"/>
    <w:rsid w:val="00D714C2"/>
    <w:rsid w:val="00D717B2"/>
    <w:rsid w:val="00D71B12"/>
    <w:rsid w:val="00D71CAE"/>
    <w:rsid w:val="00D71EC1"/>
    <w:rsid w:val="00D71F4F"/>
    <w:rsid w:val="00D7205F"/>
    <w:rsid w:val="00D72375"/>
    <w:rsid w:val="00D72465"/>
    <w:rsid w:val="00D72673"/>
    <w:rsid w:val="00D72B48"/>
    <w:rsid w:val="00D72EC9"/>
    <w:rsid w:val="00D73D84"/>
    <w:rsid w:val="00D74795"/>
    <w:rsid w:val="00D74942"/>
    <w:rsid w:val="00D749C4"/>
    <w:rsid w:val="00D752D3"/>
    <w:rsid w:val="00D75456"/>
    <w:rsid w:val="00D75491"/>
    <w:rsid w:val="00D7570D"/>
    <w:rsid w:val="00D75745"/>
    <w:rsid w:val="00D7603A"/>
    <w:rsid w:val="00D762F9"/>
    <w:rsid w:val="00D764AC"/>
    <w:rsid w:val="00D765F7"/>
    <w:rsid w:val="00D76630"/>
    <w:rsid w:val="00D76A2F"/>
    <w:rsid w:val="00D776F2"/>
    <w:rsid w:val="00D77973"/>
    <w:rsid w:val="00D77A6A"/>
    <w:rsid w:val="00D77A99"/>
    <w:rsid w:val="00D77B24"/>
    <w:rsid w:val="00D77BB6"/>
    <w:rsid w:val="00D77BF4"/>
    <w:rsid w:val="00D77EC7"/>
    <w:rsid w:val="00D80178"/>
    <w:rsid w:val="00D80A40"/>
    <w:rsid w:val="00D80C11"/>
    <w:rsid w:val="00D80C7B"/>
    <w:rsid w:val="00D812AB"/>
    <w:rsid w:val="00D812D6"/>
    <w:rsid w:val="00D81701"/>
    <w:rsid w:val="00D81721"/>
    <w:rsid w:val="00D81809"/>
    <w:rsid w:val="00D8188F"/>
    <w:rsid w:val="00D81BFD"/>
    <w:rsid w:val="00D81C31"/>
    <w:rsid w:val="00D81C98"/>
    <w:rsid w:val="00D82B67"/>
    <w:rsid w:val="00D82FEC"/>
    <w:rsid w:val="00D8322D"/>
    <w:rsid w:val="00D8359B"/>
    <w:rsid w:val="00D8359F"/>
    <w:rsid w:val="00D83772"/>
    <w:rsid w:val="00D83805"/>
    <w:rsid w:val="00D83AC3"/>
    <w:rsid w:val="00D83B3F"/>
    <w:rsid w:val="00D83C43"/>
    <w:rsid w:val="00D83DFF"/>
    <w:rsid w:val="00D84047"/>
    <w:rsid w:val="00D84890"/>
    <w:rsid w:val="00D84C91"/>
    <w:rsid w:val="00D84DA6"/>
    <w:rsid w:val="00D84EC7"/>
    <w:rsid w:val="00D84ECA"/>
    <w:rsid w:val="00D84FF6"/>
    <w:rsid w:val="00D853A5"/>
    <w:rsid w:val="00D85433"/>
    <w:rsid w:val="00D85695"/>
    <w:rsid w:val="00D856BA"/>
    <w:rsid w:val="00D85F60"/>
    <w:rsid w:val="00D86438"/>
    <w:rsid w:val="00D86F8B"/>
    <w:rsid w:val="00D87016"/>
    <w:rsid w:val="00D872A5"/>
    <w:rsid w:val="00D872B2"/>
    <w:rsid w:val="00D87404"/>
    <w:rsid w:val="00D8749F"/>
    <w:rsid w:val="00D874E5"/>
    <w:rsid w:val="00D87524"/>
    <w:rsid w:val="00D8755D"/>
    <w:rsid w:val="00D8761C"/>
    <w:rsid w:val="00D87A04"/>
    <w:rsid w:val="00D87D7C"/>
    <w:rsid w:val="00D87E41"/>
    <w:rsid w:val="00D90125"/>
    <w:rsid w:val="00D90621"/>
    <w:rsid w:val="00D9086C"/>
    <w:rsid w:val="00D909F2"/>
    <w:rsid w:val="00D90CEF"/>
    <w:rsid w:val="00D90EE5"/>
    <w:rsid w:val="00D9105F"/>
    <w:rsid w:val="00D9110B"/>
    <w:rsid w:val="00D914EB"/>
    <w:rsid w:val="00D914F8"/>
    <w:rsid w:val="00D91650"/>
    <w:rsid w:val="00D91963"/>
    <w:rsid w:val="00D91987"/>
    <w:rsid w:val="00D920CA"/>
    <w:rsid w:val="00D920D8"/>
    <w:rsid w:val="00D92523"/>
    <w:rsid w:val="00D92660"/>
    <w:rsid w:val="00D9270E"/>
    <w:rsid w:val="00D9273C"/>
    <w:rsid w:val="00D930C7"/>
    <w:rsid w:val="00D930FF"/>
    <w:rsid w:val="00D93A50"/>
    <w:rsid w:val="00D93D69"/>
    <w:rsid w:val="00D93E0D"/>
    <w:rsid w:val="00D94A30"/>
    <w:rsid w:val="00D952BE"/>
    <w:rsid w:val="00D9542D"/>
    <w:rsid w:val="00D954BC"/>
    <w:rsid w:val="00D95529"/>
    <w:rsid w:val="00D95C56"/>
    <w:rsid w:val="00D95DDA"/>
    <w:rsid w:val="00D96978"/>
    <w:rsid w:val="00D96B0D"/>
    <w:rsid w:val="00D96CAE"/>
    <w:rsid w:val="00D96DFA"/>
    <w:rsid w:val="00D97075"/>
    <w:rsid w:val="00D970C5"/>
    <w:rsid w:val="00D97399"/>
    <w:rsid w:val="00D97648"/>
    <w:rsid w:val="00D97781"/>
    <w:rsid w:val="00D97786"/>
    <w:rsid w:val="00D9782C"/>
    <w:rsid w:val="00D97E54"/>
    <w:rsid w:val="00D97FA1"/>
    <w:rsid w:val="00DA00A0"/>
    <w:rsid w:val="00DA0614"/>
    <w:rsid w:val="00DA110A"/>
    <w:rsid w:val="00DA1115"/>
    <w:rsid w:val="00DA111C"/>
    <w:rsid w:val="00DA1331"/>
    <w:rsid w:val="00DA1353"/>
    <w:rsid w:val="00DA1401"/>
    <w:rsid w:val="00DA1724"/>
    <w:rsid w:val="00DA17A5"/>
    <w:rsid w:val="00DA17B5"/>
    <w:rsid w:val="00DA19AD"/>
    <w:rsid w:val="00DA1DBB"/>
    <w:rsid w:val="00DA1F2F"/>
    <w:rsid w:val="00DA24C9"/>
    <w:rsid w:val="00DA2577"/>
    <w:rsid w:val="00DA264E"/>
    <w:rsid w:val="00DA27B5"/>
    <w:rsid w:val="00DA2B41"/>
    <w:rsid w:val="00DA2FFF"/>
    <w:rsid w:val="00DA3235"/>
    <w:rsid w:val="00DA3548"/>
    <w:rsid w:val="00DA364E"/>
    <w:rsid w:val="00DA377E"/>
    <w:rsid w:val="00DA3F2A"/>
    <w:rsid w:val="00DA426D"/>
    <w:rsid w:val="00DA42AB"/>
    <w:rsid w:val="00DA4507"/>
    <w:rsid w:val="00DA458A"/>
    <w:rsid w:val="00DA49E3"/>
    <w:rsid w:val="00DA51D4"/>
    <w:rsid w:val="00DA529B"/>
    <w:rsid w:val="00DA5351"/>
    <w:rsid w:val="00DA5C39"/>
    <w:rsid w:val="00DA5D38"/>
    <w:rsid w:val="00DA5E11"/>
    <w:rsid w:val="00DA5FE3"/>
    <w:rsid w:val="00DA6068"/>
    <w:rsid w:val="00DA607A"/>
    <w:rsid w:val="00DA6182"/>
    <w:rsid w:val="00DA63D3"/>
    <w:rsid w:val="00DA6430"/>
    <w:rsid w:val="00DA649E"/>
    <w:rsid w:val="00DA6618"/>
    <w:rsid w:val="00DA6C91"/>
    <w:rsid w:val="00DA754D"/>
    <w:rsid w:val="00DA767B"/>
    <w:rsid w:val="00DA7DCA"/>
    <w:rsid w:val="00DB0685"/>
    <w:rsid w:val="00DB074F"/>
    <w:rsid w:val="00DB0987"/>
    <w:rsid w:val="00DB0B05"/>
    <w:rsid w:val="00DB0DD0"/>
    <w:rsid w:val="00DB0FE9"/>
    <w:rsid w:val="00DB13BA"/>
    <w:rsid w:val="00DB16CD"/>
    <w:rsid w:val="00DB1989"/>
    <w:rsid w:val="00DB1AE5"/>
    <w:rsid w:val="00DB20C8"/>
    <w:rsid w:val="00DB21CA"/>
    <w:rsid w:val="00DB24E3"/>
    <w:rsid w:val="00DB2E57"/>
    <w:rsid w:val="00DB2E6B"/>
    <w:rsid w:val="00DB2F14"/>
    <w:rsid w:val="00DB3633"/>
    <w:rsid w:val="00DB3DDB"/>
    <w:rsid w:val="00DB44A6"/>
    <w:rsid w:val="00DB4638"/>
    <w:rsid w:val="00DB46D8"/>
    <w:rsid w:val="00DB485D"/>
    <w:rsid w:val="00DB4CCD"/>
    <w:rsid w:val="00DB4D83"/>
    <w:rsid w:val="00DB52DB"/>
    <w:rsid w:val="00DB59E2"/>
    <w:rsid w:val="00DB5A4D"/>
    <w:rsid w:val="00DB5BFC"/>
    <w:rsid w:val="00DB5DF0"/>
    <w:rsid w:val="00DB5EFC"/>
    <w:rsid w:val="00DB5F2F"/>
    <w:rsid w:val="00DB60A4"/>
    <w:rsid w:val="00DB734A"/>
    <w:rsid w:val="00DB78C8"/>
    <w:rsid w:val="00DB7B3F"/>
    <w:rsid w:val="00DC0088"/>
    <w:rsid w:val="00DC025D"/>
    <w:rsid w:val="00DC0492"/>
    <w:rsid w:val="00DC05D0"/>
    <w:rsid w:val="00DC0904"/>
    <w:rsid w:val="00DC097D"/>
    <w:rsid w:val="00DC0A8D"/>
    <w:rsid w:val="00DC0D45"/>
    <w:rsid w:val="00DC0D5E"/>
    <w:rsid w:val="00DC0E3F"/>
    <w:rsid w:val="00DC1257"/>
    <w:rsid w:val="00DC197A"/>
    <w:rsid w:val="00DC1DA3"/>
    <w:rsid w:val="00DC201C"/>
    <w:rsid w:val="00DC205A"/>
    <w:rsid w:val="00DC25D9"/>
    <w:rsid w:val="00DC2715"/>
    <w:rsid w:val="00DC2967"/>
    <w:rsid w:val="00DC2EEB"/>
    <w:rsid w:val="00DC39CD"/>
    <w:rsid w:val="00DC4011"/>
    <w:rsid w:val="00DC414A"/>
    <w:rsid w:val="00DC420C"/>
    <w:rsid w:val="00DC421F"/>
    <w:rsid w:val="00DC463E"/>
    <w:rsid w:val="00DC46CF"/>
    <w:rsid w:val="00DC488A"/>
    <w:rsid w:val="00DC48FA"/>
    <w:rsid w:val="00DC4AAF"/>
    <w:rsid w:val="00DC4E46"/>
    <w:rsid w:val="00DC4F8C"/>
    <w:rsid w:val="00DC5367"/>
    <w:rsid w:val="00DC53DE"/>
    <w:rsid w:val="00DC564D"/>
    <w:rsid w:val="00DC577B"/>
    <w:rsid w:val="00DC595E"/>
    <w:rsid w:val="00DC5E2F"/>
    <w:rsid w:val="00DC6155"/>
    <w:rsid w:val="00DC6927"/>
    <w:rsid w:val="00DC6A45"/>
    <w:rsid w:val="00DC6E03"/>
    <w:rsid w:val="00DC7720"/>
    <w:rsid w:val="00DC7849"/>
    <w:rsid w:val="00DC78B5"/>
    <w:rsid w:val="00DC7AA3"/>
    <w:rsid w:val="00DC7C9E"/>
    <w:rsid w:val="00DD024D"/>
    <w:rsid w:val="00DD0380"/>
    <w:rsid w:val="00DD0824"/>
    <w:rsid w:val="00DD09F7"/>
    <w:rsid w:val="00DD0A01"/>
    <w:rsid w:val="00DD0BF4"/>
    <w:rsid w:val="00DD0F53"/>
    <w:rsid w:val="00DD0FFC"/>
    <w:rsid w:val="00DD10B6"/>
    <w:rsid w:val="00DD1166"/>
    <w:rsid w:val="00DD124E"/>
    <w:rsid w:val="00DD131D"/>
    <w:rsid w:val="00DD154E"/>
    <w:rsid w:val="00DD19A7"/>
    <w:rsid w:val="00DD1A66"/>
    <w:rsid w:val="00DD1AC6"/>
    <w:rsid w:val="00DD1CE8"/>
    <w:rsid w:val="00DD24D3"/>
    <w:rsid w:val="00DD2A54"/>
    <w:rsid w:val="00DD2C97"/>
    <w:rsid w:val="00DD2CF8"/>
    <w:rsid w:val="00DD2F87"/>
    <w:rsid w:val="00DD3177"/>
    <w:rsid w:val="00DD31EC"/>
    <w:rsid w:val="00DD32E5"/>
    <w:rsid w:val="00DD3679"/>
    <w:rsid w:val="00DD3A97"/>
    <w:rsid w:val="00DD3BAA"/>
    <w:rsid w:val="00DD3D5E"/>
    <w:rsid w:val="00DD41BE"/>
    <w:rsid w:val="00DD4244"/>
    <w:rsid w:val="00DD46C6"/>
    <w:rsid w:val="00DD4D71"/>
    <w:rsid w:val="00DD5039"/>
    <w:rsid w:val="00DD5068"/>
    <w:rsid w:val="00DD5628"/>
    <w:rsid w:val="00DD5B04"/>
    <w:rsid w:val="00DD5C86"/>
    <w:rsid w:val="00DD5E61"/>
    <w:rsid w:val="00DD60FD"/>
    <w:rsid w:val="00DD658D"/>
    <w:rsid w:val="00DD742C"/>
    <w:rsid w:val="00DD768A"/>
    <w:rsid w:val="00DD770D"/>
    <w:rsid w:val="00DD7796"/>
    <w:rsid w:val="00DD7C91"/>
    <w:rsid w:val="00DD7DB0"/>
    <w:rsid w:val="00DE0509"/>
    <w:rsid w:val="00DE0522"/>
    <w:rsid w:val="00DE0742"/>
    <w:rsid w:val="00DE0755"/>
    <w:rsid w:val="00DE085B"/>
    <w:rsid w:val="00DE0D5E"/>
    <w:rsid w:val="00DE0E0C"/>
    <w:rsid w:val="00DE1259"/>
    <w:rsid w:val="00DE132B"/>
    <w:rsid w:val="00DE1453"/>
    <w:rsid w:val="00DE1479"/>
    <w:rsid w:val="00DE1670"/>
    <w:rsid w:val="00DE20B0"/>
    <w:rsid w:val="00DE2137"/>
    <w:rsid w:val="00DE2330"/>
    <w:rsid w:val="00DE2390"/>
    <w:rsid w:val="00DE262E"/>
    <w:rsid w:val="00DE323B"/>
    <w:rsid w:val="00DE34A6"/>
    <w:rsid w:val="00DE3900"/>
    <w:rsid w:val="00DE3E74"/>
    <w:rsid w:val="00DE3F20"/>
    <w:rsid w:val="00DE3F25"/>
    <w:rsid w:val="00DE457A"/>
    <w:rsid w:val="00DE466D"/>
    <w:rsid w:val="00DE47D2"/>
    <w:rsid w:val="00DE487B"/>
    <w:rsid w:val="00DE48D3"/>
    <w:rsid w:val="00DE4AA1"/>
    <w:rsid w:val="00DE541B"/>
    <w:rsid w:val="00DE5A5B"/>
    <w:rsid w:val="00DE5EAC"/>
    <w:rsid w:val="00DE60F3"/>
    <w:rsid w:val="00DE61CC"/>
    <w:rsid w:val="00DE65E8"/>
    <w:rsid w:val="00DE69F5"/>
    <w:rsid w:val="00DE7111"/>
    <w:rsid w:val="00DE71E0"/>
    <w:rsid w:val="00DE72B6"/>
    <w:rsid w:val="00DE742B"/>
    <w:rsid w:val="00DE7671"/>
    <w:rsid w:val="00DE79FD"/>
    <w:rsid w:val="00DE7C91"/>
    <w:rsid w:val="00DF0122"/>
    <w:rsid w:val="00DF0B84"/>
    <w:rsid w:val="00DF0D5D"/>
    <w:rsid w:val="00DF0EE1"/>
    <w:rsid w:val="00DF106B"/>
    <w:rsid w:val="00DF1363"/>
    <w:rsid w:val="00DF1646"/>
    <w:rsid w:val="00DF1AD8"/>
    <w:rsid w:val="00DF1E13"/>
    <w:rsid w:val="00DF24AF"/>
    <w:rsid w:val="00DF2B12"/>
    <w:rsid w:val="00DF2BEE"/>
    <w:rsid w:val="00DF2EE7"/>
    <w:rsid w:val="00DF30D6"/>
    <w:rsid w:val="00DF30D9"/>
    <w:rsid w:val="00DF312E"/>
    <w:rsid w:val="00DF31A1"/>
    <w:rsid w:val="00DF3296"/>
    <w:rsid w:val="00DF3370"/>
    <w:rsid w:val="00DF3B73"/>
    <w:rsid w:val="00DF3B90"/>
    <w:rsid w:val="00DF3B97"/>
    <w:rsid w:val="00DF3D5A"/>
    <w:rsid w:val="00DF44A2"/>
    <w:rsid w:val="00DF4890"/>
    <w:rsid w:val="00DF490B"/>
    <w:rsid w:val="00DF52EF"/>
    <w:rsid w:val="00DF537C"/>
    <w:rsid w:val="00DF543E"/>
    <w:rsid w:val="00DF549B"/>
    <w:rsid w:val="00DF56FD"/>
    <w:rsid w:val="00DF5818"/>
    <w:rsid w:val="00DF5C1D"/>
    <w:rsid w:val="00DF630B"/>
    <w:rsid w:val="00DF64CE"/>
    <w:rsid w:val="00DF655A"/>
    <w:rsid w:val="00DF6683"/>
    <w:rsid w:val="00DF684D"/>
    <w:rsid w:val="00DF6C2F"/>
    <w:rsid w:val="00DF70E2"/>
    <w:rsid w:val="00DF718A"/>
    <w:rsid w:val="00DF7355"/>
    <w:rsid w:val="00DF7A13"/>
    <w:rsid w:val="00DF7D33"/>
    <w:rsid w:val="00DF7D84"/>
    <w:rsid w:val="00DF7D93"/>
    <w:rsid w:val="00DF7E3F"/>
    <w:rsid w:val="00DF7FFE"/>
    <w:rsid w:val="00E002BC"/>
    <w:rsid w:val="00E00360"/>
    <w:rsid w:val="00E0073A"/>
    <w:rsid w:val="00E00790"/>
    <w:rsid w:val="00E00925"/>
    <w:rsid w:val="00E00AEB"/>
    <w:rsid w:val="00E00F1B"/>
    <w:rsid w:val="00E00F75"/>
    <w:rsid w:val="00E01431"/>
    <w:rsid w:val="00E017AB"/>
    <w:rsid w:val="00E01B76"/>
    <w:rsid w:val="00E0267B"/>
    <w:rsid w:val="00E026C4"/>
    <w:rsid w:val="00E029B5"/>
    <w:rsid w:val="00E02B8F"/>
    <w:rsid w:val="00E0327A"/>
    <w:rsid w:val="00E03A2C"/>
    <w:rsid w:val="00E03E38"/>
    <w:rsid w:val="00E03FEE"/>
    <w:rsid w:val="00E0431E"/>
    <w:rsid w:val="00E04404"/>
    <w:rsid w:val="00E048F1"/>
    <w:rsid w:val="00E04973"/>
    <w:rsid w:val="00E04AC6"/>
    <w:rsid w:val="00E04BFC"/>
    <w:rsid w:val="00E05065"/>
    <w:rsid w:val="00E0512D"/>
    <w:rsid w:val="00E0540D"/>
    <w:rsid w:val="00E054FB"/>
    <w:rsid w:val="00E05613"/>
    <w:rsid w:val="00E057A1"/>
    <w:rsid w:val="00E06182"/>
    <w:rsid w:val="00E0641D"/>
    <w:rsid w:val="00E064AF"/>
    <w:rsid w:val="00E06594"/>
    <w:rsid w:val="00E0677B"/>
    <w:rsid w:val="00E0692D"/>
    <w:rsid w:val="00E06E6E"/>
    <w:rsid w:val="00E06F13"/>
    <w:rsid w:val="00E07293"/>
    <w:rsid w:val="00E073D8"/>
    <w:rsid w:val="00E076B2"/>
    <w:rsid w:val="00E07770"/>
    <w:rsid w:val="00E0783F"/>
    <w:rsid w:val="00E07858"/>
    <w:rsid w:val="00E07A3F"/>
    <w:rsid w:val="00E07B0F"/>
    <w:rsid w:val="00E103B9"/>
    <w:rsid w:val="00E108A1"/>
    <w:rsid w:val="00E10E19"/>
    <w:rsid w:val="00E10FFA"/>
    <w:rsid w:val="00E113FB"/>
    <w:rsid w:val="00E117B6"/>
    <w:rsid w:val="00E11806"/>
    <w:rsid w:val="00E118FC"/>
    <w:rsid w:val="00E11BB1"/>
    <w:rsid w:val="00E11CAB"/>
    <w:rsid w:val="00E11E3E"/>
    <w:rsid w:val="00E11EE5"/>
    <w:rsid w:val="00E12450"/>
    <w:rsid w:val="00E125E0"/>
    <w:rsid w:val="00E12789"/>
    <w:rsid w:val="00E12D7C"/>
    <w:rsid w:val="00E12FF4"/>
    <w:rsid w:val="00E12FFC"/>
    <w:rsid w:val="00E130AB"/>
    <w:rsid w:val="00E13242"/>
    <w:rsid w:val="00E134CC"/>
    <w:rsid w:val="00E13802"/>
    <w:rsid w:val="00E13AC7"/>
    <w:rsid w:val="00E13ADD"/>
    <w:rsid w:val="00E13B1C"/>
    <w:rsid w:val="00E13C4B"/>
    <w:rsid w:val="00E13F75"/>
    <w:rsid w:val="00E14267"/>
    <w:rsid w:val="00E1463B"/>
    <w:rsid w:val="00E14C6F"/>
    <w:rsid w:val="00E14D56"/>
    <w:rsid w:val="00E15280"/>
    <w:rsid w:val="00E15607"/>
    <w:rsid w:val="00E15810"/>
    <w:rsid w:val="00E15DCE"/>
    <w:rsid w:val="00E161A0"/>
    <w:rsid w:val="00E16398"/>
    <w:rsid w:val="00E1678A"/>
    <w:rsid w:val="00E16FF7"/>
    <w:rsid w:val="00E170C2"/>
    <w:rsid w:val="00E179F7"/>
    <w:rsid w:val="00E204C4"/>
    <w:rsid w:val="00E20823"/>
    <w:rsid w:val="00E20DC3"/>
    <w:rsid w:val="00E21177"/>
    <w:rsid w:val="00E2117F"/>
    <w:rsid w:val="00E21474"/>
    <w:rsid w:val="00E21560"/>
    <w:rsid w:val="00E21963"/>
    <w:rsid w:val="00E21BC5"/>
    <w:rsid w:val="00E21CCD"/>
    <w:rsid w:val="00E21CD5"/>
    <w:rsid w:val="00E2203A"/>
    <w:rsid w:val="00E22139"/>
    <w:rsid w:val="00E22364"/>
    <w:rsid w:val="00E22C3A"/>
    <w:rsid w:val="00E23773"/>
    <w:rsid w:val="00E23C6A"/>
    <w:rsid w:val="00E23FA8"/>
    <w:rsid w:val="00E2404B"/>
    <w:rsid w:val="00E243AF"/>
    <w:rsid w:val="00E244B5"/>
    <w:rsid w:val="00E24AB5"/>
    <w:rsid w:val="00E24D36"/>
    <w:rsid w:val="00E24D95"/>
    <w:rsid w:val="00E24E4E"/>
    <w:rsid w:val="00E24FEC"/>
    <w:rsid w:val="00E253E2"/>
    <w:rsid w:val="00E256C8"/>
    <w:rsid w:val="00E25700"/>
    <w:rsid w:val="00E25996"/>
    <w:rsid w:val="00E25D36"/>
    <w:rsid w:val="00E264F0"/>
    <w:rsid w:val="00E26543"/>
    <w:rsid w:val="00E26863"/>
    <w:rsid w:val="00E268BF"/>
    <w:rsid w:val="00E26B2A"/>
    <w:rsid w:val="00E26E64"/>
    <w:rsid w:val="00E26F0F"/>
    <w:rsid w:val="00E2758B"/>
    <w:rsid w:val="00E277CE"/>
    <w:rsid w:val="00E27A1F"/>
    <w:rsid w:val="00E27A80"/>
    <w:rsid w:val="00E27A96"/>
    <w:rsid w:val="00E27B2C"/>
    <w:rsid w:val="00E27B6E"/>
    <w:rsid w:val="00E30327"/>
    <w:rsid w:val="00E30393"/>
    <w:rsid w:val="00E30394"/>
    <w:rsid w:val="00E30460"/>
    <w:rsid w:val="00E304B6"/>
    <w:rsid w:val="00E3066E"/>
    <w:rsid w:val="00E308F4"/>
    <w:rsid w:val="00E3095B"/>
    <w:rsid w:val="00E309B1"/>
    <w:rsid w:val="00E30AC2"/>
    <w:rsid w:val="00E30B30"/>
    <w:rsid w:val="00E30F89"/>
    <w:rsid w:val="00E31033"/>
    <w:rsid w:val="00E3125B"/>
    <w:rsid w:val="00E312F1"/>
    <w:rsid w:val="00E3161E"/>
    <w:rsid w:val="00E318F8"/>
    <w:rsid w:val="00E31A3E"/>
    <w:rsid w:val="00E32229"/>
    <w:rsid w:val="00E3228E"/>
    <w:rsid w:val="00E324DA"/>
    <w:rsid w:val="00E32602"/>
    <w:rsid w:val="00E328B8"/>
    <w:rsid w:val="00E32A0F"/>
    <w:rsid w:val="00E32C31"/>
    <w:rsid w:val="00E32DAA"/>
    <w:rsid w:val="00E32EDD"/>
    <w:rsid w:val="00E331F2"/>
    <w:rsid w:val="00E333F0"/>
    <w:rsid w:val="00E33838"/>
    <w:rsid w:val="00E338C1"/>
    <w:rsid w:val="00E339CF"/>
    <w:rsid w:val="00E33EA2"/>
    <w:rsid w:val="00E34033"/>
    <w:rsid w:val="00E3403D"/>
    <w:rsid w:val="00E348F8"/>
    <w:rsid w:val="00E34924"/>
    <w:rsid w:val="00E349CC"/>
    <w:rsid w:val="00E34AB6"/>
    <w:rsid w:val="00E34B9E"/>
    <w:rsid w:val="00E35002"/>
    <w:rsid w:val="00E3515E"/>
    <w:rsid w:val="00E3519E"/>
    <w:rsid w:val="00E35362"/>
    <w:rsid w:val="00E356AD"/>
    <w:rsid w:val="00E357C6"/>
    <w:rsid w:val="00E358EA"/>
    <w:rsid w:val="00E35CCB"/>
    <w:rsid w:val="00E3646F"/>
    <w:rsid w:val="00E364C4"/>
    <w:rsid w:val="00E365E7"/>
    <w:rsid w:val="00E36965"/>
    <w:rsid w:val="00E36D5F"/>
    <w:rsid w:val="00E37363"/>
    <w:rsid w:val="00E3765F"/>
    <w:rsid w:val="00E378FF"/>
    <w:rsid w:val="00E37DA9"/>
    <w:rsid w:val="00E40089"/>
    <w:rsid w:val="00E4085B"/>
    <w:rsid w:val="00E40897"/>
    <w:rsid w:val="00E40913"/>
    <w:rsid w:val="00E40A46"/>
    <w:rsid w:val="00E40B31"/>
    <w:rsid w:val="00E40D17"/>
    <w:rsid w:val="00E40EE6"/>
    <w:rsid w:val="00E410FE"/>
    <w:rsid w:val="00E41332"/>
    <w:rsid w:val="00E413E2"/>
    <w:rsid w:val="00E4163E"/>
    <w:rsid w:val="00E41A58"/>
    <w:rsid w:val="00E41B54"/>
    <w:rsid w:val="00E41C3D"/>
    <w:rsid w:val="00E41C9B"/>
    <w:rsid w:val="00E42013"/>
    <w:rsid w:val="00E4202F"/>
    <w:rsid w:val="00E420F0"/>
    <w:rsid w:val="00E421C8"/>
    <w:rsid w:val="00E4250B"/>
    <w:rsid w:val="00E42736"/>
    <w:rsid w:val="00E42961"/>
    <w:rsid w:val="00E42AD0"/>
    <w:rsid w:val="00E42CDF"/>
    <w:rsid w:val="00E42E12"/>
    <w:rsid w:val="00E432D3"/>
    <w:rsid w:val="00E43430"/>
    <w:rsid w:val="00E4372D"/>
    <w:rsid w:val="00E43AFC"/>
    <w:rsid w:val="00E43E53"/>
    <w:rsid w:val="00E43F95"/>
    <w:rsid w:val="00E441F4"/>
    <w:rsid w:val="00E443A2"/>
    <w:rsid w:val="00E443CD"/>
    <w:rsid w:val="00E44619"/>
    <w:rsid w:val="00E4462B"/>
    <w:rsid w:val="00E44748"/>
    <w:rsid w:val="00E4481D"/>
    <w:rsid w:val="00E44843"/>
    <w:rsid w:val="00E44E4D"/>
    <w:rsid w:val="00E4501D"/>
    <w:rsid w:val="00E45059"/>
    <w:rsid w:val="00E453DE"/>
    <w:rsid w:val="00E4561E"/>
    <w:rsid w:val="00E45721"/>
    <w:rsid w:val="00E45BCC"/>
    <w:rsid w:val="00E45F26"/>
    <w:rsid w:val="00E4677C"/>
    <w:rsid w:val="00E46B65"/>
    <w:rsid w:val="00E46E6E"/>
    <w:rsid w:val="00E46F5B"/>
    <w:rsid w:val="00E47027"/>
    <w:rsid w:val="00E478EE"/>
    <w:rsid w:val="00E47C3A"/>
    <w:rsid w:val="00E47DE2"/>
    <w:rsid w:val="00E5020F"/>
    <w:rsid w:val="00E503E6"/>
    <w:rsid w:val="00E519BF"/>
    <w:rsid w:val="00E51AD3"/>
    <w:rsid w:val="00E520EB"/>
    <w:rsid w:val="00E52188"/>
    <w:rsid w:val="00E52268"/>
    <w:rsid w:val="00E5248E"/>
    <w:rsid w:val="00E52A75"/>
    <w:rsid w:val="00E52C26"/>
    <w:rsid w:val="00E52DD9"/>
    <w:rsid w:val="00E52DEC"/>
    <w:rsid w:val="00E52E3E"/>
    <w:rsid w:val="00E52F9A"/>
    <w:rsid w:val="00E53215"/>
    <w:rsid w:val="00E536AC"/>
    <w:rsid w:val="00E53E2F"/>
    <w:rsid w:val="00E541BE"/>
    <w:rsid w:val="00E5420E"/>
    <w:rsid w:val="00E54C93"/>
    <w:rsid w:val="00E54F90"/>
    <w:rsid w:val="00E5505B"/>
    <w:rsid w:val="00E55117"/>
    <w:rsid w:val="00E55125"/>
    <w:rsid w:val="00E55260"/>
    <w:rsid w:val="00E554A2"/>
    <w:rsid w:val="00E55558"/>
    <w:rsid w:val="00E55652"/>
    <w:rsid w:val="00E556DA"/>
    <w:rsid w:val="00E55A99"/>
    <w:rsid w:val="00E55F14"/>
    <w:rsid w:val="00E561DE"/>
    <w:rsid w:val="00E563D8"/>
    <w:rsid w:val="00E564E6"/>
    <w:rsid w:val="00E56609"/>
    <w:rsid w:val="00E567AA"/>
    <w:rsid w:val="00E56807"/>
    <w:rsid w:val="00E56AE4"/>
    <w:rsid w:val="00E56CEB"/>
    <w:rsid w:val="00E56D2B"/>
    <w:rsid w:val="00E56D2E"/>
    <w:rsid w:val="00E56D40"/>
    <w:rsid w:val="00E56E75"/>
    <w:rsid w:val="00E5746D"/>
    <w:rsid w:val="00E576C4"/>
    <w:rsid w:val="00E577B9"/>
    <w:rsid w:val="00E577CF"/>
    <w:rsid w:val="00E57807"/>
    <w:rsid w:val="00E57A6E"/>
    <w:rsid w:val="00E57CEC"/>
    <w:rsid w:val="00E60785"/>
    <w:rsid w:val="00E60D0A"/>
    <w:rsid w:val="00E60D6E"/>
    <w:rsid w:val="00E6126D"/>
    <w:rsid w:val="00E612DA"/>
    <w:rsid w:val="00E61347"/>
    <w:rsid w:val="00E61595"/>
    <w:rsid w:val="00E6169A"/>
    <w:rsid w:val="00E619BC"/>
    <w:rsid w:val="00E61F10"/>
    <w:rsid w:val="00E61F32"/>
    <w:rsid w:val="00E61F8F"/>
    <w:rsid w:val="00E621A3"/>
    <w:rsid w:val="00E6220C"/>
    <w:rsid w:val="00E622DB"/>
    <w:rsid w:val="00E6276B"/>
    <w:rsid w:val="00E6281B"/>
    <w:rsid w:val="00E628A6"/>
    <w:rsid w:val="00E62F27"/>
    <w:rsid w:val="00E630E8"/>
    <w:rsid w:val="00E6339D"/>
    <w:rsid w:val="00E6359E"/>
    <w:rsid w:val="00E6361F"/>
    <w:rsid w:val="00E63C58"/>
    <w:rsid w:val="00E63E98"/>
    <w:rsid w:val="00E64059"/>
    <w:rsid w:val="00E6405A"/>
    <w:rsid w:val="00E64120"/>
    <w:rsid w:val="00E64607"/>
    <w:rsid w:val="00E64A5A"/>
    <w:rsid w:val="00E64CBF"/>
    <w:rsid w:val="00E64CC7"/>
    <w:rsid w:val="00E65E0D"/>
    <w:rsid w:val="00E65E35"/>
    <w:rsid w:val="00E664F7"/>
    <w:rsid w:val="00E666C7"/>
    <w:rsid w:val="00E6688A"/>
    <w:rsid w:val="00E668D4"/>
    <w:rsid w:val="00E66D16"/>
    <w:rsid w:val="00E675D1"/>
    <w:rsid w:val="00E67623"/>
    <w:rsid w:val="00E67C10"/>
    <w:rsid w:val="00E67CDA"/>
    <w:rsid w:val="00E67EB4"/>
    <w:rsid w:val="00E67FEC"/>
    <w:rsid w:val="00E703B5"/>
    <w:rsid w:val="00E70534"/>
    <w:rsid w:val="00E70D17"/>
    <w:rsid w:val="00E7108C"/>
    <w:rsid w:val="00E7120D"/>
    <w:rsid w:val="00E7125B"/>
    <w:rsid w:val="00E71600"/>
    <w:rsid w:val="00E719FB"/>
    <w:rsid w:val="00E71A65"/>
    <w:rsid w:val="00E71B19"/>
    <w:rsid w:val="00E71B94"/>
    <w:rsid w:val="00E71BD1"/>
    <w:rsid w:val="00E71CC0"/>
    <w:rsid w:val="00E71D3A"/>
    <w:rsid w:val="00E72172"/>
    <w:rsid w:val="00E72214"/>
    <w:rsid w:val="00E7259B"/>
    <w:rsid w:val="00E727FA"/>
    <w:rsid w:val="00E72940"/>
    <w:rsid w:val="00E72B3D"/>
    <w:rsid w:val="00E73766"/>
    <w:rsid w:val="00E737A5"/>
    <w:rsid w:val="00E737FA"/>
    <w:rsid w:val="00E73D36"/>
    <w:rsid w:val="00E73E4E"/>
    <w:rsid w:val="00E73EA9"/>
    <w:rsid w:val="00E7411A"/>
    <w:rsid w:val="00E7436C"/>
    <w:rsid w:val="00E74809"/>
    <w:rsid w:val="00E755B5"/>
    <w:rsid w:val="00E759A3"/>
    <w:rsid w:val="00E75A37"/>
    <w:rsid w:val="00E75BFF"/>
    <w:rsid w:val="00E75D68"/>
    <w:rsid w:val="00E75E42"/>
    <w:rsid w:val="00E76068"/>
    <w:rsid w:val="00E76485"/>
    <w:rsid w:val="00E76DAE"/>
    <w:rsid w:val="00E76F59"/>
    <w:rsid w:val="00E7709B"/>
    <w:rsid w:val="00E771FF"/>
    <w:rsid w:val="00E774F4"/>
    <w:rsid w:val="00E77F63"/>
    <w:rsid w:val="00E80153"/>
    <w:rsid w:val="00E8092F"/>
    <w:rsid w:val="00E80A93"/>
    <w:rsid w:val="00E80B94"/>
    <w:rsid w:val="00E80D9E"/>
    <w:rsid w:val="00E81066"/>
    <w:rsid w:val="00E81106"/>
    <w:rsid w:val="00E811B7"/>
    <w:rsid w:val="00E81234"/>
    <w:rsid w:val="00E81908"/>
    <w:rsid w:val="00E81C74"/>
    <w:rsid w:val="00E81E5C"/>
    <w:rsid w:val="00E82439"/>
    <w:rsid w:val="00E82716"/>
    <w:rsid w:val="00E82928"/>
    <w:rsid w:val="00E8294A"/>
    <w:rsid w:val="00E82C1F"/>
    <w:rsid w:val="00E82D6C"/>
    <w:rsid w:val="00E82F15"/>
    <w:rsid w:val="00E832F3"/>
    <w:rsid w:val="00E83425"/>
    <w:rsid w:val="00E835FC"/>
    <w:rsid w:val="00E83898"/>
    <w:rsid w:val="00E83A4F"/>
    <w:rsid w:val="00E83BE7"/>
    <w:rsid w:val="00E8400A"/>
    <w:rsid w:val="00E840AD"/>
    <w:rsid w:val="00E840CE"/>
    <w:rsid w:val="00E84811"/>
    <w:rsid w:val="00E848A5"/>
    <w:rsid w:val="00E84F89"/>
    <w:rsid w:val="00E84FFA"/>
    <w:rsid w:val="00E8523A"/>
    <w:rsid w:val="00E8543B"/>
    <w:rsid w:val="00E856D4"/>
    <w:rsid w:val="00E85770"/>
    <w:rsid w:val="00E85D94"/>
    <w:rsid w:val="00E8653A"/>
    <w:rsid w:val="00E866B1"/>
    <w:rsid w:val="00E866CB"/>
    <w:rsid w:val="00E86863"/>
    <w:rsid w:val="00E86E68"/>
    <w:rsid w:val="00E8739F"/>
    <w:rsid w:val="00E87680"/>
    <w:rsid w:val="00E8794D"/>
    <w:rsid w:val="00E87C21"/>
    <w:rsid w:val="00E87D9B"/>
    <w:rsid w:val="00E903A1"/>
    <w:rsid w:val="00E905C9"/>
    <w:rsid w:val="00E90D95"/>
    <w:rsid w:val="00E90EC0"/>
    <w:rsid w:val="00E91049"/>
    <w:rsid w:val="00E91419"/>
    <w:rsid w:val="00E9152C"/>
    <w:rsid w:val="00E9170E"/>
    <w:rsid w:val="00E9181D"/>
    <w:rsid w:val="00E91C50"/>
    <w:rsid w:val="00E91CBE"/>
    <w:rsid w:val="00E91EAF"/>
    <w:rsid w:val="00E923EA"/>
    <w:rsid w:val="00E9245D"/>
    <w:rsid w:val="00E92B1D"/>
    <w:rsid w:val="00E92C90"/>
    <w:rsid w:val="00E93107"/>
    <w:rsid w:val="00E93283"/>
    <w:rsid w:val="00E9328D"/>
    <w:rsid w:val="00E93449"/>
    <w:rsid w:val="00E93A8A"/>
    <w:rsid w:val="00E93ACD"/>
    <w:rsid w:val="00E93D32"/>
    <w:rsid w:val="00E94003"/>
    <w:rsid w:val="00E94046"/>
    <w:rsid w:val="00E9479C"/>
    <w:rsid w:val="00E94808"/>
    <w:rsid w:val="00E9485A"/>
    <w:rsid w:val="00E94C66"/>
    <w:rsid w:val="00E95261"/>
    <w:rsid w:val="00E954E9"/>
    <w:rsid w:val="00E954EB"/>
    <w:rsid w:val="00E95AB6"/>
    <w:rsid w:val="00E95AD7"/>
    <w:rsid w:val="00E95C6F"/>
    <w:rsid w:val="00E95CDE"/>
    <w:rsid w:val="00E95D2A"/>
    <w:rsid w:val="00E95E34"/>
    <w:rsid w:val="00E960D2"/>
    <w:rsid w:val="00E96510"/>
    <w:rsid w:val="00E967AA"/>
    <w:rsid w:val="00E96BCD"/>
    <w:rsid w:val="00E96ED9"/>
    <w:rsid w:val="00E96EF3"/>
    <w:rsid w:val="00E97040"/>
    <w:rsid w:val="00E974F5"/>
    <w:rsid w:val="00E9756F"/>
    <w:rsid w:val="00E975EE"/>
    <w:rsid w:val="00E97799"/>
    <w:rsid w:val="00E97F21"/>
    <w:rsid w:val="00E97FD8"/>
    <w:rsid w:val="00EA004D"/>
    <w:rsid w:val="00EA01D6"/>
    <w:rsid w:val="00EA034C"/>
    <w:rsid w:val="00EA058B"/>
    <w:rsid w:val="00EA0723"/>
    <w:rsid w:val="00EA0771"/>
    <w:rsid w:val="00EA0832"/>
    <w:rsid w:val="00EA0929"/>
    <w:rsid w:val="00EA098B"/>
    <w:rsid w:val="00EA0AD2"/>
    <w:rsid w:val="00EA0B7B"/>
    <w:rsid w:val="00EA0CCA"/>
    <w:rsid w:val="00EA0EC2"/>
    <w:rsid w:val="00EA112B"/>
    <w:rsid w:val="00EA1156"/>
    <w:rsid w:val="00EA132F"/>
    <w:rsid w:val="00EA1377"/>
    <w:rsid w:val="00EA1CCC"/>
    <w:rsid w:val="00EA1E6C"/>
    <w:rsid w:val="00EA200E"/>
    <w:rsid w:val="00EA25AF"/>
    <w:rsid w:val="00EA28B8"/>
    <w:rsid w:val="00EA2A94"/>
    <w:rsid w:val="00EA2AB4"/>
    <w:rsid w:val="00EA31FB"/>
    <w:rsid w:val="00EA32F2"/>
    <w:rsid w:val="00EA3804"/>
    <w:rsid w:val="00EA39DA"/>
    <w:rsid w:val="00EA3AB3"/>
    <w:rsid w:val="00EA3DF8"/>
    <w:rsid w:val="00EA3F24"/>
    <w:rsid w:val="00EA416A"/>
    <w:rsid w:val="00EA456E"/>
    <w:rsid w:val="00EA45ED"/>
    <w:rsid w:val="00EA49F7"/>
    <w:rsid w:val="00EA4AC3"/>
    <w:rsid w:val="00EA4B62"/>
    <w:rsid w:val="00EA56C6"/>
    <w:rsid w:val="00EA57F1"/>
    <w:rsid w:val="00EA5855"/>
    <w:rsid w:val="00EA59A0"/>
    <w:rsid w:val="00EA634B"/>
    <w:rsid w:val="00EA64CC"/>
    <w:rsid w:val="00EA64FA"/>
    <w:rsid w:val="00EA6B8C"/>
    <w:rsid w:val="00EA6C04"/>
    <w:rsid w:val="00EA6C49"/>
    <w:rsid w:val="00EA6EFE"/>
    <w:rsid w:val="00EA7198"/>
    <w:rsid w:val="00EA755E"/>
    <w:rsid w:val="00EA7565"/>
    <w:rsid w:val="00EA756D"/>
    <w:rsid w:val="00EA7E78"/>
    <w:rsid w:val="00EB090F"/>
    <w:rsid w:val="00EB0B3F"/>
    <w:rsid w:val="00EB0D4E"/>
    <w:rsid w:val="00EB0D87"/>
    <w:rsid w:val="00EB1502"/>
    <w:rsid w:val="00EB17C3"/>
    <w:rsid w:val="00EB18C3"/>
    <w:rsid w:val="00EB1D5A"/>
    <w:rsid w:val="00EB2058"/>
    <w:rsid w:val="00EB216A"/>
    <w:rsid w:val="00EB25ED"/>
    <w:rsid w:val="00EB26DC"/>
    <w:rsid w:val="00EB27F2"/>
    <w:rsid w:val="00EB2AC3"/>
    <w:rsid w:val="00EB2B58"/>
    <w:rsid w:val="00EB2E7B"/>
    <w:rsid w:val="00EB33DD"/>
    <w:rsid w:val="00EB3472"/>
    <w:rsid w:val="00EB35DF"/>
    <w:rsid w:val="00EB38D8"/>
    <w:rsid w:val="00EB3EBF"/>
    <w:rsid w:val="00EB416E"/>
    <w:rsid w:val="00EB4225"/>
    <w:rsid w:val="00EB432D"/>
    <w:rsid w:val="00EB5061"/>
    <w:rsid w:val="00EB5283"/>
    <w:rsid w:val="00EB534A"/>
    <w:rsid w:val="00EB540C"/>
    <w:rsid w:val="00EB5746"/>
    <w:rsid w:val="00EB57E4"/>
    <w:rsid w:val="00EB5B6F"/>
    <w:rsid w:val="00EB605F"/>
    <w:rsid w:val="00EB607A"/>
    <w:rsid w:val="00EB6199"/>
    <w:rsid w:val="00EB650E"/>
    <w:rsid w:val="00EB67C3"/>
    <w:rsid w:val="00EB6800"/>
    <w:rsid w:val="00EB6854"/>
    <w:rsid w:val="00EB68AB"/>
    <w:rsid w:val="00EB6934"/>
    <w:rsid w:val="00EB6A5F"/>
    <w:rsid w:val="00EB6D67"/>
    <w:rsid w:val="00EB6F04"/>
    <w:rsid w:val="00EB74E2"/>
    <w:rsid w:val="00EB798D"/>
    <w:rsid w:val="00EC022C"/>
    <w:rsid w:val="00EC0C1F"/>
    <w:rsid w:val="00EC0CBE"/>
    <w:rsid w:val="00EC13F3"/>
    <w:rsid w:val="00EC1C71"/>
    <w:rsid w:val="00EC1D63"/>
    <w:rsid w:val="00EC225C"/>
    <w:rsid w:val="00EC27E4"/>
    <w:rsid w:val="00EC369F"/>
    <w:rsid w:val="00EC3C8C"/>
    <w:rsid w:val="00EC42D2"/>
    <w:rsid w:val="00EC4A06"/>
    <w:rsid w:val="00EC4ACB"/>
    <w:rsid w:val="00EC4C08"/>
    <w:rsid w:val="00EC4E43"/>
    <w:rsid w:val="00EC51B1"/>
    <w:rsid w:val="00EC5263"/>
    <w:rsid w:val="00EC5376"/>
    <w:rsid w:val="00EC5744"/>
    <w:rsid w:val="00EC5872"/>
    <w:rsid w:val="00EC5AC0"/>
    <w:rsid w:val="00EC5BA8"/>
    <w:rsid w:val="00EC5C24"/>
    <w:rsid w:val="00EC699C"/>
    <w:rsid w:val="00EC6D7D"/>
    <w:rsid w:val="00EC6E65"/>
    <w:rsid w:val="00EC6F58"/>
    <w:rsid w:val="00EC70EC"/>
    <w:rsid w:val="00EC71EF"/>
    <w:rsid w:val="00EC7313"/>
    <w:rsid w:val="00EC75C4"/>
    <w:rsid w:val="00EC76BC"/>
    <w:rsid w:val="00EC7953"/>
    <w:rsid w:val="00EC79D2"/>
    <w:rsid w:val="00EC7ABA"/>
    <w:rsid w:val="00EC7AC7"/>
    <w:rsid w:val="00ED06BC"/>
    <w:rsid w:val="00ED126B"/>
    <w:rsid w:val="00ED12F4"/>
    <w:rsid w:val="00ED17C2"/>
    <w:rsid w:val="00ED1AEE"/>
    <w:rsid w:val="00ED1BB9"/>
    <w:rsid w:val="00ED1CCE"/>
    <w:rsid w:val="00ED2063"/>
    <w:rsid w:val="00ED2226"/>
    <w:rsid w:val="00ED2948"/>
    <w:rsid w:val="00ED29BB"/>
    <w:rsid w:val="00ED2EC4"/>
    <w:rsid w:val="00ED3483"/>
    <w:rsid w:val="00ED359E"/>
    <w:rsid w:val="00ED3608"/>
    <w:rsid w:val="00ED36A7"/>
    <w:rsid w:val="00ED37FB"/>
    <w:rsid w:val="00ED4064"/>
    <w:rsid w:val="00ED4394"/>
    <w:rsid w:val="00ED44FB"/>
    <w:rsid w:val="00ED4521"/>
    <w:rsid w:val="00ED4622"/>
    <w:rsid w:val="00ED47B7"/>
    <w:rsid w:val="00ED47D4"/>
    <w:rsid w:val="00ED47EA"/>
    <w:rsid w:val="00ED47F4"/>
    <w:rsid w:val="00ED4F85"/>
    <w:rsid w:val="00ED5269"/>
    <w:rsid w:val="00ED5987"/>
    <w:rsid w:val="00ED69D2"/>
    <w:rsid w:val="00ED6E2D"/>
    <w:rsid w:val="00ED70F2"/>
    <w:rsid w:val="00ED71DA"/>
    <w:rsid w:val="00ED72A7"/>
    <w:rsid w:val="00ED73ED"/>
    <w:rsid w:val="00ED744B"/>
    <w:rsid w:val="00ED74C6"/>
    <w:rsid w:val="00ED7895"/>
    <w:rsid w:val="00ED78A3"/>
    <w:rsid w:val="00ED79ED"/>
    <w:rsid w:val="00ED7C6A"/>
    <w:rsid w:val="00ED7F53"/>
    <w:rsid w:val="00EE01CE"/>
    <w:rsid w:val="00EE06E8"/>
    <w:rsid w:val="00EE07A9"/>
    <w:rsid w:val="00EE0E51"/>
    <w:rsid w:val="00EE14F4"/>
    <w:rsid w:val="00EE1A29"/>
    <w:rsid w:val="00EE1D77"/>
    <w:rsid w:val="00EE21B2"/>
    <w:rsid w:val="00EE2584"/>
    <w:rsid w:val="00EE2A13"/>
    <w:rsid w:val="00EE2D7B"/>
    <w:rsid w:val="00EE34C5"/>
    <w:rsid w:val="00EE352D"/>
    <w:rsid w:val="00EE375C"/>
    <w:rsid w:val="00EE3785"/>
    <w:rsid w:val="00EE37B8"/>
    <w:rsid w:val="00EE386F"/>
    <w:rsid w:val="00EE38D5"/>
    <w:rsid w:val="00EE3D4E"/>
    <w:rsid w:val="00EE3D9B"/>
    <w:rsid w:val="00EE4023"/>
    <w:rsid w:val="00EE41F1"/>
    <w:rsid w:val="00EE444C"/>
    <w:rsid w:val="00EE4455"/>
    <w:rsid w:val="00EE47CA"/>
    <w:rsid w:val="00EE494C"/>
    <w:rsid w:val="00EE494D"/>
    <w:rsid w:val="00EE4DA2"/>
    <w:rsid w:val="00EE55A9"/>
    <w:rsid w:val="00EE58EF"/>
    <w:rsid w:val="00EE5F70"/>
    <w:rsid w:val="00EE64CB"/>
    <w:rsid w:val="00EE65AF"/>
    <w:rsid w:val="00EE66E9"/>
    <w:rsid w:val="00EE679B"/>
    <w:rsid w:val="00EE6CA9"/>
    <w:rsid w:val="00EE6CFF"/>
    <w:rsid w:val="00EE6E08"/>
    <w:rsid w:val="00EE72C5"/>
    <w:rsid w:val="00EE7947"/>
    <w:rsid w:val="00EE7FAB"/>
    <w:rsid w:val="00EE7FE3"/>
    <w:rsid w:val="00EF037F"/>
    <w:rsid w:val="00EF048D"/>
    <w:rsid w:val="00EF092C"/>
    <w:rsid w:val="00EF1132"/>
    <w:rsid w:val="00EF11E5"/>
    <w:rsid w:val="00EF127D"/>
    <w:rsid w:val="00EF159D"/>
    <w:rsid w:val="00EF1714"/>
    <w:rsid w:val="00EF190D"/>
    <w:rsid w:val="00EF1950"/>
    <w:rsid w:val="00EF1C46"/>
    <w:rsid w:val="00EF21BB"/>
    <w:rsid w:val="00EF2475"/>
    <w:rsid w:val="00EF26AF"/>
    <w:rsid w:val="00EF26E7"/>
    <w:rsid w:val="00EF2C7B"/>
    <w:rsid w:val="00EF2CA4"/>
    <w:rsid w:val="00EF2CB2"/>
    <w:rsid w:val="00EF2CF5"/>
    <w:rsid w:val="00EF30D5"/>
    <w:rsid w:val="00EF3234"/>
    <w:rsid w:val="00EF3903"/>
    <w:rsid w:val="00EF3940"/>
    <w:rsid w:val="00EF39DB"/>
    <w:rsid w:val="00EF3A5A"/>
    <w:rsid w:val="00EF3C0E"/>
    <w:rsid w:val="00EF3E25"/>
    <w:rsid w:val="00EF4094"/>
    <w:rsid w:val="00EF40BA"/>
    <w:rsid w:val="00EF472A"/>
    <w:rsid w:val="00EF488D"/>
    <w:rsid w:val="00EF4DB6"/>
    <w:rsid w:val="00EF4E26"/>
    <w:rsid w:val="00EF515A"/>
    <w:rsid w:val="00EF543D"/>
    <w:rsid w:val="00EF5481"/>
    <w:rsid w:val="00EF54EC"/>
    <w:rsid w:val="00EF5530"/>
    <w:rsid w:val="00EF5837"/>
    <w:rsid w:val="00EF5B6C"/>
    <w:rsid w:val="00EF5DE5"/>
    <w:rsid w:val="00EF5ED2"/>
    <w:rsid w:val="00EF6240"/>
    <w:rsid w:val="00EF66E9"/>
    <w:rsid w:val="00EF6859"/>
    <w:rsid w:val="00EF6B41"/>
    <w:rsid w:val="00EF6B90"/>
    <w:rsid w:val="00EF6C4D"/>
    <w:rsid w:val="00EF6EFB"/>
    <w:rsid w:val="00EF7011"/>
    <w:rsid w:val="00EF71A6"/>
    <w:rsid w:val="00EF748A"/>
    <w:rsid w:val="00F0028E"/>
    <w:rsid w:val="00F005D0"/>
    <w:rsid w:val="00F0065A"/>
    <w:rsid w:val="00F00727"/>
    <w:rsid w:val="00F008AB"/>
    <w:rsid w:val="00F00B20"/>
    <w:rsid w:val="00F010D6"/>
    <w:rsid w:val="00F01267"/>
    <w:rsid w:val="00F0136D"/>
    <w:rsid w:val="00F0141B"/>
    <w:rsid w:val="00F0165B"/>
    <w:rsid w:val="00F01764"/>
    <w:rsid w:val="00F0188D"/>
    <w:rsid w:val="00F01EAB"/>
    <w:rsid w:val="00F02622"/>
    <w:rsid w:val="00F02814"/>
    <w:rsid w:val="00F02825"/>
    <w:rsid w:val="00F02A15"/>
    <w:rsid w:val="00F02DAB"/>
    <w:rsid w:val="00F032F4"/>
    <w:rsid w:val="00F03521"/>
    <w:rsid w:val="00F03658"/>
    <w:rsid w:val="00F0371D"/>
    <w:rsid w:val="00F03DAE"/>
    <w:rsid w:val="00F0422C"/>
    <w:rsid w:val="00F047DF"/>
    <w:rsid w:val="00F0495C"/>
    <w:rsid w:val="00F0496A"/>
    <w:rsid w:val="00F04A5D"/>
    <w:rsid w:val="00F04D30"/>
    <w:rsid w:val="00F054F6"/>
    <w:rsid w:val="00F05BF6"/>
    <w:rsid w:val="00F05F62"/>
    <w:rsid w:val="00F06036"/>
    <w:rsid w:val="00F06081"/>
    <w:rsid w:val="00F06483"/>
    <w:rsid w:val="00F065C7"/>
    <w:rsid w:val="00F0676B"/>
    <w:rsid w:val="00F0687F"/>
    <w:rsid w:val="00F0699C"/>
    <w:rsid w:val="00F06AC0"/>
    <w:rsid w:val="00F06BCF"/>
    <w:rsid w:val="00F06D82"/>
    <w:rsid w:val="00F06F1E"/>
    <w:rsid w:val="00F071E6"/>
    <w:rsid w:val="00F073A2"/>
    <w:rsid w:val="00F07448"/>
    <w:rsid w:val="00F07DCC"/>
    <w:rsid w:val="00F10B62"/>
    <w:rsid w:val="00F11024"/>
    <w:rsid w:val="00F11366"/>
    <w:rsid w:val="00F11646"/>
    <w:rsid w:val="00F116D5"/>
    <w:rsid w:val="00F1176F"/>
    <w:rsid w:val="00F118F3"/>
    <w:rsid w:val="00F11B40"/>
    <w:rsid w:val="00F11C52"/>
    <w:rsid w:val="00F11CD0"/>
    <w:rsid w:val="00F12408"/>
    <w:rsid w:val="00F124E9"/>
    <w:rsid w:val="00F13594"/>
    <w:rsid w:val="00F13AD4"/>
    <w:rsid w:val="00F13C12"/>
    <w:rsid w:val="00F13EBF"/>
    <w:rsid w:val="00F141CA"/>
    <w:rsid w:val="00F14ADF"/>
    <w:rsid w:val="00F14D30"/>
    <w:rsid w:val="00F14D35"/>
    <w:rsid w:val="00F14F84"/>
    <w:rsid w:val="00F155BA"/>
    <w:rsid w:val="00F1586A"/>
    <w:rsid w:val="00F158B7"/>
    <w:rsid w:val="00F16013"/>
    <w:rsid w:val="00F1628C"/>
    <w:rsid w:val="00F16AB1"/>
    <w:rsid w:val="00F16F46"/>
    <w:rsid w:val="00F17105"/>
    <w:rsid w:val="00F17498"/>
    <w:rsid w:val="00F17AD3"/>
    <w:rsid w:val="00F17B00"/>
    <w:rsid w:val="00F17BA7"/>
    <w:rsid w:val="00F17FD9"/>
    <w:rsid w:val="00F20538"/>
    <w:rsid w:val="00F20718"/>
    <w:rsid w:val="00F212DE"/>
    <w:rsid w:val="00F21570"/>
    <w:rsid w:val="00F215A6"/>
    <w:rsid w:val="00F21F58"/>
    <w:rsid w:val="00F22403"/>
    <w:rsid w:val="00F2260A"/>
    <w:rsid w:val="00F226EA"/>
    <w:rsid w:val="00F22E95"/>
    <w:rsid w:val="00F2304F"/>
    <w:rsid w:val="00F23050"/>
    <w:rsid w:val="00F2373F"/>
    <w:rsid w:val="00F2386F"/>
    <w:rsid w:val="00F2389F"/>
    <w:rsid w:val="00F23B47"/>
    <w:rsid w:val="00F23E1D"/>
    <w:rsid w:val="00F249E8"/>
    <w:rsid w:val="00F24B68"/>
    <w:rsid w:val="00F24BDA"/>
    <w:rsid w:val="00F24CF8"/>
    <w:rsid w:val="00F2503D"/>
    <w:rsid w:val="00F2558F"/>
    <w:rsid w:val="00F256DA"/>
    <w:rsid w:val="00F25860"/>
    <w:rsid w:val="00F2608F"/>
    <w:rsid w:val="00F26CBB"/>
    <w:rsid w:val="00F2773F"/>
    <w:rsid w:val="00F27E7A"/>
    <w:rsid w:val="00F300A3"/>
    <w:rsid w:val="00F300E8"/>
    <w:rsid w:val="00F3017F"/>
    <w:rsid w:val="00F30617"/>
    <w:rsid w:val="00F306AB"/>
    <w:rsid w:val="00F30AE3"/>
    <w:rsid w:val="00F30C9E"/>
    <w:rsid w:val="00F314D6"/>
    <w:rsid w:val="00F315D8"/>
    <w:rsid w:val="00F31835"/>
    <w:rsid w:val="00F318BF"/>
    <w:rsid w:val="00F318C7"/>
    <w:rsid w:val="00F318EA"/>
    <w:rsid w:val="00F31AC9"/>
    <w:rsid w:val="00F31AF4"/>
    <w:rsid w:val="00F31F79"/>
    <w:rsid w:val="00F320C9"/>
    <w:rsid w:val="00F323AD"/>
    <w:rsid w:val="00F32470"/>
    <w:rsid w:val="00F32528"/>
    <w:rsid w:val="00F328FE"/>
    <w:rsid w:val="00F32913"/>
    <w:rsid w:val="00F32C4D"/>
    <w:rsid w:val="00F32C89"/>
    <w:rsid w:val="00F330AA"/>
    <w:rsid w:val="00F3391D"/>
    <w:rsid w:val="00F33B5B"/>
    <w:rsid w:val="00F33C0B"/>
    <w:rsid w:val="00F344D6"/>
    <w:rsid w:val="00F34C91"/>
    <w:rsid w:val="00F350E6"/>
    <w:rsid w:val="00F3529E"/>
    <w:rsid w:val="00F352B6"/>
    <w:rsid w:val="00F3566A"/>
    <w:rsid w:val="00F3572C"/>
    <w:rsid w:val="00F357DC"/>
    <w:rsid w:val="00F35DAE"/>
    <w:rsid w:val="00F35EB5"/>
    <w:rsid w:val="00F36019"/>
    <w:rsid w:val="00F360B0"/>
    <w:rsid w:val="00F36573"/>
    <w:rsid w:val="00F36675"/>
    <w:rsid w:val="00F36A0A"/>
    <w:rsid w:val="00F36DBE"/>
    <w:rsid w:val="00F37178"/>
    <w:rsid w:val="00F37204"/>
    <w:rsid w:val="00F373CD"/>
    <w:rsid w:val="00F374AB"/>
    <w:rsid w:val="00F376BF"/>
    <w:rsid w:val="00F3775F"/>
    <w:rsid w:val="00F37D92"/>
    <w:rsid w:val="00F401CC"/>
    <w:rsid w:val="00F4075D"/>
    <w:rsid w:val="00F40B26"/>
    <w:rsid w:val="00F40BAA"/>
    <w:rsid w:val="00F41224"/>
    <w:rsid w:val="00F414E3"/>
    <w:rsid w:val="00F416D6"/>
    <w:rsid w:val="00F41819"/>
    <w:rsid w:val="00F419AC"/>
    <w:rsid w:val="00F41AD3"/>
    <w:rsid w:val="00F41AD8"/>
    <w:rsid w:val="00F41B59"/>
    <w:rsid w:val="00F42333"/>
    <w:rsid w:val="00F42351"/>
    <w:rsid w:val="00F4242C"/>
    <w:rsid w:val="00F42531"/>
    <w:rsid w:val="00F426EE"/>
    <w:rsid w:val="00F42781"/>
    <w:rsid w:val="00F4279F"/>
    <w:rsid w:val="00F42C87"/>
    <w:rsid w:val="00F431EC"/>
    <w:rsid w:val="00F433E6"/>
    <w:rsid w:val="00F43491"/>
    <w:rsid w:val="00F436A0"/>
    <w:rsid w:val="00F436BF"/>
    <w:rsid w:val="00F43DAC"/>
    <w:rsid w:val="00F44028"/>
    <w:rsid w:val="00F444B6"/>
    <w:rsid w:val="00F44AC2"/>
    <w:rsid w:val="00F44AF5"/>
    <w:rsid w:val="00F45496"/>
    <w:rsid w:val="00F45863"/>
    <w:rsid w:val="00F46110"/>
    <w:rsid w:val="00F46397"/>
    <w:rsid w:val="00F4649C"/>
    <w:rsid w:val="00F466CE"/>
    <w:rsid w:val="00F46740"/>
    <w:rsid w:val="00F46EB1"/>
    <w:rsid w:val="00F472AB"/>
    <w:rsid w:val="00F47451"/>
    <w:rsid w:val="00F4799C"/>
    <w:rsid w:val="00F47DC2"/>
    <w:rsid w:val="00F47ED5"/>
    <w:rsid w:val="00F47FE4"/>
    <w:rsid w:val="00F5005A"/>
    <w:rsid w:val="00F50B13"/>
    <w:rsid w:val="00F50BBD"/>
    <w:rsid w:val="00F5139D"/>
    <w:rsid w:val="00F51B80"/>
    <w:rsid w:val="00F52693"/>
    <w:rsid w:val="00F5271F"/>
    <w:rsid w:val="00F52B94"/>
    <w:rsid w:val="00F52F12"/>
    <w:rsid w:val="00F52FE8"/>
    <w:rsid w:val="00F530C0"/>
    <w:rsid w:val="00F531D4"/>
    <w:rsid w:val="00F533E1"/>
    <w:rsid w:val="00F5348F"/>
    <w:rsid w:val="00F536F3"/>
    <w:rsid w:val="00F53814"/>
    <w:rsid w:val="00F53986"/>
    <w:rsid w:val="00F53A79"/>
    <w:rsid w:val="00F54246"/>
    <w:rsid w:val="00F54A75"/>
    <w:rsid w:val="00F54B41"/>
    <w:rsid w:val="00F54CF2"/>
    <w:rsid w:val="00F55405"/>
    <w:rsid w:val="00F55721"/>
    <w:rsid w:val="00F5584B"/>
    <w:rsid w:val="00F558E8"/>
    <w:rsid w:val="00F55944"/>
    <w:rsid w:val="00F55C39"/>
    <w:rsid w:val="00F55DB2"/>
    <w:rsid w:val="00F55E27"/>
    <w:rsid w:val="00F5636B"/>
    <w:rsid w:val="00F566C5"/>
    <w:rsid w:val="00F5673F"/>
    <w:rsid w:val="00F56EBF"/>
    <w:rsid w:val="00F570F9"/>
    <w:rsid w:val="00F57161"/>
    <w:rsid w:val="00F571D4"/>
    <w:rsid w:val="00F57471"/>
    <w:rsid w:val="00F57767"/>
    <w:rsid w:val="00F57804"/>
    <w:rsid w:val="00F60200"/>
    <w:rsid w:val="00F6030B"/>
    <w:rsid w:val="00F604D5"/>
    <w:rsid w:val="00F60628"/>
    <w:rsid w:val="00F60B56"/>
    <w:rsid w:val="00F60C2B"/>
    <w:rsid w:val="00F60EBA"/>
    <w:rsid w:val="00F61210"/>
    <w:rsid w:val="00F617E7"/>
    <w:rsid w:val="00F61AB8"/>
    <w:rsid w:val="00F61D5B"/>
    <w:rsid w:val="00F62008"/>
    <w:rsid w:val="00F623FD"/>
    <w:rsid w:val="00F624D9"/>
    <w:rsid w:val="00F62706"/>
    <w:rsid w:val="00F628EB"/>
    <w:rsid w:val="00F62BDE"/>
    <w:rsid w:val="00F62C24"/>
    <w:rsid w:val="00F63032"/>
    <w:rsid w:val="00F6338E"/>
    <w:rsid w:val="00F63544"/>
    <w:rsid w:val="00F63A17"/>
    <w:rsid w:val="00F63C44"/>
    <w:rsid w:val="00F63C55"/>
    <w:rsid w:val="00F63C92"/>
    <w:rsid w:val="00F64806"/>
    <w:rsid w:val="00F648C9"/>
    <w:rsid w:val="00F6494A"/>
    <w:rsid w:val="00F64A69"/>
    <w:rsid w:val="00F64AEC"/>
    <w:rsid w:val="00F65F42"/>
    <w:rsid w:val="00F65FB7"/>
    <w:rsid w:val="00F65FE6"/>
    <w:rsid w:val="00F66717"/>
    <w:rsid w:val="00F66AA4"/>
    <w:rsid w:val="00F6715B"/>
    <w:rsid w:val="00F67540"/>
    <w:rsid w:val="00F67BC8"/>
    <w:rsid w:val="00F67CF1"/>
    <w:rsid w:val="00F70117"/>
    <w:rsid w:val="00F7027F"/>
    <w:rsid w:val="00F70398"/>
    <w:rsid w:val="00F70B9C"/>
    <w:rsid w:val="00F70BD5"/>
    <w:rsid w:val="00F70DDA"/>
    <w:rsid w:val="00F712D0"/>
    <w:rsid w:val="00F71662"/>
    <w:rsid w:val="00F716C0"/>
    <w:rsid w:val="00F71718"/>
    <w:rsid w:val="00F717E3"/>
    <w:rsid w:val="00F718A1"/>
    <w:rsid w:val="00F71BBF"/>
    <w:rsid w:val="00F71CD5"/>
    <w:rsid w:val="00F72423"/>
    <w:rsid w:val="00F72599"/>
    <w:rsid w:val="00F72B63"/>
    <w:rsid w:val="00F72BF2"/>
    <w:rsid w:val="00F72CCE"/>
    <w:rsid w:val="00F72D22"/>
    <w:rsid w:val="00F72F15"/>
    <w:rsid w:val="00F7364B"/>
    <w:rsid w:val="00F73929"/>
    <w:rsid w:val="00F73ACB"/>
    <w:rsid w:val="00F73DBB"/>
    <w:rsid w:val="00F73E7C"/>
    <w:rsid w:val="00F7428A"/>
    <w:rsid w:val="00F745EC"/>
    <w:rsid w:val="00F746E3"/>
    <w:rsid w:val="00F749CA"/>
    <w:rsid w:val="00F752AA"/>
    <w:rsid w:val="00F752EA"/>
    <w:rsid w:val="00F76128"/>
    <w:rsid w:val="00F7613F"/>
    <w:rsid w:val="00F762D1"/>
    <w:rsid w:val="00F76489"/>
    <w:rsid w:val="00F771E8"/>
    <w:rsid w:val="00F776CC"/>
    <w:rsid w:val="00F77E94"/>
    <w:rsid w:val="00F77FDF"/>
    <w:rsid w:val="00F802B5"/>
    <w:rsid w:val="00F80441"/>
    <w:rsid w:val="00F806C4"/>
    <w:rsid w:val="00F807C5"/>
    <w:rsid w:val="00F80DD6"/>
    <w:rsid w:val="00F80DE8"/>
    <w:rsid w:val="00F80E67"/>
    <w:rsid w:val="00F8118B"/>
    <w:rsid w:val="00F818FF"/>
    <w:rsid w:val="00F81960"/>
    <w:rsid w:val="00F825F9"/>
    <w:rsid w:val="00F82A52"/>
    <w:rsid w:val="00F82F5B"/>
    <w:rsid w:val="00F8326D"/>
    <w:rsid w:val="00F83589"/>
    <w:rsid w:val="00F83BB7"/>
    <w:rsid w:val="00F84B75"/>
    <w:rsid w:val="00F850B3"/>
    <w:rsid w:val="00F8533A"/>
    <w:rsid w:val="00F85715"/>
    <w:rsid w:val="00F859D5"/>
    <w:rsid w:val="00F85B3A"/>
    <w:rsid w:val="00F85CAE"/>
    <w:rsid w:val="00F85D20"/>
    <w:rsid w:val="00F8617A"/>
    <w:rsid w:val="00F86578"/>
    <w:rsid w:val="00F866A2"/>
    <w:rsid w:val="00F867D1"/>
    <w:rsid w:val="00F8700F"/>
    <w:rsid w:val="00F87513"/>
    <w:rsid w:val="00F876EC"/>
    <w:rsid w:val="00F87AFA"/>
    <w:rsid w:val="00F87D06"/>
    <w:rsid w:val="00F87D08"/>
    <w:rsid w:val="00F87D65"/>
    <w:rsid w:val="00F903BD"/>
    <w:rsid w:val="00F90BF2"/>
    <w:rsid w:val="00F91260"/>
    <w:rsid w:val="00F91942"/>
    <w:rsid w:val="00F91FA7"/>
    <w:rsid w:val="00F92176"/>
    <w:rsid w:val="00F92460"/>
    <w:rsid w:val="00F92C0E"/>
    <w:rsid w:val="00F92C84"/>
    <w:rsid w:val="00F92E0F"/>
    <w:rsid w:val="00F92E9D"/>
    <w:rsid w:val="00F93217"/>
    <w:rsid w:val="00F934BE"/>
    <w:rsid w:val="00F9358D"/>
    <w:rsid w:val="00F93685"/>
    <w:rsid w:val="00F93944"/>
    <w:rsid w:val="00F93BD1"/>
    <w:rsid w:val="00F93C15"/>
    <w:rsid w:val="00F93C6B"/>
    <w:rsid w:val="00F93D5F"/>
    <w:rsid w:val="00F94174"/>
    <w:rsid w:val="00F941B0"/>
    <w:rsid w:val="00F9439C"/>
    <w:rsid w:val="00F94614"/>
    <w:rsid w:val="00F95AB8"/>
    <w:rsid w:val="00F95CEA"/>
    <w:rsid w:val="00F95E97"/>
    <w:rsid w:val="00F960F9"/>
    <w:rsid w:val="00F9613D"/>
    <w:rsid w:val="00F963F5"/>
    <w:rsid w:val="00F96491"/>
    <w:rsid w:val="00F9660B"/>
    <w:rsid w:val="00F96A48"/>
    <w:rsid w:val="00F96B5F"/>
    <w:rsid w:val="00F96C93"/>
    <w:rsid w:val="00F96F84"/>
    <w:rsid w:val="00F97252"/>
    <w:rsid w:val="00F97271"/>
    <w:rsid w:val="00F97687"/>
    <w:rsid w:val="00F97E85"/>
    <w:rsid w:val="00FA0785"/>
    <w:rsid w:val="00FA0881"/>
    <w:rsid w:val="00FA1544"/>
    <w:rsid w:val="00FA1816"/>
    <w:rsid w:val="00FA1EA0"/>
    <w:rsid w:val="00FA2101"/>
    <w:rsid w:val="00FA2196"/>
    <w:rsid w:val="00FA2F21"/>
    <w:rsid w:val="00FA350F"/>
    <w:rsid w:val="00FA3718"/>
    <w:rsid w:val="00FA3A32"/>
    <w:rsid w:val="00FA3D30"/>
    <w:rsid w:val="00FA3D65"/>
    <w:rsid w:val="00FA3E8C"/>
    <w:rsid w:val="00FA3EB8"/>
    <w:rsid w:val="00FA40A5"/>
    <w:rsid w:val="00FA4800"/>
    <w:rsid w:val="00FA4A2E"/>
    <w:rsid w:val="00FA4D84"/>
    <w:rsid w:val="00FA4E28"/>
    <w:rsid w:val="00FA4F6A"/>
    <w:rsid w:val="00FA51F6"/>
    <w:rsid w:val="00FA54DD"/>
    <w:rsid w:val="00FA5B56"/>
    <w:rsid w:val="00FA5D0F"/>
    <w:rsid w:val="00FA5EC6"/>
    <w:rsid w:val="00FA5F0F"/>
    <w:rsid w:val="00FA61B5"/>
    <w:rsid w:val="00FA66A7"/>
    <w:rsid w:val="00FA69C9"/>
    <w:rsid w:val="00FA6AC2"/>
    <w:rsid w:val="00FA6E09"/>
    <w:rsid w:val="00FA7506"/>
    <w:rsid w:val="00FA7612"/>
    <w:rsid w:val="00FA79E2"/>
    <w:rsid w:val="00FA7A20"/>
    <w:rsid w:val="00FA7AC2"/>
    <w:rsid w:val="00FA7B40"/>
    <w:rsid w:val="00FA7C64"/>
    <w:rsid w:val="00FB02E1"/>
    <w:rsid w:val="00FB0AA7"/>
    <w:rsid w:val="00FB0D8D"/>
    <w:rsid w:val="00FB1095"/>
    <w:rsid w:val="00FB1568"/>
    <w:rsid w:val="00FB1871"/>
    <w:rsid w:val="00FB18D4"/>
    <w:rsid w:val="00FB1FDD"/>
    <w:rsid w:val="00FB2216"/>
    <w:rsid w:val="00FB25D3"/>
    <w:rsid w:val="00FB2721"/>
    <w:rsid w:val="00FB2A4A"/>
    <w:rsid w:val="00FB2D59"/>
    <w:rsid w:val="00FB2DEF"/>
    <w:rsid w:val="00FB305A"/>
    <w:rsid w:val="00FB3430"/>
    <w:rsid w:val="00FB3679"/>
    <w:rsid w:val="00FB4132"/>
    <w:rsid w:val="00FB430C"/>
    <w:rsid w:val="00FB445E"/>
    <w:rsid w:val="00FB46E4"/>
    <w:rsid w:val="00FB488D"/>
    <w:rsid w:val="00FB48CF"/>
    <w:rsid w:val="00FB4F12"/>
    <w:rsid w:val="00FB5057"/>
    <w:rsid w:val="00FB54AB"/>
    <w:rsid w:val="00FB58EF"/>
    <w:rsid w:val="00FB5D9C"/>
    <w:rsid w:val="00FB5F68"/>
    <w:rsid w:val="00FB5F8B"/>
    <w:rsid w:val="00FB61C8"/>
    <w:rsid w:val="00FB6392"/>
    <w:rsid w:val="00FB63FE"/>
    <w:rsid w:val="00FB692C"/>
    <w:rsid w:val="00FB69BE"/>
    <w:rsid w:val="00FB6DE6"/>
    <w:rsid w:val="00FB7003"/>
    <w:rsid w:val="00FB7313"/>
    <w:rsid w:val="00FB7394"/>
    <w:rsid w:val="00FB7B6A"/>
    <w:rsid w:val="00FB7CD6"/>
    <w:rsid w:val="00FB7D26"/>
    <w:rsid w:val="00FC0591"/>
    <w:rsid w:val="00FC075C"/>
    <w:rsid w:val="00FC0BFE"/>
    <w:rsid w:val="00FC0DF9"/>
    <w:rsid w:val="00FC1787"/>
    <w:rsid w:val="00FC1A49"/>
    <w:rsid w:val="00FC1AB9"/>
    <w:rsid w:val="00FC1F33"/>
    <w:rsid w:val="00FC2487"/>
    <w:rsid w:val="00FC2869"/>
    <w:rsid w:val="00FC2BEA"/>
    <w:rsid w:val="00FC2BF0"/>
    <w:rsid w:val="00FC2EDF"/>
    <w:rsid w:val="00FC37A0"/>
    <w:rsid w:val="00FC38D2"/>
    <w:rsid w:val="00FC3CCA"/>
    <w:rsid w:val="00FC3DB1"/>
    <w:rsid w:val="00FC422B"/>
    <w:rsid w:val="00FC4435"/>
    <w:rsid w:val="00FC494D"/>
    <w:rsid w:val="00FC4A3B"/>
    <w:rsid w:val="00FC4B0C"/>
    <w:rsid w:val="00FC4CC4"/>
    <w:rsid w:val="00FC4FA4"/>
    <w:rsid w:val="00FC5132"/>
    <w:rsid w:val="00FC57D3"/>
    <w:rsid w:val="00FC62D2"/>
    <w:rsid w:val="00FC63F4"/>
    <w:rsid w:val="00FC675B"/>
    <w:rsid w:val="00FC6951"/>
    <w:rsid w:val="00FC6AF7"/>
    <w:rsid w:val="00FC6BC0"/>
    <w:rsid w:val="00FC78D1"/>
    <w:rsid w:val="00FC7D73"/>
    <w:rsid w:val="00FC7D9A"/>
    <w:rsid w:val="00FD0137"/>
    <w:rsid w:val="00FD036F"/>
    <w:rsid w:val="00FD0419"/>
    <w:rsid w:val="00FD041D"/>
    <w:rsid w:val="00FD0937"/>
    <w:rsid w:val="00FD0BD5"/>
    <w:rsid w:val="00FD0FD8"/>
    <w:rsid w:val="00FD1535"/>
    <w:rsid w:val="00FD1B69"/>
    <w:rsid w:val="00FD1BC0"/>
    <w:rsid w:val="00FD1C08"/>
    <w:rsid w:val="00FD1D64"/>
    <w:rsid w:val="00FD21D7"/>
    <w:rsid w:val="00FD26E5"/>
    <w:rsid w:val="00FD289D"/>
    <w:rsid w:val="00FD296B"/>
    <w:rsid w:val="00FD2AC1"/>
    <w:rsid w:val="00FD31D1"/>
    <w:rsid w:val="00FD32FE"/>
    <w:rsid w:val="00FD3616"/>
    <w:rsid w:val="00FD3636"/>
    <w:rsid w:val="00FD3E48"/>
    <w:rsid w:val="00FD404B"/>
    <w:rsid w:val="00FD40F0"/>
    <w:rsid w:val="00FD4390"/>
    <w:rsid w:val="00FD43B4"/>
    <w:rsid w:val="00FD44B5"/>
    <w:rsid w:val="00FD4936"/>
    <w:rsid w:val="00FD496C"/>
    <w:rsid w:val="00FD49C7"/>
    <w:rsid w:val="00FD4BB5"/>
    <w:rsid w:val="00FD4DF6"/>
    <w:rsid w:val="00FD4E4D"/>
    <w:rsid w:val="00FD524C"/>
    <w:rsid w:val="00FD52C0"/>
    <w:rsid w:val="00FD5A4B"/>
    <w:rsid w:val="00FD5C3E"/>
    <w:rsid w:val="00FD5E41"/>
    <w:rsid w:val="00FD640E"/>
    <w:rsid w:val="00FD6AE9"/>
    <w:rsid w:val="00FD6B05"/>
    <w:rsid w:val="00FD6B11"/>
    <w:rsid w:val="00FD705B"/>
    <w:rsid w:val="00FD748A"/>
    <w:rsid w:val="00FD77F4"/>
    <w:rsid w:val="00FD78A5"/>
    <w:rsid w:val="00FD7A43"/>
    <w:rsid w:val="00FD7F2D"/>
    <w:rsid w:val="00FE0389"/>
    <w:rsid w:val="00FE0670"/>
    <w:rsid w:val="00FE070F"/>
    <w:rsid w:val="00FE07CA"/>
    <w:rsid w:val="00FE083E"/>
    <w:rsid w:val="00FE08BB"/>
    <w:rsid w:val="00FE0C27"/>
    <w:rsid w:val="00FE0D5A"/>
    <w:rsid w:val="00FE1052"/>
    <w:rsid w:val="00FE1450"/>
    <w:rsid w:val="00FE14CA"/>
    <w:rsid w:val="00FE1589"/>
    <w:rsid w:val="00FE1873"/>
    <w:rsid w:val="00FE18E8"/>
    <w:rsid w:val="00FE1ACC"/>
    <w:rsid w:val="00FE1B17"/>
    <w:rsid w:val="00FE1BC9"/>
    <w:rsid w:val="00FE1EA4"/>
    <w:rsid w:val="00FE2011"/>
    <w:rsid w:val="00FE20D9"/>
    <w:rsid w:val="00FE23D3"/>
    <w:rsid w:val="00FE2565"/>
    <w:rsid w:val="00FE27BE"/>
    <w:rsid w:val="00FE2B37"/>
    <w:rsid w:val="00FE2BFA"/>
    <w:rsid w:val="00FE2BFB"/>
    <w:rsid w:val="00FE2CF6"/>
    <w:rsid w:val="00FE34C2"/>
    <w:rsid w:val="00FE3A56"/>
    <w:rsid w:val="00FE3C0A"/>
    <w:rsid w:val="00FE4016"/>
    <w:rsid w:val="00FE4143"/>
    <w:rsid w:val="00FE4198"/>
    <w:rsid w:val="00FE437D"/>
    <w:rsid w:val="00FE4542"/>
    <w:rsid w:val="00FE48DB"/>
    <w:rsid w:val="00FE49D5"/>
    <w:rsid w:val="00FE4C8D"/>
    <w:rsid w:val="00FE4E04"/>
    <w:rsid w:val="00FE4E0A"/>
    <w:rsid w:val="00FE5158"/>
    <w:rsid w:val="00FE56F9"/>
    <w:rsid w:val="00FE5C00"/>
    <w:rsid w:val="00FE5C72"/>
    <w:rsid w:val="00FE5EB4"/>
    <w:rsid w:val="00FE624D"/>
    <w:rsid w:val="00FE632F"/>
    <w:rsid w:val="00FE63B9"/>
    <w:rsid w:val="00FE6510"/>
    <w:rsid w:val="00FE6DA0"/>
    <w:rsid w:val="00FE7420"/>
    <w:rsid w:val="00FE754D"/>
    <w:rsid w:val="00FE78FC"/>
    <w:rsid w:val="00FE7A87"/>
    <w:rsid w:val="00FE7DB1"/>
    <w:rsid w:val="00FE7EFE"/>
    <w:rsid w:val="00FE7F4E"/>
    <w:rsid w:val="00FF02EB"/>
    <w:rsid w:val="00FF042B"/>
    <w:rsid w:val="00FF0915"/>
    <w:rsid w:val="00FF0B0E"/>
    <w:rsid w:val="00FF0BA7"/>
    <w:rsid w:val="00FF14D9"/>
    <w:rsid w:val="00FF1674"/>
    <w:rsid w:val="00FF1734"/>
    <w:rsid w:val="00FF24C7"/>
    <w:rsid w:val="00FF256E"/>
    <w:rsid w:val="00FF27D8"/>
    <w:rsid w:val="00FF2B55"/>
    <w:rsid w:val="00FF353E"/>
    <w:rsid w:val="00FF36B2"/>
    <w:rsid w:val="00FF3A76"/>
    <w:rsid w:val="00FF3AB5"/>
    <w:rsid w:val="00FF3CAD"/>
    <w:rsid w:val="00FF42F9"/>
    <w:rsid w:val="00FF46AD"/>
    <w:rsid w:val="00FF4853"/>
    <w:rsid w:val="00FF4A45"/>
    <w:rsid w:val="00FF4CF3"/>
    <w:rsid w:val="00FF4FEE"/>
    <w:rsid w:val="00FF540E"/>
    <w:rsid w:val="00FF563B"/>
    <w:rsid w:val="00FF5784"/>
    <w:rsid w:val="00FF5A6A"/>
    <w:rsid w:val="00FF5B3F"/>
    <w:rsid w:val="00FF5CC4"/>
    <w:rsid w:val="00FF5FFD"/>
    <w:rsid w:val="00FF6845"/>
    <w:rsid w:val="00FF6B17"/>
    <w:rsid w:val="00FF7251"/>
    <w:rsid w:val="00FF744D"/>
    <w:rsid w:val="00FF7799"/>
    <w:rsid w:val="00FF79EC"/>
    <w:rsid w:val="00FF79FD"/>
    <w:rsid w:val="00FF7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E97CD"/>
  <w15:docId w15:val="{979B8805-4BE4-4814-A397-150D5355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B772C"/>
    <w:pPr>
      <w:widowControl w:val="0"/>
      <w:suppressAutoHyphens/>
      <w:ind w:left="357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77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Titolo2">
    <w:name w:val="heading 2"/>
    <w:basedOn w:val="Normale"/>
    <w:next w:val="Corpotesto"/>
    <w:link w:val="Titolo2Carattere"/>
    <w:qFormat/>
    <w:rsid w:val="00CB772C"/>
    <w:pPr>
      <w:keepNext/>
      <w:spacing w:before="200" w:after="12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B772C"/>
    <w:rPr>
      <w:rFonts w:ascii="Cambria" w:eastAsia="Times New Roman" w:hAnsi="Cambria" w:cs="Mangal"/>
      <w:b/>
      <w:bCs/>
      <w:kern w:val="32"/>
      <w:sz w:val="32"/>
      <w:szCs w:val="29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CB772C"/>
    <w:rPr>
      <w:rFonts w:ascii="Liberation Serif" w:eastAsia="SimSun" w:hAnsi="Liberation Serif" w:cs="Mangal"/>
      <w:b/>
      <w:bCs/>
      <w:kern w:val="1"/>
      <w:sz w:val="36"/>
      <w:szCs w:val="36"/>
      <w:lang w:eastAsia="zh-C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B772C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B772C"/>
    <w:rPr>
      <w:rFonts w:eastAsia="SimSun" w:cs="Mangal"/>
      <w:kern w:val="1"/>
      <w:sz w:val="24"/>
      <w:szCs w:val="21"/>
      <w:lang w:eastAsia="zh-CN" w:bidi="hi-IN"/>
    </w:rPr>
  </w:style>
  <w:style w:type="paragraph" w:styleId="Didascalia">
    <w:name w:val="caption"/>
    <w:basedOn w:val="Normale"/>
    <w:qFormat/>
    <w:rsid w:val="00CB772C"/>
    <w:pPr>
      <w:suppressLineNumbers/>
      <w:spacing w:before="120" w:after="120"/>
    </w:pPr>
    <w:rPr>
      <w:i/>
      <w:iCs/>
    </w:rPr>
  </w:style>
  <w:style w:type="paragraph" w:styleId="Titolo">
    <w:name w:val="Title"/>
    <w:basedOn w:val="Normale"/>
    <w:next w:val="Normale"/>
    <w:link w:val="TitoloCarattere"/>
    <w:uiPriority w:val="10"/>
    <w:qFormat/>
    <w:rsid w:val="00CB772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29"/>
    </w:rPr>
  </w:style>
  <w:style w:type="character" w:customStyle="1" w:styleId="TitoloCarattere">
    <w:name w:val="Titolo Carattere"/>
    <w:basedOn w:val="Carpredefinitoparagrafo"/>
    <w:link w:val="Titolo"/>
    <w:uiPriority w:val="10"/>
    <w:rsid w:val="00CB772C"/>
    <w:rPr>
      <w:rFonts w:ascii="Cambria" w:eastAsia="Times New Roman" w:hAnsi="Cambria" w:cs="Mangal"/>
      <w:b/>
      <w:bCs/>
      <w:kern w:val="28"/>
      <w:sz w:val="32"/>
      <w:szCs w:val="29"/>
      <w:lang w:eastAsia="zh-CN" w:bidi="hi-IN"/>
    </w:rPr>
  </w:style>
  <w:style w:type="character" w:styleId="Enfasigrassetto">
    <w:name w:val="Strong"/>
    <w:qFormat/>
    <w:rsid w:val="00CB772C"/>
    <w:rPr>
      <w:b/>
      <w:bCs/>
    </w:rPr>
  </w:style>
  <w:style w:type="paragraph" w:styleId="Nessunaspaziatura">
    <w:name w:val="No Spacing"/>
    <w:uiPriority w:val="1"/>
    <w:qFormat/>
    <w:rsid w:val="00CB772C"/>
    <w:pPr>
      <w:widowControl w:val="0"/>
      <w:suppressAutoHyphens/>
      <w:ind w:left="357"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paragraph" w:styleId="Paragrafoelenco">
    <w:name w:val="List Paragraph"/>
    <w:basedOn w:val="Normale"/>
    <w:qFormat/>
    <w:rsid w:val="00CB772C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DF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DFE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2806E5"/>
    <w:rPr>
      <w:color w:val="0000FF" w:themeColor="hyperlink"/>
      <w:u w:val="single"/>
    </w:rPr>
  </w:style>
  <w:style w:type="paragraph" w:customStyle="1" w:styleId="Standard">
    <w:name w:val="Standard"/>
    <w:rsid w:val="00F318EA"/>
    <w:pPr>
      <w:suppressAutoHyphens/>
      <w:textAlignment w:val="baseline"/>
    </w:pPr>
    <w:rPr>
      <w:rFonts w:eastAsia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648C1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8C1"/>
    <w:rPr>
      <w:rFonts w:eastAsia="SimSun" w:cs="Mangal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648C1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8C1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sicil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ipartimento.istruzione@certmail.regione.sicil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po@certmail.regione.sicilia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%20Dieli\Desktop\Informativa%20Privacy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Informativa Privacy.dot</Template>
  <TotalTime>0</TotalTime>
  <Pages>3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Dieli</dc:creator>
  <cp:lastModifiedBy>Admin</cp:lastModifiedBy>
  <cp:revision>2</cp:revision>
  <dcterms:created xsi:type="dcterms:W3CDTF">2024-12-24T12:36:00Z</dcterms:created>
  <dcterms:modified xsi:type="dcterms:W3CDTF">2024-12-24T12:36:00Z</dcterms:modified>
</cp:coreProperties>
</file>